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570"/>
        <w:tblW w:w="1134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7"/>
        <w:gridCol w:w="370"/>
        <w:gridCol w:w="6783"/>
      </w:tblGrid>
      <w:tr w:rsidR="00004E7A" w:rsidRPr="005B612D" w14:paraId="61F47191" w14:textId="77777777" w:rsidTr="00703BB3">
        <w:trPr>
          <w:trHeight w:val="2594"/>
        </w:trPr>
        <w:tc>
          <w:tcPr>
            <w:tcW w:w="4187" w:type="dxa"/>
            <w:vAlign w:val="bottom"/>
          </w:tcPr>
          <w:sdt>
            <w:sdtPr>
              <w:rPr>
                <w:lang w:val="es-PA"/>
              </w:rPr>
              <w:id w:val="1676617201"/>
              <w:lock w:val="sdtLocked"/>
              <w:showingPlcHdr/>
              <w:picture/>
            </w:sdtPr>
            <w:sdtContent>
              <w:p w14:paraId="55CD7DEE" w14:textId="4494F70B" w:rsidR="00004E7A" w:rsidRPr="00461737" w:rsidRDefault="00A62E84" w:rsidP="00D04A3E">
                <w:pPr>
                  <w:jc w:val="center"/>
                  <w:rPr>
                    <w:lang w:val="es-PA"/>
                  </w:rPr>
                </w:pPr>
                <w:r>
                  <w:rPr>
                    <w:noProof/>
                    <w:lang w:val="es-PA"/>
                  </w:rPr>
                  <w:drawing>
                    <wp:inline distT="0" distB="0" distL="0" distR="0" wp14:anchorId="46B7B8FD" wp14:editId="648E5D0F">
                      <wp:extent cx="1905000" cy="1905000"/>
                      <wp:effectExtent l="0" t="0" r="0" b="0"/>
                      <wp:docPr id="19" name="Imagen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4764F252" w14:textId="7238C840" w:rsidR="00004E7A" w:rsidRPr="0059649E" w:rsidRDefault="00A62E84" w:rsidP="00004E7A">
            <w:pPr>
              <w:tabs>
                <w:tab w:val="left" w:pos="990"/>
              </w:tabs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67351E" wp14:editId="4B9C0831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-1984375</wp:posOffset>
                      </wp:positionV>
                      <wp:extent cx="2219325" cy="2038350"/>
                      <wp:effectExtent l="19050" t="19050" r="28575" b="19050"/>
                      <wp:wrapNone/>
                      <wp:docPr id="17" name="Corchete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9325" cy="2038350"/>
                              </a:xfrm>
                              <a:prstGeom prst="bracketPair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655BF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Corchetes 17" o:spid="_x0000_s1026" type="#_x0000_t185" style="position:absolute;margin-left:11.95pt;margin-top:-156.25pt;width:174.75pt;height:1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" strokecolor="#94b6d2 [3204]" strokeweight="3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70" w:type="dxa"/>
          </w:tcPr>
          <w:p w14:paraId="06B10BFC" w14:textId="77777777" w:rsidR="00004E7A" w:rsidRPr="0059649E" w:rsidRDefault="00004E7A" w:rsidP="00004E7A">
            <w:pPr>
              <w:tabs>
                <w:tab w:val="left" w:pos="990"/>
              </w:tabs>
            </w:pPr>
          </w:p>
        </w:tc>
        <w:tc>
          <w:tcPr>
            <w:tcW w:w="6783" w:type="dxa"/>
            <w:vAlign w:val="bottom"/>
          </w:tcPr>
          <w:p w14:paraId="23FA03B1" w14:textId="77777777" w:rsidR="00004E7A" w:rsidRDefault="00004E7A" w:rsidP="00004E7A">
            <w:pPr>
              <w:pStyle w:val="Ttulo3"/>
              <w:rPr>
                <w:color w:val="DD8047" w:themeColor="accent2"/>
                <w:u w:val="single"/>
                <w:lang w:val="en-US"/>
              </w:rPr>
            </w:pPr>
            <w:r w:rsidRPr="008D7A47">
              <w:rPr>
                <w:color w:val="DD8047" w:themeColor="accent2"/>
                <w:u w:val="single"/>
                <w:lang w:val="en-US"/>
              </w:rPr>
              <w:t>Personal</w:t>
            </w:r>
            <w:r w:rsidRPr="009E7E49">
              <w:rPr>
                <w:color w:val="DD8047" w:themeColor="accent2"/>
                <w:u w:val="single"/>
                <w:lang w:val="en-US"/>
              </w:rPr>
              <w:t xml:space="preserve"> details</w:t>
            </w:r>
          </w:p>
          <w:p w14:paraId="3958EEF4" w14:textId="277923B1" w:rsidR="000430E4" w:rsidRPr="00F65527" w:rsidRDefault="000430E4" w:rsidP="00F65527">
            <w:pPr>
              <w:rPr>
                <w:sz w:val="20"/>
                <w:szCs w:val="20"/>
                <w:lang w:val="en-US"/>
              </w:rPr>
            </w:pPr>
            <w:r w:rsidRPr="00F65527">
              <w:rPr>
                <w:sz w:val="20"/>
                <w:szCs w:val="20"/>
                <w:lang w:val="en-US"/>
              </w:rPr>
              <w:t xml:space="preserve">Name: </w:t>
            </w:r>
            <w:sdt>
              <w:sdtPr>
                <w:rPr>
                  <w:sz w:val="20"/>
                  <w:szCs w:val="20"/>
                  <w:lang w:val="en-US"/>
                </w:rPr>
                <w:id w:val="379523231"/>
                <w:placeholder>
                  <w:docPart w:val="C8E8B25A624A415BBDEF779159EC8D0B"/>
                </w:placeholder>
                <w:showingPlcHdr/>
                <w:text/>
              </w:sdtPr>
              <w:sdtContent>
                <w:r w:rsidR="00246FB9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496C6349" w14:textId="5D5C0472" w:rsidR="00004E7A" w:rsidRPr="00D0499A" w:rsidRDefault="00004E7A" w:rsidP="00004E7A">
            <w:pPr>
              <w:rPr>
                <w:sz w:val="20"/>
                <w:szCs w:val="24"/>
                <w:lang w:val="en-US"/>
              </w:rPr>
            </w:pPr>
            <w:r w:rsidRPr="00D0499A">
              <w:rPr>
                <w:sz w:val="20"/>
                <w:szCs w:val="24"/>
                <w:lang w:val="en-US"/>
              </w:rPr>
              <w:t>ID:</w:t>
            </w:r>
            <w:r w:rsidR="00324E74" w:rsidRPr="00D0499A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87586624"/>
                <w:placeholder>
                  <w:docPart w:val="1D3323B31866427DADB53A572EF9E66A"/>
                </w:placeholder>
                <w:showingPlcHdr/>
                <w:text/>
              </w:sdtPr>
              <w:sdtContent>
                <w:r w:rsidR="00223463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5E29B405" w14:textId="5447FEDC" w:rsidR="00004E7A" w:rsidRPr="00D0499A" w:rsidRDefault="00004E7A" w:rsidP="00004E7A">
            <w:pPr>
              <w:rPr>
                <w:sz w:val="20"/>
                <w:szCs w:val="24"/>
                <w:lang w:val="en-US"/>
              </w:rPr>
            </w:pPr>
            <w:r w:rsidRPr="00D0499A">
              <w:rPr>
                <w:sz w:val="20"/>
                <w:szCs w:val="24"/>
                <w:lang w:val="en-US"/>
              </w:rPr>
              <w:t>DOB</w:t>
            </w:r>
            <w:r w:rsidR="00324E74" w:rsidRPr="00D0499A">
              <w:rPr>
                <w:sz w:val="20"/>
                <w:szCs w:val="24"/>
                <w:lang w:val="en-US"/>
              </w:rPr>
              <w:t>:</w:t>
            </w:r>
            <w:r w:rsidR="004A2069" w:rsidRPr="00D0499A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-899678517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Content>
                <w:r w:rsidR="004A2069" w:rsidRPr="00D0499A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00EC0F1E" w14:textId="38DF410F" w:rsidR="00004E7A" w:rsidRPr="00324E74" w:rsidRDefault="00004E7A" w:rsidP="00004E7A">
            <w:pPr>
              <w:rPr>
                <w:sz w:val="20"/>
                <w:szCs w:val="24"/>
                <w:lang w:val="es-PA"/>
              </w:rPr>
            </w:pPr>
            <w:r w:rsidRPr="00324E74">
              <w:rPr>
                <w:sz w:val="20"/>
                <w:szCs w:val="24"/>
                <w:lang w:val="es-PA"/>
              </w:rPr>
              <w:t>Sex:</w:t>
            </w:r>
            <w:r w:rsidR="008046CE" w:rsidRPr="00324E74">
              <w:rPr>
                <w:sz w:val="20"/>
                <w:szCs w:val="24"/>
                <w:lang w:val="es-PA"/>
              </w:rPr>
              <w:t xml:space="preserve">  </w:t>
            </w:r>
            <w:sdt>
              <w:sdtPr>
                <w:rPr>
                  <w:sz w:val="20"/>
                  <w:szCs w:val="24"/>
                  <w:lang w:val="en-US"/>
                </w:rPr>
                <w:alias w:val="Choose"/>
                <w:tag w:val="Choose"/>
                <w:id w:val="1571928325"/>
                <w:placeholder>
                  <w:docPart w:val="2F584A57D150473AB4E9CD188289927C"/>
                </w:placeholder>
                <w:showingPlcHdr/>
                <w:dropDownList>
                  <w:listItem w:value="Elija un elemento."/>
                  <w:listItem w:displayText="Female" w:value="Female"/>
                  <w:listItem w:displayText="Male" w:value="Male"/>
                </w:dropDownList>
              </w:sdtPr>
              <w:sdtContent>
                <w:r w:rsidR="00324E74" w:rsidRPr="00EE566C">
                  <w:rPr>
                    <w:rStyle w:val="Textodelmarcadordeposicin"/>
                  </w:rPr>
                  <w:t>Elija un elemento.</w:t>
                </w:r>
              </w:sdtContent>
            </w:sdt>
          </w:p>
          <w:p w14:paraId="7B0CA991" w14:textId="185E216B" w:rsidR="00004E7A" w:rsidRPr="00D0499A" w:rsidRDefault="00004E7A" w:rsidP="00004E7A">
            <w:pPr>
              <w:rPr>
                <w:sz w:val="20"/>
                <w:szCs w:val="24"/>
                <w:lang w:val="es-PA"/>
              </w:rPr>
            </w:pPr>
            <w:r w:rsidRPr="00D0499A">
              <w:rPr>
                <w:sz w:val="20"/>
                <w:szCs w:val="24"/>
                <w:lang w:val="es-PA"/>
              </w:rPr>
              <w:t>POB:</w:t>
            </w:r>
            <w:r w:rsidR="00246FB9">
              <w:rPr>
                <w:sz w:val="20"/>
                <w:szCs w:val="24"/>
                <w:lang w:val="es-PA"/>
              </w:rPr>
              <w:t xml:space="preserve"> </w:t>
            </w:r>
            <w:sdt>
              <w:sdtPr>
                <w:rPr>
                  <w:sz w:val="20"/>
                  <w:szCs w:val="24"/>
                  <w:lang w:val="es-PA"/>
                </w:rPr>
                <w:id w:val="1922838604"/>
                <w:placeholder>
                  <w:docPart w:val="E8CEACE315C8481BA7FDA519AB679AA6"/>
                </w:placeholder>
                <w:showingPlcHdr/>
                <w:text/>
              </w:sdtPr>
              <w:sdtContent>
                <w:r w:rsidR="00246FB9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2FD21E4F" w14:textId="5ED50E21" w:rsidR="00004E7A" w:rsidRPr="009E7E49" w:rsidRDefault="00004E7A" w:rsidP="00004E7A">
            <w:pPr>
              <w:rPr>
                <w:sz w:val="20"/>
                <w:szCs w:val="24"/>
                <w:lang w:val="en-US"/>
              </w:rPr>
            </w:pPr>
            <w:r w:rsidRPr="009E7E49">
              <w:rPr>
                <w:sz w:val="20"/>
                <w:szCs w:val="24"/>
                <w:lang w:val="en-US"/>
              </w:rPr>
              <w:t>Address:</w:t>
            </w:r>
            <w:r w:rsidR="00246FB9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2068914915"/>
                <w:placeholder>
                  <w:docPart w:val="A222060FC5C245E9906BCAC6857ED5E3"/>
                </w:placeholder>
                <w:showingPlcHdr/>
                <w:text/>
              </w:sdtPr>
              <w:sdtContent>
                <w:r w:rsidR="00246FB9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2AE17AAB" w14:textId="2BDE78BD" w:rsidR="00004E7A" w:rsidRPr="009E7E49" w:rsidRDefault="00004E7A" w:rsidP="00004E7A">
            <w:pPr>
              <w:rPr>
                <w:sz w:val="20"/>
                <w:szCs w:val="24"/>
                <w:lang w:val="en-US"/>
              </w:rPr>
            </w:pPr>
            <w:r w:rsidRPr="009E7E49">
              <w:rPr>
                <w:sz w:val="20"/>
                <w:szCs w:val="24"/>
                <w:lang w:val="en-US"/>
              </w:rPr>
              <w:t>Phone / Cellphone:</w:t>
            </w:r>
            <w:r w:rsidR="00246FB9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-239945400"/>
                <w:placeholder>
                  <w:docPart w:val="BA3B2D9CE4F440C9BB3A4A0667CE4543"/>
                </w:placeholder>
                <w:showingPlcHdr/>
                <w:text/>
              </w:sdtPr>
              <w:sdtContent>
                <w:r w:rsidR="00246FB9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272BADEA" w14:textId="5DD54C95" w:rsidR="00004E7A" w:rsidRPr="009E7E49" w:rsidRDefault="00004E7A" w:rsidP="00004E7A">
            <w:pPr>
              <w:rPr>
                <w:sz w:val="20"/>
                <w:szCs w:val="24"/>
                <w:lang w:val="en-US"/>
              </w:rPr>
            </w:pPr>
            <w:r w:rsidRPr="009E7E49">
              <w:rPr>
                <w:sz w:val="20"/>
                <w:szCs w:val="24"/>
                <w:lang w:val="en-US"/>
              </w:rPr>
              <w:t>Email:</w:t>
            </w:r>
            <w:r w:rsidR="004E6C87">
              <w:rPr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-905452174"/>
                <w:placeholder>
                  <w:docPart w:val="3AE9EF17A122406FAC54089F7B3966D1"/>
                </w:placeholder>
                <w:showingPlcHdr/>
                <w:text/>
              </w:sdtPr>
              <w:sdtContent>
                <w:r w:rsidR="00246FB9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51BBC1E6" w14:textId="317E6FF1" w:rsidR="00004E7A" w:rsidRPr="00D0499A" w:rsidRDefault="00004E7A" w:rsidP="00004E7A">
            <w:pPr>
              <w:rPr>
                <w:color w:val="000000" w:themeColor="text1"/>
                <w:sz w:val="20"/>
                <w:szCs w:val="24"/>
                <w:lang w:val="en-US"/>
              </w:rPr>
            </w:pPr>
            <w:r w:rsidRPr="00D0499A">
              <w:rPr>
                <w:color w:val="000000" w:themeColor="text1"/>
                <w:sz w:val="20"/>
                <w:szCs w:val="24"/>
                <w:lang w:val="en-US"/>
              </w:rPr>
              <w:t>Blood type:</w:t>
            </w:r>
            <w:r w:rsidR="004E6C87" w:rsidRPr="00D0499A">
              <w:rPr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alias w:val="lista 2"/>
                <w:tag w:val="lista 2"/>
                <w:id w:val="1752778975"/>
                <w:placeholder>
                  <w:docPart w:val="AF20974FD02C4300A033E73204C9DDD2"/>
                </w:placeholder>
                <w:showingPlcHdr/>
                <w:dropDownList>
                  <w:listItem w:value="Elija un elemento."/>
                  <w:listItem w:displayText="A+" w:value="A+"/>
                  <w:listItem w:displayText="B+" w:value="B+"/>
                  <w:listItem w:displayText="O-" w:value="O-"/>
                  <w:listItem w:displayText="O+" w:value="O+"/>
                  <w:listItem w:displayText="AB+" w:value="AB+"/>
                  <w:listItem w:displayText="A-" w:value="A-"/>
                  <w:listItem w:displayText="B-" w:value="B-"/>
                  <w:listItem w:displayText="AB-" w:value="AB-"/>
                </w:dropDownList>
              </w:sdtPr>
              <w:sdtContent>
                <w:r w:rsidR="004E6C87" w:rsidRPr="00D0499A">
                  <w:rPr>
                    <w:rStyle w:val="Textodelmarcadordeposicin"/>
                    <w:lang w:val="en-US"/>
                  </w:rPr>
                  <w:t>Elija un elemento.</w:t>
                </w:r>
              </w:sdtContent>
            </w:sdt>
          </w:p>
          <w:p w14:paraId="2B0A70DE" w14:textId="21027398" w:rsidR="00004E7A" w:rsidRDefault="00004E7A" w:rsidP="00004E7A">
            <w:pPr>
              <w:rPr>
                <w:color w:val="000000" w:themeColor="text1"/>
                <w:sz w:val="20"/>
                <w:szCs w:val="24"/>
                <w:lang w:val="en-US"/>
              </w:rPr>
            </w:pPr>
            <w:r w:rsidRPr="009E7E49">
              <w:rPr>
                <w:color w:val="000000" w:themeColor="text1"/>
                <w:sz w:val="20"/>
                <w:szCs w:val="24"/>
                <w:lang w:val="en-US"/>
              </w:rPr>
              <w:t>Weight (kg/pounds):</w:t>
            </w:r>
            <w:r w:rsidR="00246FB9">
              <w:rPr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621501143"/>
                <w:placeholder>
                  <w:docPart w:val="5D0E7A779DE64338A3DAF1CD5E095C1F"/>
                </w:placeholder>
                <w:showingPlcHdr/>
                <w:text/>
              </w:sdtPr>
              <w:sdtContent>
                <w:r w:rsidR="00246FB9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7F0D4C1E" w14:textId="3CA287AF" w:rsidR="00657E0B" w:rsidRPr="009E7E49" w:rsidRDefault="00657E0B" w:rsidP="00004E7A">
            <w:pPr>
              <w:rPr>
                <w:color w:val="000000" w:themeColor="text1"/>
                <w:sz w:val="20"/>
                <w:szCs w:val="24"/>
                <w:lang w:val="en-US"/>
              </w:rPr>
            </w:pPr>
            <w:r>
              <w:rPr>
                <w:color w:val="000000" w:themeColor="text1"/>
                <w:sz w:val="20"/>
                <w:szCs w:val="24"/>
                <w:lang w:val="en-US"/>
              </w:rPr>
              <w:t>Grade Point Average:</w:t>
            </w:r>
            <w:r w:rsidR="00246FB9">
              <w:rPr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-1600015449"/>
                <w:placeholder>
                  <w:docPart w:val="655FFC5ABF32480C9D3BBCF8A61DC1F7"/>
                </w:placeholder>
                <w:showingPlcHdr/>
                <w:text/>
              </w:sdtPr>
              <w:sdtContent>
                <w:r w:rsidR="00246FB9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4A98C618" w14:textId="77777777" w:rsidR="00004E7A" w:rsidRPr="00B001A6" w:rsidRDefault="00004E7A" w:rsidP="00004E7A">
            <w:pPr>
              <w:pStyle w:val="Ttulo4"/>
              <w:rPr>
                <w:lang w:val="en-US"/>
              </w:rPr>
            </w:pPr>
          </w:p>
        </w:tc>
      </w:tr>
      <w:tr w:rsidR="00004E7A" w:rsidRPr="0059649E" w14:paraId="4E02C393" w14:textId="77777777" w:rsidTr="00703BB3">
        <w:trPr>
          <w:trHeight w:val="11971"/>
        </w:trPr>
        <w:tc>
          <w:tcPr>
            <w:tcW w:w="4187" w:type="dxa"/>
          </w:tcPr>
          <w:p w14:paraId="79B5A243" w14:textId="77777777" w:rsidR="00004E7A" w:rsidRPr="00657E0B" w:rsidRDefault="00004E7A" w:rsidP="00004E7A">
            <w:pPr>
              <w:pStyle w:val="Ttulo3"/>
              <w:rPr>
                <w:lang w:val="en-US"/>
              </w:rPr>
            </w:pPr>
          </w:p>
          <w:p w14:paraId="481ED555" w14:textId="77777777" w:rsidR="00004E7A" w:rsidRPr="00F65527" w:rsidRDefault="00004E7A" w:rsidP="00004E7A">
            <w:pPr>
              <w:pStyle w:val="Ttulo3"/>
              <w:rPr>
                <w:color w:val="DD8047" w:themeColor="accent2"/>
                <w:u w:val="single"/>
                <w:lang w:val="es-PA"/>
              </w:rPr>
            </w:pPr>
            <w:r w:rsidRPr="00F65527">
              <w:rPr>
                <w:color w:val="DD8047" w:themeColor="accent2"/>
                <w:u w:val="single"/>
                <w:lang w:val="es-PA"/>
              </w:rPr>
              <w:t>SEAMANS BOOK</w:t>
            </w:r>
          </w:p>
          <w:sdt>
            <w:sdtPr>
              <w:rPr>
                <w:sz w:val="20"/>
                <w:szCs w:val="24"/>
                <w:lang w:val="en-US"/>
              </w:rPr>
              <w:alias w:val="CHOOSE"/>
              <w:tag w:val="CHOOSE"/>
              <w:id w:val="1413731522"/>
              <w:placeholder>
                <w:docPart w:val="98478661A8BC432FAC0403FC3647E58D"/>
              </w:placeholder>
              <w:showingPlcHdr/>
              <w:dropDownList>
                <w:listItem w:value="Elija un elemento."/>
                <w:listItem w:displayText="Deck Cadet" w:value="Deck Cadet"/>
                <w:listItem w:displayText="Engine Cadet" w:value="Engine Cadet"/>
                <w:listItem w:displayText="ETO" w:value="ETO"/>
              </w:dropDownList>
            </w:sdtPr>
            <w:sdtContent>
              <w:p w14:paraId="61EAF46B" w14:textId="481ECAE5" w:rsidR="00004E7A" w:rsidRPr="00324E74" w:rsidRDefault="004E6C87" w:rsidP="00004E7A">
                <w:pPr>
                  <w:rPr>
                    <w:sz w:val="20"/>
                    <w:szCs w:val="24"/>
                    <w:lang w:val="es-PA"/>
                  </w:rPr>
                </w:pPr>
                <w:r w:rsidRPr="00EE566C">
                  <w:rPr>
                    <w:rStyle w:val="Textodelmarcadordeposicin"/>
                  </w:rPr>
                  <w:t>Elija un elemento.</w:t>
                </w:r>
              </w:p>
            </w:sdtContent>
          </w:sdt>
          <w:p w14:paraId="179DFBAE" w14:textId="734A2702" w:rsidR="000430E4" w:rsidRDefault="000430E4" w:rsidP="00004E7A">
            <w:pPr>
              <w:rPr>
                <w:sz w:val="20"/>
                <w:szCs w:val="24"/>
                <w:lang w:val="en-US"/>
              </w:rPr>
            </w:pPr>
            <w:r>
              <w:rPr>
                <w:sz w:val="20"/>
                <w:szCs w:val="24"/>
                <w:lang w:val="en-US"/>
              </w:rPr>
              <w:t>SB Number:</w:t>
            </w:r>
            <w:r w:rsidR="007B149D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-696543223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7B149D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0DAFA536" w14:textId="1BDA0FD4" w:rsidR="00004E7A" w:rsidRPr="00031D30" w:rsidRDefault="00004E7A" w:rsidP="00004E7A">
            <w:pPr>
              <w:rPr>
                <w:sz w:val="20"/>
                <w:szCs w:val="24"/>
                <w:lang w:val="en-US"/>
              </w:rPr>
            </w:pPr>
            <w:r w:rsidRPr="00031D30">
              <w:rPr>
                <w:sz w:val="20"/>
                <w:szCs w:val="24"/>
                <w:lang w:val="en-US"/>
              </w:rPr>
              <w:t>Expiration date:</w:t>
            </w:r>
            <w:r w:rsidR="00031D30" w:rsidRPr="00031D30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-967206302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Content>
                <w:r w:rsidR="00031D30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2661B128" w14:textId="77777777" w:rsidR="00004E7A" w:rsidRPr="00031D30" w:rsidRDefault="00004E7A" w:rsidP="00004E7A">
            <w:pPr>
              <w:rPr>
                <w:sz w:val="20"/>
                <w:szCs w:val="24"/>
                <w:lang w:val="en-US"/>
              </w:rPr>
            </w:pPr>
          </w:p>
          <w:p w14:paraId="0CD60947" w14:textId="77777777" w:rsidR="00004E7A" w:rsidRPr="00F65527" w:rsidRDefault="00004E7A" w:rsidP="00004E7A">
            <w:pPr>
              <w:pStyle w:val="Ttulo3"/>
              <w:rPr>
                <w:color w:val="DD8047" w:themeColor="accent2"/>
                <w:u w:val="single"/>
                <w:lang w:val="en-US"/>
              </w:rPr>
            </w:pPr>
            <w:r w:rsidRPr="00F65527">
              <w:rPr>
                <w:color w:val="DD8047" w:themeColor="accent2"/>
                <w:u w:val="single"/>
                <w:lang w:val="en-US"/>
              </w:rPr>
              <w:t>TRAVEL DOCUMENTS</w:t>
            </w:r>
          </w:p>
          <w:p w14:paraId="0A2E8FAF" w14:textId="4ACAF06D" w:rsidR="00004E7A" w:rsidRPr="00797C90" w:rsidRDefault="00004E7A" w:rsidP="00004E7A">
            <w:pPr>
              <w:rPr>
                <w:sz w:val="20"/>
                <w:szCs w:val="24"/>
                <w:lang w:val="en-US"/>
              </w:rPr>
            </w:pPr>
            <w:r w:rsidRPr="00797C90">
              <w:rPr>
                <w:sz w:val="20"/>
                <w:szCs w:val="24"/>
                <w:lang w:val="en-US"/>
              </w:rPr>
              <w:t>Passport Number:</w:t>
            </w:r>
            <w:r w:rsidR="007B149D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1716539560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7B149D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374AEA77" w14:textId="38BB3181" w:rsidR="00004E7A" w:rsidRPr="00031D30" w:rsidRDefault="00004E7A" w:rsidP="00004E7A">
            <w:pPr>
              <w:rPr>
                <w:sz w:val="20"/>
                <w:szCs w:val="24"/>
                <w:lang w:val="en-US"/>
              </w:rPr>
            </w:pPr>
            <w:r w:rsidRPr="00031D30">
              <w:rPr>
                <w:sz w:val="20"/>
                <w:szCs w:val="24"/>
                <w:lang w:val="en-US"/>
              </w:rPr>
              <w:t>Exp. Date:</w:t>
            </w:r>
            <w:r w:rsidR="00031D30">
              <w:rPr>
                <w:sz w:val="20"/>
                <w:szCs w:val="24"/>
                <w:lang w:val="en-US"/>
              </w:rPr>
              <w:t xml:space="preserve"> </w:t>
            </w:r>
            <w:r w:rsidR="00031D30" w:rsidRPr="00031D30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2145392307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Content>
                <w:r w:rsidR="00031D30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5011B26B" w14:textId="31C3B01D" w:rsidR="00004E7A" w:rsidRPr="004E6C87" w:rsidRDefault="00004E7A" w:rsidP="00004E7A">
            <w:pPr>
              <w:rPr>
                <w:sz w:val="20"/>
                <w:szCs w:val="24"/>
                <w:lang w:val="es-PA"/>
              </w:rPr>
            </w:pPr>
            <w:r w:rsidRPr="004E6C87">
              <w:rPr>
                <w:sz w:val="20"/>
                <w:szCs w:val="24"/>
                <w:lang w:val="es-PA"/>
              </w:rPr>
              <w:t xml:space="preserve">US Visa: </w:t>
            </w:r>
            <w:sdt>
              <w:sdtPr>
                <w:rPr>
                  <w:sz w:val="20"/>
                  <w:szCs w:val="24"/>
                  <w:lang w:val="en-US"/>
                </w:rPr>
                <w:alias w:val="Choose"/>
                <w:tag w:val="Choose"/>
                <w:id w:val="-289593879"/>
                <w:placeholder>
                  <w:docPart w:val="3C4B2AEA0D1144D59AFEB4FF12F6E23F"/>
                </w:placeholder>
                <w:showingPlcHdr/>
                <w:dropDownList>
                  <w:listItem w:value="Elija un elemento."/>
                  <w:listItem w:displayText="Yes" w:value="Yes"/>
                  <w:listItem w:displayText="No" w:value="No"/>
                </w:dropDownList>
              </w:sdtPr>
              <w:sdtContent>
                <w:r w:rsidR="004E6C87" w:rsidRPr="00EE566C">
                  <w:rPr>
                    <w:rStyle w:val="Textodelmarcadordeposicin"/>
                  </w:rPr>
                  <w:t>Elija un elemento.</w:t>
                </w:r>
              </w:sdtContent>
            </w:sdt>
          </w:p>
          <w:p w14:paraId="51F68EE2" w14:textId="08A3ABC8" w:rsidR="00004E7A" w:rsidRPr="00031D30" w:rsidRDefault="00004E7A" w:rsidP="00004E7A">
            <w:pPr>
              <w:rPr>
                <w:sz w:val="20"/>
                <w:szCs w:val="24"/>
                <w:lang w:val="en-US"/>
              </w:rPr>
            </w:pPr>
            <w:r w:rsidRPr="00031D30">
              <w:rPr>
                <w:sz w:val="20"/>
                <w:szCs w:val="24"/>
                <w:lang w:val="en-US"/>
              </w:rPr>
              <w:t>Exp. Date:</w:t>
            </w:r>
            <w:r w:rsidR="00031D30" w:rsidRPr="00031D30">
              <w:rPr>
                <w:sz w:val="20"/>
                <w:szCs w:val="24"/>
                <w:lang w:val="en-US"/>
              </w:rPr>
              <w:t xml:space="preserve">  </w:t>
            </w:r>
            <w:sdt>
              <w:sdtPr>
                <w:rPr>
                  <w:sz w:val="20"/>
                  <w:szCs w:val="24"/>
                  <w:lang w:val="en-US"/>
                </w:rPr>
                <w:id w:val="1136451225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Content>
                <w:r w:rsidR="00031D30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7AD45009" w14:textId="77777777" w:rsidR="00004E7A" w:rsidRPr="00031D30" w:rsidRDefault="00004E7A" w:rsidP="00004E7A">
            <w:pPr>
              <w:rPr>
                <w:lang w:val="en-US"/>
              </w:rPr>
            </w:pPr>
          </w:p>
          <w:p w14:paraId="3E0F649A" w14:textId="77777777" w:rsidR="00004E7A" w:rsidRPr="00031D30" w:rsidRDefault="00004E7A" w:rsidP="00004E7A">
            <w:pPr>
              <w:rPr>
                <w:lang w:val="en-US"/>
              </w:rPr>
            </w:pPr>
          </w:p>
          <w:p w14:paraId="7F388EB9" w14:textId="77777777" w:rsidR="00004E7A" w:rsidRPr="00031D30" w:rsidRDefault="00004E7A" w:rsidP="00004E7A">
            <w:pPr>
              <w:rPr>
                <w:lang w:val="en-US"/>
              </w:rPr>
            </w:pPr>
          </w:p>
          <w:p w14:paraId="37C849B7" w14:textId="77777777" w:rsidR="00004E7A" w:rsidRPr="009E7E49" w:rsidRDefault="00004E7A" w:rsidP="00004E7A">
            <w:pPr>
              <w:pStyle w:val="Ttulo2"/>
              <w:rPr>
                <w:color w:val="DD8047" w:themeColor="accent2"/>
                <w:lang w:val="en-US"/>
              </w:rPr>
            </w:pPr>
            <w:r w:rsidRPr="009E7E49">
              <w:rPr>
                <w:color w:val="DD8047" w:themeColor="accent2"/>
                <w:lang w:val="en-US"/>
              </w:rPr>
              <w:t>Medical documentation</w:t>
            </w:r>
          </w:p>
          <w:p w14:paraId="19C0CAB9" w14:textId="47A58B17" w:rsidR="00004E7A" w:rsidRPr="00B001A6" w:rsidRDefault="00004E7A" w:rsidP="00004E7A">
            <w:pPr>
              <w:pStyle w:val="Ttulo4"/>
              <w:rPr>
                <w:lang w:val="en-US"/>
              </w:rPr>
            </w:pPr>
            <w:r w:rsidRPr="00B001A6">
              <w:rPr>
                <w:lang w:val="en-US"/>
              </w:rPr>
              <w:t xml:space="preserve">Yellow Fever: </w:t>
            </w:r>
            <w:sdt>
              <w:sdtPr>
                <w:rPr>
                  <w:lang w:val="en-US"/>
                </w:rPr>
                <w:id w:val="-683898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5527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  <w:p w14:paraId="142DDB80" w14:textId="451EADFF" w:rsidR="00004E7A" w:rsidRPr="00B001A6" w:rsidRDefault="00004E7A" w:rsidP="00004E7A">
            <w:pPr>
              <w:pStyle w:val="Ttulo4"/>
              <w:rPr>
                <w:lang w:val="en-US"/>
              </w:rPr>
            </w:pPr>
          </w:p>
          <w:p w14:paraId="3E4A6B22" w14:textId="3FC753A1" w:rsidR="00004E7A" w:rsidRPr="00B001A6" w:rsidRDefault="00004E7A" w:rsidP="00004E7A">
            <w:pPr>
              <w:pStyle w:val="Ttulo4"/>
              <w:rPr>
                <w:lang w:val="en-US"/>
              </w:rPr>
            </w:pPr>
            <w:r w:rsidRPr="00B001A6">
              <w:rPr>
                <w:lang w:val="en-US"/>
              </w:rPr>
              <w:t xml:space="preserve">Hepatitis A   </w:t>
            </w:r>
            <w:sdt>
              <w:sdtPr>
                <w:rPr>
                  <w:lang w:val="en-US"/>
                </w:rPr>
                <w:id w:val="25063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32C2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B001A6">
              <w:rPr>
                <w:lang w:val="en-US"/>
              </w:rPr>
              <w:t xml:space="preserve">   B    </w:t>
            </w:r>
            <w:sdt>
              <w:sdtPr>
                <w:rPr>
                  <w:lang w:val="en-US"/>
                </w:rPr>
                <w:id w:val="-117233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59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B001A6">
              <w:rPr>
                <w:lang w:val="en-US"/>
              </w:rPr>
              <w:t xml:space="preserve">      C</w:t>
            </w:r>
            <w:r w:rsidR="004E6C87">
              <w:rPr>
                <w:lang w:val="en-US"/>
              </w:rPr>
              <w:t xml:space="preserve">  </w:t>
            </w:r>
            <w:sdt>
              <w:sdtPr>
                <w:rPr>
                  <w:lang w:val="en-US"/>
                </w:rPr>
                <w:id w:val="-458576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6FB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  <w:p w14:paraId="47FCC294" w14:textId="77777777" w:rsidR="00004E7A" w:rsidRDefault="00004E7A" w:rsidP="00004E7A">
            <w:pPr>
              <w:rPr>
                <w:b/>
                <w:bCs/>
                <w:lang w:val="en-US"/>
              </w:rPr>
            </w:pPr>
          </w:p>
          <w:p w14:paraId="46C18FB1" w14:textId="3EBB13B8" w:rsidR="00004E7A" w:rsidRPr="00B001A6" w:rsidRDefault="00004E7A" w:rsidP="00004E7A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COVID</w:t>
            </w:r>
            <w:r w:rsidR="004E6C87">
              <w:rPr>
                <w:b/>
                <w:bCs/>
                <w:lang w:val="en-US"/>
              </w:rPr>
              <w:t>19</w:t>
            </w:r>
            <w:r w:rsidR="004E6C87" w:rsidRPr="00B001A6">
              <w:rPr>
                <w:b/>
                <w:bCs/>
                <w:lang w:val="en-US"/>
              </w:rPr>
              <w:t xml:space="preserve"> </w:t>
            </w:r>
            <w:r w:rsidR="004E6C87"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  <w:lang w:val="en-US"/>
              </w:rPr>
              <w:t>st</w:t>
            </w:r>
            <w:r w:rsidRPr="00B001A6">
              <w:rPr>
                <w:b/>
                <w:bCs/>
                <w:lang w:val="en-US"/>
              </w:rPr>
              <w:t xml:space="preserve"> </w:t>
            </w:r>
            <w:sdt>
              <w:sdtPr>
                <w:rPr>
                  <w:b/>
                  <w:bCs/>
                  <w:lang w:val="en-US"/>
                </w:rPr>
                <w:id w:val="145690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596">
                  <w:rPr>
                    <w:rFonts w:ascii="MS Gothic" w:eastAsia="MS Gothic" w:hAnsi="MS Gothic" w:hint="eastAsia"/>
                    <w:b/>
                    <w:bCs/>
                    <w:lang w:val="en-US"/>
                  </w:rPr>
                  <w:t>☐</w:t>
                </w:r>
              </w:sdtContent>
            </w:sdt>
            <w:r w:rsidR="004E6C87">
              <w:rPr>
                <w:b/>
                <w:bCs/>
                <w:noProof/>
                <w:lang w:val="en-US"/>
              </w:rPr>
              <w:t xml:space="preserve"> </w:t>
            </w:r>
            <w:r w:rsidRPr="00B001A6">
              <w:rPr>
                <w:b/>
                <w:bCs/>
                <w:lang w:val="en-US"/>
              </w:rPr>
              <w:t xml:space="preserve">  </w:t>
            </w:r>
            <w:r>
              <w:rPr>
                <w:b/>
                <w:bCs/>
                <w:lang w:val="en-US"/>
              </w:rPr>
              <w:t>2nd</w:t>
            </w:r>
            <w:r w:rsidRPr="00B001A6">
              <w:rPr>
                <w:b/>
                <w:bCs/>
                <w:lang w:val="en-US"/>
              </w:rPr>
              <w:t xml:space="preserve"> </w:t>
            </w:r>
            <w:sdt>
              <w:sdtPr>
                <w:rPr>
                  <w:b/>
                  <w:bCs/>
                  <w:lang w:val="en-US"/>
                </w:rPr>
                <w:id w:val="-177702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596">
                  <w:rPr>
                    <w:rFonts w:ascii="MS Gothic" w:eastAsia="MS Gothic" w:hAnsi="MS Gothic" w:hint="eastAsia"/>
                    <w:b/>
                    <w:bCs/>
                    <w:lang w:val="en-US"/>
                  </w:rPr>
                  <w:t>☐</w:t>
                </w:r>
              </w:sdtContent>
            </w:sdt>
            <w:r w:rsidR="004E6C87">
              <w:rPr>
                <w:b/>
                <w:bCs/>
                <w:noProof/>
                <w:lang w:val="en-US"/>
              </w:rPr>
              <w:t xml:space="preserve">  </w:t>
            </w:r>
            <w:r w:rsidR="004E6C87">
              <w:rPr>
                <w:b/>
                <w:bCs/>
                <w:lang w:val="en-US"/>
              </w:rPr>
              <w:t>B</w:t>
            </w:r>
            <w:r w:rsidRPr="00B001A6">
              <w:rPr>
                <w:b/>
                <w:bCs/>
                <w:lang w:val="en-US"/>
              </w:rPr>
              <w:t>ooster</w:t>
            </w:r>
            <w:r w:rsidR="004E6C87">
              <w:rPr>
                <w:b/>
                <w:bCs/>
                <w:lang w:val="en-US"/>
              </w:rPr>
              <w:t xml:space="preserve"> </w:t>
            </w:r>
            <w:sdt>
              <w:sdtPr>
                <w:rPr>
                  <w:b/>
                  <w:bCs/>
                  <w:lang w:val="en-US"/>
                </w:rPr>
                <w:id w:val="-1480682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6C87">
                  <w:rPr>
                    <w:rFonts w:ascii="MS Gothic" w:eastAsia="MS Gothic" w:hAnsi="MS Gothic" w:hint="eastAsia"/>
                    <w:b/>
                    <w:bCs/>
                    <w:lang w:val="en-US"/>
                  </w:rPr>
                  <w:t>☐</w:t>
                </w:r>
              </w:sdtContent>
            </w:sdt>
            <w:r w:rsidRPr="00B001A6">
              <w:rPr>
                <w:lang w:val="en-US"/>
              </w:rPr>
              <w:t xml:space="preserve"> </w:t>
            </w:r>
          </w:p>
          <w:p w14:paraId="0AB250AC" w14:textId="77777777" w:rsidR="00004E7A" w:rsidRPr="00B001A6" w:rsidRDefault="00004E7A" w:rsidP="00004E7A">
            <w:pPr>
              <w:rPr>
                <w:lang w:val="en-US"/>
              </w:rPr>
            </w:pPr>
          </w:p>
          <w:p w14:paraId="75CD8204" w14:textId="77777777" w:rsidR="00004E7A" w:rsidRPr="00895C9B" w:rsidRDefault="00004E7A" w:rsidP="00004E7A">
            <w:pPr>
              <w:rPr>
                <w:lang w:val="en-US"/>
              </w:rPr>
            </w:pPr>
            <w:r w:rsidRPr="00B001A6">
              <w:rPr>
                <w:lang w:val="en-US"/>
              </w:rPr>
              <w:t>AMP Medical Fitness</w:t>
            </w:r>
          </w:p>
          <w:p w14:paraId="6801C1BF" w14:textId="3E39B777" w:rsidR="00004E7A" w:rsidRPr="00BB32C2" w:rsidRDefault="00004E7A" w:rsidP="00004E7A">
            <w:pPr>
              <w:rPr>
                <w:lang w:val="en-US"/>
              </w:rPr>
            </w:pPr>
            <w:r w:rsidRPr="00BB32C2">
              <w:rPr>
                <w:lang w:val="en-US"/>
              </w:rPr>
              <w:t>Exp. Date</w:t>
            </w:r>
            <w:r w:rsidR="00667596" w:rsidRPr="00BB32C2">
              <w:rPr>
                <w:lang w:val="en-US"/>
              </w:rPr>
              <w:t xml:space="preserve">:  </w:t>
            </w:r>
            <w:sdt>
              <w:sdtPr>
                <w:rPr>
                  <w:lang w:val="en-US"/>
                </w:rPr>
                <w:id w:val="1221408405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Content>
                <w:r w:rsidR="00BB32C2">
                  <w:rPr>
                    <w:lang w:val="en-US"/>
                  </w:rPr>
                  <w:t>MM/DD/YY</w:t>
                </w:r>
              </w:sdtContent>
            </w:sdt>
          </w:p>
          <w:p w14:paraId="2672A49D" w14:textId="77777777" w:rsidR="00004E7A" w:rsidRPr="00BB32C2" w:rsidRDefault="00004E7A" w:rsidP="00004E7A">
            <w:pPr>
              <w:rPr>
                <w:lang w:val="en-US"/>
              </w:rPr>
            </w:pPr>
          </w:p>
          <w:p w14:paraId="1721E7EA" w14:textId="77777777" w:rsidR="00004E7A" w:rsidRPr="00BB32C2" w:rsidRDefault="00004E7A" w:rsidP="00004E7A">
            <w:pPr>
              <w:rPr>
                <w:lang w:val="en-US"/>
              </w:rPr>
            </w:pPr>
          </w:p>
          <w:p w14:paraId="1720A752" w14:textId="3CAA34FB" w:rsidR="008D7A47" w:rsidRPr="007B149D" w:rsidRDefault="008D7A47" w:rsidP="007B149D">
            <w:pPr>
              <w:pStyle w:val="Ttulo2"/>
              <w:rPr>
                <w:color w:val="DD8047" w:themeColor="accent2"/>
                <w:lang w:val="en-US"/>
              </w:rPr>
            </w:pPr>
            <w:r w:rsidRPr="008D7A47">
              <w:rPr>
                <w:color w:val="DD8047" w:themeColor="accent2"/>
                <w:lang w:val="en-US"/>
              </w:rPr>
              <w:t>emergency contact</w:t>
            </w:r>
            <w:r>
              <w:rPr>
                <w:color w:val="DD8047" w:themeColor="accent2"/>
                <w:lang w:val="en-US"/>
              </w:rPr>
              <w:t>s</w:t>
            </w:r>
          </w:p>
          <w:p w14:paraId="5ABFB873" w14:textId="77777777" w:rsidR="008D7A47" w:rsidRPr="00F65527" w:rsidRDefault="008D7A47" w:rsidP="008D7A47">
            <w:pPr>
              <w:rPr>
                <w:b/>
                <w:color w:val="DD8047" w:themeColor="accent2"/>
                <w:sz w:val="22"/>
                <w:u w:val="single"/>
                <w:lang w:val="en-US"/>
              </w:rPr>
            </w:pPr>
            <w:r w:rsidRPr="00F65527">
              <w:rPr>
                <w:b/>
                <w:color w:val="DD8047" w:themeColor="accent2"/>
                <w:sz w:val="22"/>
                <w:u w:val="single"/>
                <w:lang w:val="en-US"/>
              </w:rPr>
              <w:t>CONTACT 1:</w:t>
            </w:r>
          </w:p>
          <w:p w14:paraId="0813EE72" w14:textId="16332EFF" w:rsidR="008D7A47" w:rsidRPr="008D7A47" w:rsidRDefault="008D7A47" w:rsidP="008D7A47">
            <w:pPr>
              <w:rPr>
                <w:sz w:val="20"/>
                <w:szCs w:val="24"/>
                <w:lang w:val="en-US"/>
              </w:rPr>
            </w:pPr>
            <w:r w:rsidRPr="008D7A47">
              <w:rPr>
                <w:sz w:val="20"/>
                <w:szCs w:val="24"/>
                <w:lang w:val="en-US"/>
              </w:rPr>
              <w:t>Name:</w:t>
            </w:r>
            <w:r w:rsidR="007B149D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-926499737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7B149D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7FAF36A5" w14:textId="77777777" w:rsidR="008D7A47" w:rsidRPr="008D7A47" w:rsidRDefault="008D7A47" w:rsidP="008D7A47">
            <w:pPr>
              <w:rPr>
                <w:sz w:val="20"/>
                <w:szCs w:val="24"/>
                <w:lang w:val="en-US"/>
              </w:rPr>
            </w:pPr>
            <w:r w:rsidRPr="008D7A47">
              <w:rPr>
                <w:sz w:val="20"/>
                <w:szCs w:val="24"/>
                <w:lang w:val="en-US"/>
              </w:rPr>
              <w:t xml:space="preserve">Relationship:  </w:t>
            </w:r>
            <w:sdt>
              <w:sdtPr>
                <w:rPr>
                  <w:sz w:val="20"/>
                  <w:szCs w:val="24"/>
                  <w:lang w:val="en-US"/>
                </w:rPr>
                <w:id w:val="-1229454539"/>
                <w:placeholder>
                  <w:docPart w:val="3DACD77CC03743C79D6EF515DDC2E267"/>
                </w:placeholder>
                <w:comboBox>
                  <w:listItem w:value="Elija un elemento."/>
                  <w:listItem w:displayText="Mother" w:value="Mother"/>
                  <w:listItem w:displayText="Father" w:value="Father"/>
                  <w:listItem w:displayText="Stepmother" w:value="Stepmother"/>
                  <w:listItem w:displayText="Stepfather" w:value="Stepfather"/>
                  <w:listItem w:displayText="Sister" w:value="Sister"/>
                  <w:listItem w:displayText="Brother" w:value="Brother"/>
                  <w:listItem w:displayText="Uncle" w:value="Uncle"/>
                  <w:listItem w:displayText="Aunt" w:value="Aunt"/>
                  <w:listItem w:displayText="Wife" w:value="Wife"/>
                  <w:listItem w:displayText="Husband" w:value="Husband"/>
                </w:comboBox>
              </w:sdtPr>
              <w:sdtContent>
                <w:r w:rsidRPr="008D7A47">
                  <w:rPr>
                    <w:sz w:val="20"/>
                    <w:szCs w:val="24"/>
                    <w:lang w:val="en-US"/>
                  </w:rPr>
                  <w:t>Relative</w:t>
                </w:r>
              </w:sdtContent>
            </w:sdt>
          </w:p>
          <w:p w14:paraId="7FD050B9" w14:textId="3AF76BA2" w:rsidR="008D7A47" w:rsidRPr="008D7A47" w:rsidRDefault="008D7A47" w:rsidP="008D7A47">
            <w:pPr>
              <w:rPr>
                <w:sz w:val="20"/>
                <w:szCs w:val="24"/>
                <w:lang w:val="en-US"/>
              </w:rPr>
            </w:pPr>
            <w:r w:rsidRPr="008D7A47">
              <w:rPr>
                <w:sz w:val="20"/>
                <w:szCs w:val="24"/>
                <w:lang w:val="en-US"/>
              </w:rPr>
              <w:t>Contact Number:</w:t>
            </w:r>
            <w:r w:rsidR="007B149D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129991000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7B149D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75B5C1EA" w14:textId="34E10340" w:rsidR="008D7A47" w:rsidRPr="008D7A47" w:rsidRDefault="008D7A47" w:rsidP="008D7A47">
            <w:pPr>
              <w:rPr>
                <w:sz w:val="20"/>
                <w:szCs w:val="24"/>
                <w:lang w:val="en-US"/>
              </w:rPr>
            </w:pPr>
            <w:r w:rsidRPr="008D7A47">
              <w:rPr>
                <w:sz w:val="20"/>
                <w:szCs w:val="24"/>
                <w:lang w:val="en-US"/>
              </w:rPr>
              <w:t>Email:</w:t>
            </w:r>
            <w:r w:rsidR="007B149D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-943608161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7B149D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58DD1FD3" w14:textId="77777777" w:rsidR="008D7A47" w:rsidRPr="00B001A6" w:rsidRDefault="008D7A47" w:rsidP="008D7A47">
            <w:pPr>
              <w:rPr>
                <w:lang w:val="en-US"/>
              </w:rPr>
            </w:pPr>
          </w:p>
          <w:p w14:paraId="361AB832" w14:textId="77777777" w:rsidR="008D7A47" w:rsidRPr="009E7E49" w:rsidRDefault="008D7A47" w:rsidP="008D7A47">
            <w:pPr>
              <w:rPr>
                <w:b/>
                <w:color w:val="B85A22" w:themeColor="accent2" w:themeShade="BF"/>
                <w:sz w:val="22"/>
                <w:u w:val="single"/>
                <w:lang w:val="en-US"/>
              </w:rPr>
            </w:pPr>
            <w:r w:rsidRPr="00F65527">
              <w:rPr>
                <w:b/>
                <w:color w:val="DD8047" w:themeColor="accent2"/>
                <w:sz w:val="22"/>
                <w:u w:val="single"/>
                <w:lang w:val="en-US"/>
              </w:rPr>
              <w:t>CONTACT 2</w:t>
            </w:r>
            <w:r w:rsidRPr="009E7E49">
              <w:rPr>
                <w:b/>
                <w:color w:val="B85A22" w:themeColor="accent2" w:themeShade="BF"/>
                <w:sz w:val="22"/>
                <w:u w:val="single"/>
                <w:lang w:val="en-US"/>
              </w:rPr>
              <w:t>:</w:t>
            </w:r>
          </w:p>
          <w:p w14:paraId="3A192823" w14:textId="2C74ADFE" w:rsidR="008D7A47" w:rsidRPr="00F65527" w:rsidRDefault="008D7A47" w:rsidP="008D7A47">
            <w:pPr>
              <w:rPr>
                <w:color w:val="000000" w:themeColor="text1"/>
                <w:sz w:val="20"/>
                <w:szCs w:val="24"/>
                <w:lang w:val="en-US"/>
              </w:rPr>
            </w:pPr>
            <w:r w:rsidRPr="00F65527">
              <w:rPr>
                <w:color w:val="000000" w:themeColor="text1"/>
                <w:sz w:val="20"/>
                <w:szCs w:val="24"/>
                <w:lang w:val="en-US"/>
              </w:rPr>
              <w:t>Name:</w:t>
            </w:r>
            <w:r w:rsidR="007B149D">
              <w:rPr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-1545906116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7B149D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7225959D" w14:textId="77777777" w:rsidR="008D7A47" w:rsidRPr="00F65527" w:rsidRDefault="008D7A47" w:rsidP="008D7A47">
            <w:pPr>
              <w:rPr>
                <w:color w:val="000000" w:themeColor="text1"/>
                <w:sz w:val="20"/>
                <w:szCs w:val="24"/>
                <w:lang w:val="en-US"/>
              </w:rPr>
            </w:pPr>
            <w:r w:rsidRPr="00F65527">
              <w:rPr>
                <w:color w:val="000000" w:themeColor="text1"/>
                <w:sz w:val="20"/>
                <w:szCs w:val="24"/>
                <w:lang w:val="en-US"/>
              </w:rPr>
              <w:t xml:space="preserve">Relationship:  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1562603092"/>
                <w:placeholder>
                  <w:docPart w:val="CD7F77EB6BE94D3F822FF387C3520C09"/>
                </w:placeholder>
                <w:comboBox>
                  <w:listItem w:value="Elija un elemento."/>
                  <w:listItem w:displayText="Mother" w:value="Mother"/>
                  <w:listItem w:displayText="Father" w:value="Father"/>
                  <w:listItem w:displayText="Stepmother" w:value="Stepmother"/>
                  <w:listItem w:displayText="Stepfather" w:value="Stepfather"/>
                  <w:listItem w:displayText="Sister" w:value="Sister"/>
                  <w:listItem w:displayText="Brother" w:value="Brother"/>
                  <w:listItem w:displayText="Aunt" w:value="Aunt"/>
                  <w:listItem w:displayText="Uncle" w:value="Uncle"/>
                  <w:listItem w:displayText="Wife" w:value="Wife"/>
                  <w:listItem w:displayText="Husband" w:value="Husband"/>
                </w:comboBox>
              </w:sdtPr>
              <w:sdtContent>
                <w:r w:rsidRPr="00F65527">
                  <w:rPr>
                    <w:color w:val="000000" w:themeColor="text1"/>
                    <w:sz w:val="20"/>
                    <w:szCs w:val="24"/>
                    <w:lang w:val="en-US"/>
                  </w:rPr>
                  <w:t>Relative</w:t>
                </w:r>
              </w:sdtContent>
            </w:sdt>
          </w:p>
          <w:p w14:paraId="26E98C24" w14:textId="16D7975D" w:rsidR="008D7A47" w:rsidRPr="00F65527" w:rsidRDefault="008D7A47" w:rsidP="008D7A47">
            <w:pPr>
              <w:rPr>
                <w:color w:val="000000" w:themeColor="text1"/>
                <w:sz w:val="20"/>
                <w:szCs w:val="24"/>
                <w:lang w:val="en-US"/>
              </w:rPr>
            </w:pPr>
            <w:r w:rsidRPr="00F65527">
              <w:rPr>
                <w:color w:val="000000" w:themeColor="text1"/>
                <w:sz w:val="20"/>
                <w:szCs w:val="24"/>
                <w:lang w:val="en-US"/>
              </w:rPr>
              <w:t>Contact Number:</w:t>
            </w:r>
            <w:r w:rsidR="007B149D">
              <w:rPr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2060663201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7B149D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68B20E54" w14:textId="5D56CE56" w:rsidR="008D7A47" w:rsidRPr="00F65527" w:rsidRDefault="008D7A47" w:rsidP="008D7A47">
            <w:pPr>
              <w:rPr>
                <w:color w:val="000000" w:themeColor="text1"/>
                <w:sz w:val="20"/>
                <w:szCs w:val="24"/>
                <w:lang w:val="en-US"/>
              </w:rPr>
            </w:pPr>
            <w:r w:rsidRPr="00F65527">
              <w:rPr>
                <w:color w:val="000000" w:themeColor="text1"/>
                <w:sz w:val="20"/>
                <w:szCs w:val="24"/>
                <w:lang w:val="en-US"/>
              </w:rPr>
              <w:t>Email:</w:t>
            </w:r>
            <w:r w:rsidR="007B149D">
              <w:rPr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-879785270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7B149D" w:rsidRPr="00C77E6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  <w:p w14:paraId="254E01DD" w14:textId="77777777" w:rsidR="007B149D" w:rsidRDefault="007B149D" w:rsidP="008D7A47">
            <w:pPr>
              <w:tabs>
                <w:tab w:val="left" w:pos="990"/>
              </w:tabs>
            </w:pPr>
          </w:p>
          <w:p w14:paraId="0F4A8FE8" w14:textId="77777777" w:rsidR="007B149D" w:rsidRDefault="007B149D" w:rsidP="008D7A47">
            <w:pPr>
              <w:tabs>
                <w:tab w:val="left" w:pos="990"/>
              </w:tabs>
            </w:pPr>
          </w:p>
          <w:p w14:paraId="481AC486" w14:textId="77777777" w:rsidR="007B149D" w:rsidRDefault="007B149D" w:rsidP="008D7A47">
            <w:pPr>
              <w:tabs>
                <w:tab w:val="left" w:pos="990"/>
              </w:tabs>
            </w:pPr>
          </w:p>
          <w:p w14:paraId="6B32ED3D" w14:textId="3A7F7E3D" w:rsidR="008D7A47" w:rsidRPr="0059649E" w:rsidRDefault="008D7A47" w:rsidP="008D7A47">
            <w:pPr>
              <w:tabs>
                <w:tab w:val="left" w:pos="990"/>
              </w:tabs>
            </w:pPr>
            <w:r w:rsidRPr="008D7A47">
              <w:t xml:space="preserve">As of </w:t>
            </w:r>
            <w:sdt>
              <w:sdtPr>
                <w:id w:val="1108926057"/>
                <w:placeholder>
                  <w:docPart w:val="D3C6ED33D9784437909B2174F7C99B2C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Content>
                <w:r w:rsidRPr="008D7A47">
                  <w:rPr>
                    <w:lang w:val="es-PA"/>
                  </w:rPr>
                  <w:t>MM/DD/YY</w:t>
                </w:r>
              </w:sdtContent>
            </w:sdt>
          </w:p>
          <w:p w14:paraId="55ED0499" w14:textId="77777777" w:rsidR="00004E7A" w:rsidRPr="00895C9B" w:rsidRDefault="00004E7A" w:rsidP="00703BB3">
            <w:pPr>
              <w:tabs>
                <w:tab w:val="left" w:pos="990"/>
              </w:tabs>
              <w:rPr>
                <w:lang w:val="en-US"/>
              </w:rPr>
            </w:pPr>
          </w:p>
        </w:tc>
        <w:tc>
          <w:tcPr>
            <w:tcW w:w="370" w:type="dxa"/>
          </w:tcPr>
          <w:p w14:paraId="00D64FE1" w14:textId="77777777" w:rsidR="00004E7A" w:rsidRPr="00895C9B" w:rsidRDefault="00004E7A" w:rsidP="00004E7A">
            <w:pPr>
              <w:tabs>
                <w:tab w:val="left" w:pos="990"/>
              </w:tabs>
              <w:rPr>
                <w:lang w:val="en-US"/>
              </w:rPr>
            </w:pPr>
          </w:p>
        </w:tc>
        <w:tc>
          <w:tcPr>
            <w:tcW w:w="6783" w:type="dxa"/>
          </w:tcPr>
          <w:p w14:paraId="472E5787" w14:textId="4A3D1010" w:rsidR="00004E7A" w:rsidRPr="009E7E49" w:rsidRDefault="00004E7A" w:rsidP="00004E7A">
            <w:pPr>
              <w:pStyle w:val="Ttulo2"/>
              <w:rPr>
                <w:color w:val="DD8047" w:themeColor="accent2"/>
                <w:lang w:val="en-US"/>
              </w:rPr>
            </w:pPr>
            <w:r w:rsidRPr="009E7E49">
              <w:rPr>
                <w:color w:val="DD8047" w:themeColor="accent2"/>
                <w:lang w:val="en-US"/>
              </w:rPr>
              <w:t>Practical Experience</w:t>
            </w:r>
          </w:p>
          <w:p w14:paraId="57E0BDD1" w14:textId="267213C1" w:rsidR="00004E7A" w:rsidRPr="002044E4" w:rsidRDefault="00004E7A" w:rsidP="00004E7A">
            <w:pPr>
              <w:pStyle w:val="Ttulo4"/>
              <w:rPr>
                <w:color w:val="000000" w:themeColor="text1"/>
                <w:sz w:val="20"/>
                <w:szCs w:val="24"/>
                <w:lang w:val="en-US"/>
              </w:rPr>
            </w:pPr>
            <w:r w:rsidRPr="002044E4">
              <w:rPr>
                <w:color w:val="000000" w:themeColor="text1"/>
                <w:sz w:val="20"/>
                <w:szCs w:val="24"/>
                <w:lang w:val="en-US"/>
              </w:rPr>
              <w:t>[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-207333387"/>
                <w:placeholder>
                  <w:docPart w:val="DefaultPlaceholder_-1854013440"/>
                </w:placeholder>
                <w:text/>
              </w:sdtPr>
              <w:sdtContent>
                <w:r w:rsidR="00667596">
                  <w:rPr>
                    <w:color w:val="000000" w:themeColor="text1"/>
                    <w:sz w:val="20"/>
                    <w:szCs w:val="24"/>
                    <w:lang w:val="en-US"/>
                  </w:rPr>
                  <w:t xml:space="preserve">Please insert: </w:t>
                </w:r>
                <w:r w:rsidRPr="002044E4">
                  <w:rPr>
                    <w:color w:val="000000" w:themeColor="text1"/>
                    <w:sz w:val="20"/>
                    <w:szCs w:val="24"/>
                    <w:lang w:val="en-US"/>
                  </w:rPr>
                  <w:t>Company – Rank / Position</w:t>
                </w:r>
              </w:sdtContent>
            </w:sdt>
            <w:r w:rsidRPr="002044E4">
              <w:rPr>
                <w:color w:val="000000" w:themeColor="text1"/>
                <w:sz w:val="20"/>
                <w:szCs w:val="24"/>
                <w:lang w:val="en-US"/>
              </w:rPr>
              <w:t>]</w:t>
            </w:r>
          </w:p>
          <w:p w14:paraId="1CD8C706" w14:textId="1EB8F226" w:rsidR="00F44719" w:rsidRPr="00F44719" w:rsidRDefault="00F44719" w:rsidP="00F44719">
            <w:pPr>
              <w:rPr>
                <w:lang w:val="en-US"/>
              </w:rPr>
            </w:pPr>
          </w:p>
          <w:p w14:paraId="63DEEAB8" w14:textId="63848C08" w:rsidR="00004E7A" w:rsidRPr="002044E4" w:rsidRDefault="00004E7A" w:rsidP="00004E7A">
            <w:pPr>
              <w:pStyle w:val="Fecha"/>
              <w:rPr>
                <w:sz w:val="20"/>
                <w:szCs w:val="24"/>
                <w:lang w:val="en-US" w:bidi="es-ES"/>
              </w:rPr>
            </w:pPr>
            <w:r w:rsidRPr="002044E4">
              <w:rPr>
                <w:sz w:val="20"/>
                <w:szCs w:val="24"/>
                <w:lang w:val="en-US"/>
              </w:rPr>
              <w:t>Enrollment</w:t>
            </w:r>
            <w:r w:rsidRPr="002044E4">
              <w:rPr>
                <w:sz w:val="20"/>
                <w:szCs w:val="24"/>
                <w:lang w:val="en-US" w:bidi="es-ES"/>
              </w:rPr>
              <w:t xml:space="preserve"> date:</w:t>
            </w:r>
            <w:r w:rsidR="002044E4">
              <w:rPr>
                <w:sz w:val="20"/>
                <w:szCs w:val="24"/>
                <w:lang w:val="en-US" w:bidi="es-ES"/>
              </w:rPr>
              <w:t xml:space="preserve">   </w:t>
            </w:r>
            <w:sdt>
              <w:sdtPr>
                <w:rPr>
                  <w:sz w:val="20"/>
                  <w:szCs w:val="24"/>
                  <w:lang w:val="en-US" w:bidi="es-ES"/>
                </w:rPr>
                <w:id w:val="-1714425823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Content>
                <w:r w:rsidR="002044E4">
                  <w:rPr>
                    <w:sz w:val="20"/>
                    <w:szCs w:val="24"/>
                    <w:lang w:val="en-US" w:bidi="es-ES"/>
                  </w:rPr>
                  <w:t>MM/DD/YY</w:t>
                </w:r>
              </w:sdtContent>
            </w:sdt>
          </w:p>
          <w:p w14:paraId="79DF6EFB" w14:textId="3E4F95E3" w:rsidR="00004E7A" w:rsidRPr="002044E4" w:rsidRDefault="00004E7A" w:rsidP="00004E7A">
            <w:pPr>
              <w:rPr>
                <w:sz w:val="20"/>
                <w:szCs w:val="24"/>
                <w:lang w:val="en-US" w:bidi="es-ES"/>
              </w:rPr>
            </w:pPr>
            <w:r w:rsidRPr="002044E4">
              <w:rPr>
                <w:sz w:val="20"/>
                <w:szCs w:val="24"/>
                <w:lang w:val="en-US" w:bidi="es-ES"/>
              </w:rPr>
              <w:t>Discharge date:</w:t>
            </w:r>
            <w:r w:rsidR="002044E4">
              <w:rPr>
                <w:sz w:val="20"/>
                <w:szCs w:val="24"/>
                <w:lang w:val="en-US" w:bidi="es-ES"/>
              </w:rPr>
              <w:t xml:space="preserve">   </w:t>
            </w:r>
            <w:sdt>
              <w:sdtPr>
                <w:rPr>
                  <w:sz w:val="20"/>
                  <w:szCs w:val="24"/>
                  <w:lang w:val="en-US" w:bidi="es-ES"/>
                </w:rPr>
                <w:id w:val="-848791596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Content>
                <w:r w:rsidR="002044E4">
                  <w:rPr>
                    <w:sz w:val="20"/>
                    <w:szCs w:val="24"/>
                    <w:lang w:val="en-US" w:bidi="es-ES"/>
                  </w:rPr>
                  <w:t>MM/DD/YY</w:t>
                </w:r>
              </w:sdtContent>
            </w:sdt>
          </w:p>
          <w:p w14:paraId="0BB180BB" w14:textId="7CD53E6A" w:rsidR="00004E7A" w:rsidRPr="002044E4" w:rsidRDefault="00004E7A" w:rsidP="00004E7A">
            <w:pPr>
              <w:rPr>
                <w:sz w:val="20"/>
                <w:szCs w:val="24"/>
                <w:lang w:val="en-US" w:bidi="es-ES"/>
              </w:rPr>
            </w:pPr>
          </w:p>
          <w:p w14:paraId="33A44EFD" w14:textId="095E03B8" w:rsidR="00004E7A" w:rsidRDefault="00004E7A" w:rsidP="00004E7A">
            <w:pPr>
              <w:rPr>
                <w:b/>
                <w:bCs/>
                <w:sz w:val="20"/>
                <w:szCs w:val="24"/>
                <w:lang w:val="en-US"/>
              </w:rPr>
            </w:pPr>
            <w:r>
              <w:rPr>
                <w:b/>
                <w:bCs/>
                <w:sz w:val="20"/>
                <w:szCs w:val="24"/>
                <w:lang w:val="en-US"/>
              </w:rPr>
              <w:t>[</w:t>
            </w:r>
            <w:sdt>
              <w:sdtPr>
                <w:rPr>
                  <w:b/>
                  <w:bCs/>
                  <w:sz w:val="20"/>
                  <w:szCs w:val="24"/>
                  <w:lang w:val="en-US"/>
                </w:rPr>
                <w:id w:val="-162556611"/>
                <w:placeholder>
                  <w:docPart w:val="DefaultPlaceholder_-1854013440"/>
                </w:placeholder>
              </w:sdtPr>
              <w:sdtContent>
                <w:sdt>
                  <w:sdtPr>
                    <w:rPr>
                      <w:b/>
                      <w:bCs/>
                      <w:sz w:val="20"/>
                      <w:szCs w:val="24"/>
                      <w:lang w:val="en-US"/>
                    </w:rPr>
                    <w:id w:val="-348637713"/>
                    <w:placeholder>
                      <w:docPart w:val="DefaultPlaceholder_-1854013440"/>
                    </w:placeholder>
                    <w:text/>
                  </w:sdtPr>
                  <w:sdtContent>
                    <w:r w:rsidR="00667596">
                      <w:rPr>
                        <w:b/>
                        <w:bCs/>
                        <w:sz w:val="20"/>
                        <w:szCs w:val="24"/>
                        <w:lang w:val="en-US"/>
                      </w:rPr>
                      <w:t xml:space="preserve">Please insert: </w:t>
                    </w:r>
                    <w:r w:rsidRPr="009E7E49">
                      <w:rPr>
                        <w:b/>
                        <w:bCs/>
                        <w:sz w:val="20"/>
                        <w:szCs w:val="24"/>
                        <w:lang w:val="en-US"/>
                      </w:rPr>
                      <w:t>Company – Rank / Position</w:t>
                    </w:r>
                  </w:sdtContent>
                </w:sdt>
              </w:sdtContent>
            </w:sdt>
            <w:r>
              <w:rPr>
                <w:b/>
                <w:bCs/>
                <w:sz w:val="20"/>
                <w:szCs w:val="24"/>
                <w:lang w:val="en-US"/>
              </w:rPr>
              <w:t>]</w:t>
            </w:r>
          </w:p>
          <w:p w14:paraId="0A3CDD38" w14:textId="77777777" w:rsidR="00A66BE8" w:rsidRPr="009E7E49" w:rsidRDefault="00A66BE8" w:rsidP="00004E7A">
            <w:pPr>
              <w:rPr>
                <w:b/>
                <w:bCs/>
                <w:sz w:val="20"/>
                <w:szCs w:val="24"/>
                <w:lang w:val="en-US" w:bidi="es-ES"/>
              </w:rPr>
            </w:pPr>
          </w:p>
          <w:p w14:paraId="41771D92" w14:textId="28192C1C" w:rsidR="00004E7A" w:rsidRPr="002044E4" w:rsidRDefault="00004E7A" w:rsidP="00004E7A">
            <w:pPr>
              <w:rPr>
                <w:sz w:val="20"/>
                <w:szCs w:val="24"/>
                <w:lang w:val="en-US"/>
              </w:rPr>
            </w:pPr>
            <w:r w:rsidRPr="002044E4">
              <w:rPr>
                <w:sz w:val="20"/>
                <w:szCs w:val="24"/>
                <w:lang w:val="en-US"/>
              </w:rPr>
              <w:t>Enrollment date:</w:t>
            </w:r>
            <w:r w:rsidR="002044E4">
              <w:rPr>
                <w:sz w:val="20"/>
                <w:szCs w:val="24"/>
                <w:lang w:val="en-US"/>
              </w:rPr>
              <w:t xml:space="preserve">   </w:t>
            </w:r>
            <w:sdt>
              <w:sdtPr>
                <w:rPr>
                  <w:sz w:val="20"/>
                  <w:szCs w:val="24"/>
                  <w:lang w:val="en-US"/>
                </w:rPr>
                <w:id w:val="-752274830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Content>
                <w:r w:rsidR="002044E4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11B645D4" w14:textId="07657F92" w:rsidR="00004E7A" w:rsidRPr="002044E4" w:rsidRDefault="00004E7A" w:rsidP="00004E7A">
            <w:pPr>
              <w:rPr>
                <w:sz w:val="20"/>
                <w:szCs w:val="24"/>
                <w:lang w:val="en-US"/>
              </w:rPr>
            </w:pPr>
            <w:r w:rsidRPr="002044E4">
              <w:rPr>
                <w:sz w:val="20"/>
                <w:szCs w:val="24"/>
                <w:lang w:val="en-US"/>
              </w:rPr>
              <w:t>Discharge date:</w:t>
            </w:r>
            <w:r w:rsidR="002044E4">
              <w:rPr>
                <w:sz w:val="20"/>
                <w:szCs w:val="24"/>
                <w:lang w:val="en-US"/>
              </w:rPr>
              <w:t xml:space="preserve">   </w:t>
            </w:r>
            <w:sdt>
              <w:sdtPr>
                <w:rPr>
                  <w:sz w:val="20"/>
                  <w:szCs w:val="24"/>
                  <w:lang w:val="en-US"/>
                </w:rPr>
                <w:id w:val="-1190751868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Content>
                <w:r w:rsidR="002044E4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18A19D0D" w14:textId="77777777" w:rsidR="00004E7A" w:rsidRPr="002044E4" w:rsidRDefault="00004E7A" w:rsidP="00004E7A">
            <w:pPr>
              <w:rPr>
                <w:sz w:val="20"/>
                <w:szCs w:val="24"/>
                <w:lang w:val="en-US"/>
              </w:rPr>
            </w:pPr>
          </w:p>
          <w:p w14:paraId="0B12B6B2" w14:textId="7387A010" w:rsidR="00004E7A" w:rsidRDefault="00004E7A" w:rsidP="00004E7A">
            <w:pPr>
              <w:rPr>
                <w:b/>
                <w:bCs/>
                <w:sz w:val="20"/>
                <w:szCs w:val="24"/>
                <w:lang w:val="en-US"/>
              </w:rPr>
            </w:pPr>
            <w:r>
              <w:rPr>
                <w:b/>
                <w:bCs/>
                <w:sz w:val="20"/>
                <w:szCs w:val="24"/>
                <w:lang w:val="en-US"/>
              </w:rPr>
              <w:t>[</w:t>
            </w:r>
            <w:sdt>
              <w:sdtPr>
                <w:rPr>
                  <w:b/>
                  <w:bCs/>
                  <w:sz w:val="20"/>
                  <w:szCs w:val="24"/>
                  <w:lang w:val="en-US"/>
                </w:rPr>
                <w:id w:val="1781061416"/>
                <w:placeholder>
                  <w:docPart w:val="DefaultPlaceholder_-1854013440"/>
                </w:placeholder>
                <w:text/>
              </w:sdtPr>
              <w:sdtContent>
                <w:r w:rsidR="00667596">
                  <w:rPr>
                    <w:b/>
                    <w:bCs/>
                    <w:sz w:val="20"/>
                    <w:szCs w:val="24"/>
                    <w:lang w:val="en-US"/>
                  </w:rPr>
                  <w:t xml:space="preserve">Please insert: </w:t>
                </w:r>
                <w:r w:rsidRPr="009E7E49">
                  <w:rPr>
                    <w:b/>
                    <w:bCs/>
                    <w:sz w:val="20"/>
                    <w:szCs w:val="24"/>
                    <w:lang w:val="en-US"/>
                  </w:rPr>
                  <w:t>Company – Rank / Position</w:t>
                </w:r>
              </w:sdtContent>
            </w:sdt>
            <w:r>
              <w:rPr>
                <w:b/>
                <w:bCs/>
                <w:sz w:val="20"/>
                <w:szCs w:val="24"/>
                <w:lang w:val="en-US"/>
              </w:rPr>
              <w:t>]</w:t>
            </w:r>
          </w:p>
          <w:p w14:paraId="6D0762EB" w14:textId="77777777" w:rsidR="00A66BE8" w:rsidRPr="009E7E49" w:rsidRDefault="00A66BE8" w:rsidP="00004E7A">
            <w:pPr>
              <w:rPr>
                <w:b/>
                <w:bCs/>
                <w:sz w:val="20"/>
                <w:szCs w:val="24"/>
                <w:lang w:val="en-US"/>
              </w:rPr>
            </w:pPr>
          </w:p>
          <w:p w14:paraId="67F77C44" w14:textId="63ED4AA6" w:rsidR="00004E7A" w:rsidRPr="002044E4" w:rsidRDefault="00004E7A" w:rsidP="00004E7A">
            <w:pPr>
              <w:rPr>
                <w:sz w:val="20"/>
                <w:szCs w:val="24"/>
                <w:lang w:val="en-US"/>
              </w:rPr>
            </w:pPr>
            <w:r w:rsidRPr="002044E4">
              <w:rPr>
                <w:sz w:val="20"/>
                <w:szCs w:val="24"/>
                <w:lang w:val="en-US"/>
              </w:rPr>
              <w:t>Enrollment date:</w:t>
            </w:r>
            <w:r w:rsidR="002044E4">
              <w:rPr>
                <w:sz w:val="20"/>
                <w:szCs w:val="24"/>
                <w:lang w:val="en-US"/>
              </w:rPr>
              <w:t xml:space="preserve">   </w:t>
            </w:r>
            <w:sdt>
              <w:sdtPr>
                <w:rPr>
                  <w:sz w:val="20"/>
                  <w:szCs w:val="24"/>
                  <w:lang w:val="en-US"/>
                </w:rPr>
                <w:id w:val="-1818403927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Content>
                <w:r w:rsidR="002044E4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1C671FFC" w14:textId="2BB6C982" w:rsidR="00004E7A" w:rsidRPr="002044E4" w:rsidRDefault="00004E7A" w:rsidP="00004E7A">
            <w:pPr>
              <w:rPr>
                <w:sz w:val="20"/>
                <w:szCs w:val="24"/>
                <w:lang w:val="en-US"/>
              </w:rPr>
            </w:pPr>
            <w:r w:rsidRPr="002044E4">
              <w:rPr>
                <w:sz w:val="20"/>
                <w:szCs w:val="24"/>
                <w:lang w:val="en-US"/>
              </w:rPr>
              <w:t>Discharge date:</w:t>
            </w:r>
            <w:r w:rsidR="002044E4">
              <w:rPr>
                <w:sz w:val="20"/>
                <w:szCs w:val="24"/>
                <w:lang w:val="en-US"/>
              </w:rPr>
              <w:t xml:space="preserve">   </w:t>
            </w:r>
            <w:sdt>
              <w:sdtPr>
                <w:rPr>
                  <w:sz w:val="20"/>
                  <w:szCs w:val="24"/>
                  <w:lang w:val="en-US"/>
                </w:rPr>
                <w:id w:val="-2072263052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Content>
                <w:r w:rsidR="002044E4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3B42D3E0" w14:textId="77777777" w:rsidR="00004E7A" w:rsidRPr="002044E4" w:rsidRDefault="00004E7A" w:rsidP="00004E7A">
            <w:pPr>
              <w:rPr>
                <w:lang w:val="en-US"/>
              </w:rPr>
            </w:pPr>
          </w:p>
          <w:p w14:paraId="5A9B56AA" w14:textId="69DBC5AA" w:rsidR="00652CB5" w:rsidRDefault="00004E7A" w:rsidP="00004E7A">
            <w:pPr>
              <w:rPr>
                <w:b/>
                <w:bCs/>
                <w:color w:val="DD8047" w:themeColor="accent2"/>
                <w:sz w:val="22"/>
                <w:szCs w:val="28"/>
                <w:u w:val="single" w:color="BED3E4" w:themeColor="accent1" w:themeTint="99"/>
                <w:lang w:val="en-US"/>
              </w:rPr>
            </w:pPr>
            <w:r w:rsidRPr="009E7E49">
              <w:rPr>
                <w:b/>
                <w:bCs/>
                <w:color w:val="DD8047" w:themeColor="accent2"/>
                <w:sz w:val="22"/>
                <w:szCs w:val="28"/>
                <w:u w:val="single" w:color="BED3E4" w:themeColor="accent1" w:themeTint="99"/>
                <w:lang w:val="en-US"/>
              </w:rPr>
              <w:t>EXPERIENCE / RESPONS</w:t>
            </w:r>
            <w:r w:rsidR="00836FAF">
              <w:rPr>
                <w:b/>
                <w:bCs/>
                <w:color w:val="DD8047" w:themeColor="accent2"/>
                <w:sz w:val="22"/>
                <w:szCs w:val="28"/>
                <w:u w:val="single" w:color="BED3E4" w:themeColor="accent1" w:themeTint="99"/>
                <w:lang w:val="en-US"/>
              </w:rPr>
              <w:t>I</w:t>
            </w:r>
            <w:r w:rsidRPr="009E7E49">
              <w:rPr>
                <w:b/>
                <w:bCs/>
                <w:color w:val="DD8047" w:themeColor="accent2"/>
                <w:sz w:val="22"/>
                <w:szCs w:val="28"/>
                <w:u w:val="single" w:color="BED3E4" w:themeColor="accent1" w:themeTint="99"/>
                <w:lang w:val="en-US"/>
              </w:rPr>
              <w:t xml:space="preserve">BILITIES / ACHIEVEMENTS </w:t>
            </w:r>
          </w:p>
          <w:p w14:paraId="5E4B5109" w14:textId="75A0F593" w:rsidR="00004E7A" w:rsidRDefault="00004E7A" w:rsidP="00004E7A">
            <w:pPr>
              <w:rPr>
                <w:lang w:val="en-US"/>
              </w:rPr>
            </w:pPr>
          </w:p>
          <w:sdt>
            <w:sdtPr>
              <w:rPr>
                <w:lang w:val="en-US"/>
              </w:rPr>
              <w:id w:val="-1249958304"/>
              <w:placeholder>
                <w:docPart w:val="DefaultPlaceholder_-1854013440"/>
              </w:placeholder>
              <w:showingPlcHdr/>
              <w:text w:multiLine="1"/>
            </w:sdtPr>
            <w:sdtContent>
              <w:p w14:paraId="3AF9EC82" w14:textId="6325BA5D" w:rsidR="000E2BEA" w:rsidRPr="00B001A6" w:rsidRDefault="00703BB3" w:rsidP="00004E7A">
                <w:pPr>
                  <w:rPr>
                    <w:lang w:val="en-US"/>
                  </w:rPr>
                </w:pPr>
                <w:r w:rsidRPr="00C77E6B">
                  <w:rPr>
                    <w:rStyle w:val="Textodelmarcadordeposicin"/>
                  </w:rPr>
                  <w:t>Haga clic o pulse aquí para escribir texto.</w:t>
                </w:r>
              </w:p>
            </w:sdtContent>
          </w:sdt>
          <w:p w14:paraId="7DEBA80E" w14:textId="77777777" w:rsidR="00703BB3" w:rsidRDefault="00703BB3" w:rsidP="00004E7A">
            <w:pPr>
              <w:pStyle w:val="Ttulo2"/>
              <w:rPr>
                <w:lang w:val="en-US"/>
              </w:rPr>
            </w:pPr>
          </w:p>
          <w:p w14:paraId="0A70B8F3" w14:textId="059D484F" w:rsidR="00004E7A" w:rsidRPr="00B001A6" w:rsidRDefault="007B149D" w:rsidP="00004E7A">
            <w:pPr>
              <w:pStyle w:val="Ttulo2"/>
              <w:rPr>
                <w:lang w:val="en-US"/>
              </w:rPr>
            </w:pPr>
            <w:r>
              <w:rPr>
                <w:lang w:val="en-US"/>
              </w:rPr>
              <w:t xml:space="preserve">        </w:t>
            </w:r>
            <w:r w:rsidR="00004E7A" w:rsidRPr="00B001A6">
              <w:rPr>
                <w:lang w:val="en-US"/>
              </w:rPr>
              <w:t>imo Courses</w:t>
            </w:r>
          </w:p>
          <w:p w14:paraId="21740903" w14:textId="77777777" w:rsidR="00004E7A" w:rsidRPr="009E7E49" w:rsidRDefault="00004E7A" w:rsidP="00004E7A">
            <w:pPr>
              <w:jc w:val="center"/>
              <w:rPr>
                <w:b/>
                <w:color w:val="B85A22" w:themeColor="accent2" w:themeShade="BF"/>
                <w:szCs w:val="18"/>
                <w:u w:val="single"/>
                <w:lang w:val="en-US"/>
              </w:rPr>
            </w:pPr>
            <w:r w:rsidRPr="009E7E49">
              <w:rPr>
                <w:b/>
                <w:color w:val="B85A22" w:themeColor="accent2" w:themeShade="BF"/>
                <w:szCs w:val="18"/>
                <w:u w:val="single"/>
                <w:lang w:val="en-US"/>
              </w:rPr>
              <w:t>NAME</w:t>
            </w:r>
            <w:r w:rsidRPr="009E7E49">
              <w:rPr>
                <w:b/>
                <w:color w:val="B85A22" w:themeColor="accent2" w:themeShade="BF"/>
                <w:szCs w:val="18"/>
                <w:lang w:val="en-US"/>
              </w:rPr>
              <w:t xml:space="preserve">                                                       </w:t>
            </w:r>
            <w:r w:rsidRPr="009E7E49">
              <w:rPr>
                <w:b/>
                <w:color w:val="B85A22" w:themeColor="accent2" w:themeShade="BF"/>
                <w:szCs w:val="18"/>
                <w:u w:val="single"/>
                <w:lang w:val="en-US"/>
              </w:rPr>
              <w:t>Exp. Date</w:t>
            </w:r>
          </w:p>
          <w:p w14:paraId="7B8A7D8C" w14:textId="77777777" w:rsidR="00004E7A" w:rsidRPr="009E7E49" w:rsidRDefault="00004E7A" w:rsidP="00004E7A">
            <w:pPr>
              <w:rPr>
                <w:b/>
                <w:color w:val="B85A22" w:themeColor="accent2" w:themeShade="BF"/>
                <w:szCs w:val="18"/>
                <w:u w:val="single"/>
                <w:lang w:val="en-US"/>
              </w:rPr>
            </w:pPr>
          </w:p>
          <w:tbl>
            <w:tblPr>
              <w:tblStyle w:val="Tablaconcuadrcula"/>
              <w:tblW w:w="6572" w:type="dxa"/>
              <w:tblInd w:w="6" w:type="dxa"/>
              <w:tblLayout w:type="fixed"/>
              <w:tblLook w:val="04A0" w:firstRow="1" w:lastRow="0" w:firstColumn="1" w:lastColumn="0" w:noHBand="0" w:noVBand="1"/>
            </w:tblPr>
            <w:tblGrid>
              <w:gridCol w:w="3286"/>
              <w:gridCol w:w="3286"/>
            </w:tblGrid>
            <w:tr w:rsidR="00004E7A" w:rsidRPr="00A66BE8" w14:paraId="13943392" w14:textId="77777777" w:rsidTr="00703BB3">
              <w:trPr>
                <w:trHeight w:val="287"/>
              </w:trPr>
              <w:tc>
                <w:tcPr>
                  <w:tcW w:w="3286" w:type="dxa"/>
                </w:tcPr>
                <w:p w14:paraId="0AFF4C50" w14:textId="77777777" w:rsidR="00004E7A" w:rsidRDefault="00004E7A" w:rsidP="00836FAF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Security Awareness Training For All Seafarers</w:t>
                  </w:r>
                </w:p>
                <w:p w14:paraId="7F1F54A1" w14:textId="77777777" w:rsidR="00004E7A" w:rsidRDefault="00004E7A" w:rsidP="00836FAF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-1986839770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3286" w:type="dxa"/>
                    </w:tcPr>
                    <w:p w14:paraId="6FFE8DD6" w14:textId="5023998D" w:rsidR="00004E7A" w:rsidRPr="00A66BE8" w:rsidRDefault="00667596" w:rsidP="00836FAF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s-PA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:rsidRPr="00A66BE8" w14:paraId="195A6CF5" w14:textId="77777777" w:rsidTr="00703BB3">
              <w:trPr>
                <w:trHeight w:val="137"/>
              </w:trPr>
              <w:tc>
                <w:tcPr>
                  <w:tcW w:w="3286" w:type="dxa"/>
                </w:tcPr>
                <w:p w14:paraId="378B2003" w14:textId="77777777" w:rsidR="00004E7A" w:rsidRDefault="00004E7A" w:rsidP="00836FAF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Fire Prevention and Fire Fighting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705307511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3286" w:type="dxa"/>
                    </w:tcPr>
                    <w:p w14:paraId="6F57E0DD" w14:textId="555140A2" w:rsidR="00004E7A" w:rsidRPr="00A66BE8" w:rsidRDefault="00667596" w:rsidP="00836FAF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s-PA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14:paraId="0F4F767D" w14:textId="77777777" w:rsidTr="00703BB3">
              <w:trPr>
                <w:trHeight w:val="147"/>
              </w:trPr>
              <w:tc>
                <w:tcPr>
                  <w:tcW w:w="3286" w:type="dxa"/>
                </w:tcPr>
                <w:p w14:paraId="3D12B16B" w14:textId="77777777" w:rsidR="00004E7A" w:rsidRDefault="00004E7A" w:rsidP="00836FAF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Designated Security Duties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1120644203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3286" w:type="dxa"/>
                    </w:tcPr>
                    <w:p w14:paraId="112D3B7A" w14:textId="40255AFC" w:rsidR="00004E7A" w:rsidRPr="00A66BE8" w:rsidRDefault="00667596" w:rsidP="00836FAF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:rsidRPr="00A66BE8" w14:paraId="46CE914A" w14:textId="77777777" w:rsidTr="00703BB3">
              <w:trPr>
                <w:trHeight w:val="284"/>
              </w:trPr>
              <w:tc>
                <w:tcPr>
                  <w:tcW w:w="3286" w:type="dxa"/>
                </w:tcPr>
                <w:p w14:paraId="7681519A" w14:textId="077F2CC6" w:rsidR="00004E7A" w:rsidRDefault="00004E7A" w:rsidP="00836FAF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Personal Safety and Social Respons</w:t>
                  </w:r>
                  <w:r w:rsidR="00836FAF">
                    <w:rPr>
                      <w:noProof/>
                      <w:color w:val="000000" w:themeColor="text1"/>
                      <w:lang w:val="en-US" w:eastAsia="zh-CN"/>
                    </w:rPr>
                    <w:t>i</w:t>
                  </w:r>
                  <w:r>
                    <w:rPr>
                      <w:noProof/>
                      <w:color w:val="000000" w:themeColor="text1"/>
                      <w:lang w:val="en-US" w:eastAsia="zh-CN"/>
                    </w:rPr>
                    <w:t>bilities.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2137917972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3286" w:type="dxa"/>
                    </w:tcPr>
                    <w:p w14:paraId="5A2489FD" w14:textId="704F0C83" w:rsidR="00004E7A" w:rsidRPr="00A66BE8" w:rsidRDefault="00A66BE8" w:rsidP="00836FAF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14:paraId="41479E8A" w14:textId="77777777" w:rsidTr="00703BB3">
              <w:trPr>
                <w:trHeight w:val="147"/>
              </w:trPr>
              <w:tc>
                <w:tcPr>
                  <w:tcW w:w="3286" w:type="dxa"/>
                </w:tcPr>
                <w:p w14:paraId="7DA8B0AD" w14:textId="77777777" w:rsidR="00004E7A" w:rsidRDefault="00004E7A" w:rsidP="00836FAF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Elementary First Aid.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-1474827109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3286" w:type="dxa"/>
                    </w:tcPr>
                    <w:p w14:paraId="4B8ED329" w14:textId="57E43F9D" w:rsidR="00004E7A" w:rsidRPr="00A66BE8" w:rsidRDefault="00A66BE8" w:rsidP="00836FAF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14:paraId="436444E2" w14:textId="77777777" w:rsidTr="00703BB3">
              <w:trPr>
                <w:trHeight w:val="147"/>
              </w:trPr>
              <w:tc>
                <w:tcPr>
                  <w:tcW w:w="3286" w:type="dxa"/>
                </w:tcPr>
                <w:p w14:paraId="7399FB62" w14:textId="77777777" w:rsidR="00004E7A" w:rsidRDefault="00004E7A" w:rsidP="00836FAF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Personal Survival Techniques.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737683627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3286" w:type="dxa"/>
                    </w:tcPr>
                    <w:p w14:paraId="754DC3FA" w14:textId="48DF6EA6" w:rsidR="00004E7A" w:rsidRPr="00A66BE8" w:rsidRDefault="00A66BE8" w:rsidP="00836FAF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:rsidRPr="00A66BE8" w14:paraId="76F1A2DE" w14:textId="77777777" w:rsidTr="00703BB3">
              <w:trPr>
                <w:trHeight w:val="431"/>
              </w:trPr>
              <w:tc>
                <w:tcPr>
                  <w:tcW w:w="3286" w:type="dxa"/>
                </w:tcPr>
                <w:p w14:paraId="78B35DB3" w14:textId="1A7EDEC8" w:rsidR="00004E7A" w:rsidRDefault="00004E7A" w:rsidP="00836FAF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Proficiency in Survival Craft and Other than Fast Rescue Boat.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-1615595153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3286" w:type="dxa"/>
                    </w:tcPr>
                    <w:p w14:paraId="141EA6CC" w14:textId="1C52CDE4" w:rsidR="00004E7A" w:rsidRPr="00A66BE8" w:rsidRDefault="00A66BE8" w:rsidP="00836FAF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:rsidRPr="00A66BE8" w14:paraId="31A9F6A3" w14:textId="77777777" w:rsidTr="00703BB3">
              <w:trPr>
                <w:trHeight w:val="440"/>
              </w:trPr>
              <w:tc>
                <w:tcPr>
                  <w:tcW w:w="3286" w:type="dxa"/>
                </w:tcPr>
                <w:p w14:paraId="2F0218C8" w14:textId="77777777" w:rsidR="00004E7A" w:rsidRDefault="00004E7A" w:rsidP="00836FAF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Basic Training for Oil and Chemical Tanker Cargo Operations.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1477102801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3286" w:type="dxa"/>
                    </w:tcPr>
                    <w:p w14:paraId="7E7D8D7D" w14:textId="6E3AA02A" w:rsidR="00004E7A" w:rsidRPr="00A66BE8" w:rsidRDefault="00A66BE8" w:rsidP="00836FAF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:rsidRPr="00A66BE8" w14:paraId="4499F3EC" w14:textId="77777777" w:rsidTr="00703BB3">
              <w:trPr>
                <w:trHeight w:val="724"/>
              </w:trPr>
              <w:tc>
                <w:tcPr>
                  <w:tcW w:w="3286" w:type="dxa"/>
                </w:tcPr>
                <w:p w14:paraId="6067995D" w14:textId="77777777" w:rsidR="00004E7A" w:rsidRDefault="00004E7A" w:rsidP="00836FAF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Proficiency in Crisis Management and Human Behaviour Training Including Passenger Safety, Cargo Safety and Hull Integrity Training.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1234050679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3286" w:type="dxa"/>
                    </w:tcPr>
                    <w:p w14:paraId="01736FF0" w14:textId="23C88FE6" w:rsidR="00004E7A" w:rsidRPr="00A66BE8" w:rsidRDefault="00A66BE8" w:rsidP="00836FAF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14:paraId="5B7111C6" w14:textId="77777777" w:rsidTr="00703BB3">
              <w:trPr>
                <w:trHeight w:val="147"/>
              </w:trPr>
              <w:tc>
                <w:tcPr>
                  <w:tcW w:w="3286" w:type="dxa"/>
                </w:tcPr>
                <w:p w14:paraId="612F853E" w14:textId="418BA8ED" w:rsidR="00004E7A" w:rsidRDefault="00004E7A" w:rsidP="00836FAF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Crowd Management</w:t>
                  </w:r>
                  <w:r w:rsidR="006E6D7A">
                    <w:rPr>
                      <w:noProof/>
                      <w:color w:val="000000" w:themeColor="text1"/>
                      <w:lang w:val="en-US" w:eastAsia="zh-CN"/>
                    </w:rPr>
                    <w:t>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-1087765619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3286" w:type="dxa"/>
                    </w:tcPr>
                    <w:p w14:paraId="77177F06" w14:textId="6390001A" w:rsidR="00004E7A" w:rsidRPr="00A66BE8" w:rsidRDefault="00A66BE8" w:rsidP="00836FAF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14:paraId="22267B1E" w14:textId="77777777" w:rsidTr="00703BB3">
              <w:trPr>
                <w:trHeight w:val="293"/>
              </w:trPr>
              <w:tc>
                <w:tcPr>
                  <w:tcW w:w="3286" w:type="dxa"/>
                </w:tcPr>
                <w:p w14:paraId="1BC3B7DE" w14:textId="0C9E0933" w:rsidR="00004E7A" w:rsidRPr="006E6D7A" w:rsidRDefault="006E6D7A" w:rsidP="00836FAF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 w:rsidRPr="006E6D7A">
                    <w:rPr>
                      <w:noProof/>
                      <w:color w:val="000000" w:themeColor="text1"/>
                      <w:lang w:val="en-US" w:eastAsia="zh-CN"/>
                    </w:rPr>
                    <w:t>Crisis Management</w:t>
                  </w:r>
                  <w:r>
                    <w:rPr>
                      <w:noProof/>
                      <w:color w:val="000000" w:themeColor="text1"/>
                      <w:lang w:val="en-US" w:eastAsia="zh-CN"/>
                    </w:rPr>
                    <w:t xml:space="preserve"> and Human Behaviour.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s-PA" w:eastAsia="zh-CN"/>
                  </w:rPr>
                  <w:id w:val="-1023557599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3286" w:type="dxa"/>
                    </w:tcPr>
                    <w:p w14:paraId="3E717872" w14:textId="36E0A403" w:rsidR="00004E7A" w:rsidRPr="00A66BE8" w:rsidRDefault="006E6D7A" w:rsidP="00836FAF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s-PA" w:eastAsia="zh-CN"/>
                        </w:rPr>
                        <w:t>MM/DD/YY</w:t>
                      </w:r>
                    </w:p>
                  </w:tc>
                </w:sdtContent>
              </w:sdt>
            </w:tr>
          </w:tbl>
          <w:p w14:paraId="06D43A29" w14:textId="77777777" w:rsidR="00D04A3E" w:rsidRDefault="00D04A3E" w:rsidP="00004E7A">
            <w:pPr>
              <w:rPr>
                <w:noProof/>
                <w:color w:val="000000" w:themeColor="text1"/>
                <w:lang w:val="es-PA" w:eastAsia="zh-CN"/>
              </w:rPr>
            </w:pPr>
          </w:p>
          <w:p w14:paraId="1B094758" w14:textId="6ED37AA8" w:rsidR="00D04A3E" w:rsidRPr="00A66BE8" w:rsidRDefault="00D04A3E" w:rsidP="00004E7A">
            <w:pPr>
              <w:rPr>
                <w:noProof/>
                <w:color w:val="000000" w:themeColor="text1"/>
                <w:lang w:val="es-PA" w:eastAsia="zh-CN"/>
              </w:rPr>
            </w:pPr>
          </w:p>
        </w:tc>
      </w:tr>
    </w:tbl>
    <w:p w14:paraId="6221D178" w14:textId="515BC99D" w:rsidR="009A7921" w:rsidRPr="002044E4" w:rsidRDefault="009A7921" w:rsidP="000C45FF">
      <w:pPr>
        <w:tabs>
          <w:tab w:val="left" w:pos="990"/>
        </w:tabs>
        <w:rPr>
          <w:sz w:val="16"/>
          <w:szCs w:val="20"/>
        </w:rPr>
      </w:pPr>
    </w:p>
    <w:p w14:paraId="5124A8B0" w14:textId="48FCA040" w:rsidR="00EC5FB5" w:rsidRPr="0059649E" w:rsidRDefault="00EC5FB5" w:rsidP="000C45FF">
      <w:pPr>
        <w:tabs>
          <w:tab w:val="left" w:pos="990"/>
        </w:tabs>
      </w:pPr>
    </w:p>
    <w:sectPr w:rsidR="00EC5FB5" w:rsidRPr="0059649E" w:rsidSect="00797C90">
      <w:headerReference w:type="default" r:id="rId13"/>
      <w:pgSz w:w="12240" w:h="20160" w:code="5"/>
      <w:pgMar w:top="1296" w:right="576" w:bottom="720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FA1E8" w14:textId="77777777" w:rsidR="007603D4" w:rsidRDefault="007603D4" w:rsidP="000C45FF">
      <w:r>
        <w:separator/>
      </w:r>
    </w:p>
  </w:endnote>
  <w:endnote w:type="continuationSeparator" w:id="0">
    <w:p w14:paraId="2AA2502B" w14:textId="77777777" w:rsidR="007603D4" w:rsidRDefault="007603D4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D2FC7" w14:textId="77777777" w:rsidR="007603D4" w:rsidRDefault="007603D4" w:rsidP="000C45FF">
      <w:r>
        <w:separator/>
      </w:r>
    </w:p>
  </w:footnote>
  <w:footnote w:type="continuationSeparator" w:id="0">
    <w:p w14:paraId="02ED2379" w14:textId="77777777" w:rsidR="007603D4" w:rsidRDefault="007603D4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2F4B" w14:textId="7B246FB6" w:rsidR="00805BD0" w:rsidRDefault="00775706">
    <w:pPr>
      <w:pStyle w:val="Encabezado"/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24408B" wp14:editId="50D0D691">
              <wp:simplePos x="0" y="0"/>
              <wp:positionH relativeFrom="column">
                <wp:posOffset>-203835</wp:posOffset>
              </wp:positionH>
              <wp:positionV relativeFrom="paragraph">
                <wp:posOffset>-323849</wp:posOffset>
              </wp:positionV>
              <wp:extent cx="1685925" cy="590550"/>
              <wp:effectExtent l="0" t="0" r="9525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8592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D73AE4" w14:textId="24D1B79E" w:rsidR="00805BD0" w:rsidRPr="00775706" w:rsidRDefault="00805BD0">
                          <w:pPr>
                            <w:rPr>
                              <w:rFonts w:ascii="Arial" w:hAnsi="Arial" w:cs="Arial"/>
                              <w:b/>
                              <w:bCs/>
                              <w:lang w:val="es-PA"/>
                            </w:rPr>
                          </w:pPr>
                          <w:r w:rsidRPr="00775706">
                            <w:rPr>
                              <w:rFonts w:ascii="Arial" w:hAnsi="Arial" w:cs="Arial"/>
                              <w:b/>
                              <w:bCs/>
                              <w:lang w:val="es-PA"/>
                            </w:rPr>
                            <w:t>F-866</w:t>
                          </w:r>
                        </w:p>
                        <w:p w14:paraId="1C7DDEB9" w14:textId="373AE6F0" w:rsidR="00805BD0" w:rsidRPr="00775706" w:rsidRDefault="00805BD0">
                          <w:pPr>
                            <w:rPr>
                              <w:rFonts w:ascii="Arial" w:hAnsi="Arial" w:cs="Arial"/>
                              <w:sz w:val="16"/>
                              <w:szCs w:val="20"/>
                              <w:lang w:val="es-PA"/>
                            </w:rPr>
                          </w:pPr>
                          <w:r w:rsidRPr="00805BD0">
                            <w:rPr>
                              <w:rFonts w:ascii="Arial" w:hAnsi="Arial" w:cs="Arial"/>
                              <w:lang w:val="es-PA"/>
                            </w:rPr>
                            <w:t>(</w:t>
                          </w:r>
                          <w:r w:rsidRPr="00775706">
                            <w:rPr>
                              <w:rFonts w:ascii="Arial" w:hAnsi="Arial" w:cs="Arial"/>
                              <w:sz w:val="16"/>
                              <w:szCs w:val="20"/>
                              <w:lang w:val="es-PA"/>
                            </w:rPr>
                            <w:t>EMB)</w:t>
                          </w:r>
                        </w:p>
                        <w:p w14:paraId="69BA4B9E" w14:textId="31E47719" w:rsidR="00805BD0" w:rsidRPr="00775706" w:rsidRDefault="00805BD0">
                          <w:pPr>
                            <w:rPr>
                              <w:rFonts w:ascii="Arial" w:hAnsi="Arial" w:cs="Arial"/>
                              <w:sz w:val="16"/>
                              <w:szCs w:val="20"/>
                              <w:lang w:val="es-PA"/>
                            </w:rPr>
                          </w:pPr>
                          <w:r w:rsidRPr="00775706">
                            <w:rPr>
                              <w:rFonts w:ascii="Arial" w:hAnsi="Arial" w:cs="Arial"/>
                              <w:sz w:val="16"/>
                              <w:szCs w:val="20"/>
                              <w:lang w:val="es-PA"/>
                            </w:rPr>
                            <w:t>Rev: 0</w:t>
                          </w:r>
                          <w:r w:rsidR="00775706">
                            <w:rPr>
                              <w:rFonts w:ascii="Arial" w:hAnsi="Arial" w:cs="Arial"/>
                              <w:sz w:val="16"/>
                              <w:szCs w:val="20"/>
                              <w:lang w:val="es-PA"/>
                            </w:rPr>
                            <w:t>1</w:t>
                          </w:r>
                        </w:p>
                        <w:p w14:paraId="5B339EF2" w14:textId="21E55AC8" w:rsidR="00775706" w:rsidRPr="00775706" w:rsidRDefault="00775706">
                          <w:pPr>
                            <w:rPr>
                              <w:rFonts w:ascii="Arial" w:hAnsi="Arial" w:cs="Arial"/>
                              <w:sz w:val="16"/>
                              <w:szCs w:val="20"/>
                              <w:lang w:val="es-PA"/>
                            </w:rPr>
                          </w:pPr>
                          <w:r w:rsidRPr="00775706">
                            <w:rPr>
                              <w:rFonts w:ascii="Arial" w:hAnsi="Arial" w:cs="Arial"/>
                              <w:sz w:val="16"/>
                              <w:szCs w:val="20"/>
                              <w:lang w:val="es-PA"/>
                            </w:rPr>
                            <w:t>Fecha act: 12/JUL/2023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4408B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margin-left:-16.05pt;margin-top:-25.5pt;width:132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" fillcolor="white [3201]" stroked="f" strokeweight=".5pt">
              <v:textbox>
                <w:txbxContent>
                  <w:p w14:paraId="5CD73AE4" w14:textId="24D1B79E" w:rsidR="00805BD0" w:rsidRPr="00775706" w:rsidRDefault="00805BD0">
                    <w:pPr>
                      <w:rPr>
                        <w:rFonts w:ascii="Arial" w:hAnsi="Arial" w:cs="Arial"/>
                        <w:b/>
                        <w:bCs/>
                        <w:lang w:val="es-PA"/>
                      </w:rPr>
                    </w:pPr>
                    <w:r w:rsidRPr="00775706">
                      <w:rPr>
                        <w:rFonts w:ascii="Arial" w:hAnsi="Arial" w:cs="Arial"/>
                        <w:b/>
                        <w:bCs/>
                        <w:lang w:val="es-PA"/>
                      </w:rPr>
                      <w:t>F-866</w:t>
                    </w:r>
                  </w:p>
                  <w:p w14:paraId="1C7DDEB9" w14:textId="373AE6F0" w:rsidR="00805BD0" w:rsidRPr="00775706" w:rsidRDefault="00805BD0">
                    <w:pPr>
                      <w:rPr>
                        <w:rFonts w:ascii="Arial" w:hAnsi="Arial" w:cs="Arial"/>
                        <w:sz w:val="16"/>
                        <w:szCs w:val="20"/>
                        <w:lang w:val="es-PA"/>
                      </w:rPr>
                    </w:pPr>
                    <w:r w:rsidRPr="00805BD0">
                      <w:rPr>
                        <w:rFonts w:ascii="Arial" w:hAnsi="Arial" w:cs="Arial"/>
                        <w:lang w:val="es-PA"/>
                      </w:rPr>
                      <w:t>(</w:t>
                    </w:r>
                    <w:r w:rsidRPr="00775706">
                      <w:rPr>
                        <w:rFonts w:ascii="Arial" w:hAnsi="Arial" w:cs="Arial"/>
                        <w:sz w:val="16"/>
                        <w:szCs w:val="20"/>
                        <w:lang w:val="es-PA"/>
                      </w:rPr>
                      <w:t>EMB)</w:t>
                    </w:r>
                  </w:p>
                  <w:p w14:paraId="69BA4B9E" w14:textId="31E47719" w:rsidR="00805BD0" w:rsidRPr="00775706" w:rsidRDefault="00805BD0">
                    <w:pPr>
                      <w:rPr>
                        <w:rFonts w:ascii="Arial" w:hAnsi="Arial" w:cs="Arial"/>
                        <w:sz w:val="16"/>
                        <w:szCs w:val="20"/>
                        <w:lang w:val="es-PA"/>
                      </w:rPr>
                    </w:pPr>
                    <w:r w:rsidRPr="00775706">
                      <w:rPr>
                        <w:rFonts w:ascii="Arial" w:hAnsi="Arial" w:cs="Arial"/>
                        <w:sz w:val="16"/>
                        <w:szCs w:val="20"/>
                        <w:lang w:val="es-PA"/>
                      </w:rPr>
                      <w:t>Rev: 0</w:t>
                    </w:r>
                    <w:r w:rsidR="00775706">
                      <w:rPr>
                        <w:rFonts w:ascii="Arial" w:hAnsi="Arial" w:cs="Arial"/>
                        <w:sz w:val="16"/>
                        <w:szCs w:val="20"/>
                        <w:lang w:val="es-PA"/>
                      </w:rPr>
                      <w:t>1</w:t>
                    </w:r>
                  </w:p>
                  <w:p w14:paraId="5B339EF2" w14:textId="21E55AC8" w:rsidR="00775706" w:rsidRPr="00775706" w:rsidRDefault="00775706">
                    <w:pPr>
                      <w:rPr>
                        <w:rFonts w:ascii="Arial" w:hAnsi="Arial" w:cs="Arial"/>
                        <w:sz w:val="16"/>
                        <w:szCs w:val="20"/>
                        <w:lang w:val="es-PA"/>
                      </w:rPr>
                    </w:pPr>
                    <w:r w:rsidRPr="00775706">
                      <w:rPr>
                        <w:rFonts w:ascii="Arial" w:hAnsi="Arial" w:cs="Arial"/>
                        <w:sz w:val="16"/>
                        <w:szCs w:val="20"/>
                        <w:lang w:val="es-PA"/>
                      </w:rPr>
                      <w:t>Fecha act: 12/JUL/2023</w:t>
                    </w:r>
                  </w:p>
                </w:txbxContent>
              </v:textbox>
            </v:shape>
          </w:pict>
        </mc:Fallback>
      </mc:AlternateContent>
    </w:r>
    <w:r w:rsidR="00805BD0">
      <w:rPr>
        <w:noProof/>
        <w:lang w:val="en-US" w:eastAsia="zh-CN"/>
      </w:rPr>
      <w:drawing>
        <wp:anchor distT="0" distB="0" distL="114300" distR="114300" simplePos="0" relativeHeight="251660288" behindDoc="0" locked="0" layoutInCell="1" allowOverlap="1" wp14:anchorId="18158F40" wp14:editId="552AC142">
          <wp:simplePos x="0" y="0"/>
          <wp:positionH relativeFrom="margin">
            <wp:posOffset>3063240</wp:posOffset>
          </wp:positionH>
          <wp:positionV relativeFrom="topMargin">
            <wp:posOffset>57150</wp:posOffset>
          </wp:positionV>
          <wp:extent cx="666750" cy="666750"/>
          <wp:effectExtent l="0" t="0" r="0" b="0"/>
          <wp:wrapSquare wrapText="bothSides"/>
          <wp:docPr id="3" name="Imagen 3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373E33" w14:textId="77777777" w:rsidR="00805BD0" w:rsidRPr="000430E4" w:rsidRDefault="00805BD0" w:rsidP="00F65527">
    <w:pPr>
      <w:pStyle w:val="Encabezado"/>
      <w:jc w:val="center"/>
      <w:rPr>
        <w:szCs w:val="18"/>
      </w:rPr>
    </w:pPr>
  </w:p>
  <w:p w14:paraId="16258592" w14:textId="78C7BCAF" w:rsidR="00805BD0" w:rsidRPr="00F65527" w:rsidRDefault="000430E4" w:rsidP="00F65527">
    <w:pPr>
      <w:rPr>
        <w:rFonts w:ascii="Arial" w:hAnsi="Arial" w:cs="Arial"/>
        <w:b/>
        <w:bCs/>
        <w:szCs w:val="18"/>
        <w:lang w:val="en-US"/>
      </w:rPr>
    </w:pPr>
    <w:r>
      <w:rPr>
        <w:rFonts w:ascii="Arial" w:hAnsi="Arial" w:cs="Arial"/>
        <w:b/>
        <w:bCs/>
        <w:szCs w:val="18"/>
        <w:lang w:val="en-US"/>
      </w:rPr>
      <w:t xml:space="preserve">                                                                </w:t>
    </w:r>
    <w:r w:rsidR="008357CE" w:rsidRPr="00F65527">
      <w:rPr>
        <w:rFonts w:ascii="Arial" w:hAnsi="Arial" w:cs="Arial"/>
        <w:b/>
        <w:bCs/>
        <w:szCs w:val="18"/>
        <w:lang w:val="en-US"/>
      </w:rPr>
      <w:t>INTERNATIONAL MARITIME UNI</w:t>
    </w:r>
    <w:r w:rsidR="00BA0E57" w:rsidRPr="00F65527">
      <w:rPr>
        <w:rFonts w:ascii="Arial" w:hAnsi="Arial" w:cs="Arial"/>
        <w:b/>
        <w:bCs/>
        <w:szCs w:val="18"/>
        <w:lang w:val="en-US"/>
      </w:rPr>
      <w:t>V</w:t>
    </w:r>
    <w:r w:rsidR="008357CE" w:rsidRPr="00F65527">
      <w:rPr>
        <w:rFonts w:ascii="Arial" w:hAnsi="Arial" w:cs="Arial"/>
        <w:b/>
        <w:bCs/>
        <w:szCs w:val="18"/>
        <w:lang w:val="en-US"/>
      </w:rPr>
      <w:t>ERSITY OF PANAMA</w:t>
    </w:r>
  </w:p>
  <w:p w14:paraId="3FF3C474" w14:textId="76C44B8B" w:rsidR="00535076" w:rsidRPr="00F65527" w:rsidRDefault="004E7A16" w:rsidP="000430E4">
    <w:pPr>
      <w:jc w:val="center"/>
      <w:rPr>
        <w:rFonts w:ascii="Arial" w:hAnsi="Arial" w:cs="Arial"/>
        <w:szCs w:val="18"/>
        <w:lang w:val="en-US"/>
      </w:rPr>
    </w:pPr>
    <w:r w:rsidRPr="00F65527">
      <w:rPr>
        <w:rFonts w:ascii="Arial" w:hAnsi="Arial" w:cs="Arial"/>
        <w:szCs w:val="18"/>
        <w:lang w:val="en-US"/>
      </w:rPr>
      <w:t>ENROLLMENT</w:t>
    </w:r>
    <w:r w:rsidR="008357CE" w:rsidRPr="00F65527">
      <w:rPr>
        <w:rFonts w:ascii="Arial" w:hAnsi="Arial" w:cs="Arial"/>
        <w:szCs w:val="18"/>
        <w:lang w:val="en-US"/>
      </w:rPr>
      <w:t xml:space="preserve"> AND PROFESSIONAL PRACTICE</w:t>
    </w:r>
    <w:r w:rsidRPr="00F65527">
      <w:rPr>
        <w:rFonts w:ascii="Arial" w:hAnsi="Arial" w:cs="Arial"/>
        <w:szCs w:val="18"/>
        <w:lang w:val="en-US"/>
      </w:rPr>
      <w:t xml:space="preserve"> DEPARTMENT</w:t>
    </w:r>
  </w:p>
  <w:p w14:paraId="0E7983E8" w14:textId="0DBDA872" w:rsidR="00805BD0" w:rsidRPr="00F65527" w:rsidRDefault="00805BD0" w:rsidP="000430E4">
    <w:pPr>
      <w:jc w:val="center"/>
      <w:rPr>
        <w:rFonts w:ascii="inherit" w:eastAsia="Times New Roman" w:hAnsi="inherit" w:cs="Courier New"/>
        <w:color w:val="202124"/>
        <w:szCs w:val="18"/>
        <w:lang w:val="en-US" w:eastAsia="es-PA"/>
      </w:rPr>
    </w:pPr>
    <w:r w:rsidRPr="00F65527">
      <w:rPr>
        <w:rFonts w:ascii="Arial" w:hAnsi="Arial" w:cs="Arial"/>
        <w:szCs w:val="18"/>
        <w:lang w:val="en-US"/>
      </w:rPr>
      <w:t>RESUME OF CADETS OF THE FACULTY OF NAUTICAL SCIENCES</w:t>
    </w:r>
  </w:p>
  <w:p w14:paraId="5287B0AA" w14:textId="77777777" w:rsidR="00805BD0" w:rsidRPr="004E7A16" w:rsidRDefault="00805BD0">
    <w:pPr>
      <w:pStyle w:val="Encabezado"/>
      <w:rPr>
        <w:lang w:val="en-US"/>
      </w:rPr>
    </w:pPr>
  </w:p>
  <w:p w14:paraId="7C215B98" w14:textId="68EFCC90" w:rsidR="000C45FF" w:rsidRPr="0059649E" w:rsidRDefault="000C45FF">
    <w:pPr>
      <w:pStyle w:val="Encabezado"/>
    </w:pPr>
    <w:r w:rsidRPr="0059649E">
      <w:rPr>
        <w:noProof/>
        <w:lang w:val="en-US" w:eastAsia="zh-CN"/>
      </w:rPr>
      <w:drawing>
        <wp:anchor distT="0" distB="0" distL="114300" distR="114300" simplePos="0" relativeHeight="251658240" behindDoc="1" locked="0" layoutInCell="1" allowOverlap="1" wp14:anchorId="0316FC8C" wp14:editId="23E3429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12" name="Gráfico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05AE49E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E86087E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9897C4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6D03AF8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C86857E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A47FD2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647B0E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7A02E6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8808B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303FE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5C7D14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974559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7573654"/>
    <w:multiLevelType w:val="multilevel"/>
    <w:tmpl w:val="04090023"/>
    <w:styleLink w:val="ArtculoSeccin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492724508">
    <w:abstractNumId w:val="10"/>
  </w:num>
  <w:num w:numId="2" w16cid:durableId="85929585">
    <w:abstractNumId w:val="11"/>
  </w:num>
  <w:num w:numId="3" w16cid:durableId="541092632">
    <w:abstractNumId w:val="8"/>
  </w:num>
  <w:num w:numId="4" w16cid:durableId="1003047144">
    <w:abstractNumId w:val="3"/>
  </w:num>
  <w:num w:numId="5" w16cid:durableId="1383209624">
    <w:abstractNumId w:val="2"/>
  </w:num>
  <w:num w:numId="6" w16cid:durableId="1975287570">
    <w:abstractNumId w:val="1"/>
  </w:num>
  <w:num w:numId="7" w16cid:durableId="396436107">
    <w:abstractNumId w:val="0"/>
  </w:num>
  <w:num w:numId="8" w16cid:durableId="1487744062">
    <w:abstractNumId w:val="9"/>
  </w:num>
  <w:num w:numId="9" w16cid:durableId="1586721460">
    <w:abstractNumId w:val="7"/>
  </w:num>
  <w:num w:numId="10" w16cid:durableId="1158378999">
    <w:abstractNumId w:val="6"/>
  </w:num>
  <w:num w:numId="11" w16cid:durableId="1819417932">
    <w:abstractNumId w:val="5"/>
  </w:num>
  <w:num w:numId="12" w16cid:durableId="1515077133">
    <w:abstractNumId w:val="4"/>
  </w:num>
  <w:num w:numId="13" w16cid:durableId="12015521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ocumentProtection w:edit="forms" w:enforcement="1" w:cryptProviderType="rsaAES" w:cryptAlgorithmClass="hash" w:cryptAlgorithmType="typeAny" w:cryptAlgorithmSid="14" w:cryptSpinCount="100000" w:hash="aN56N7wQDK6FDmXOhDjzzRkln2EH0NzTdeHoI8H01/QBXv4N1Kfakpf6EpWVuGo3FM0EipWibBrGPkDlrNQP9g==" w:salt="nYupu4LTwPXiVOAXZKeoM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56C"/>
    <w:rsid w:val="00004E7A"/>
    <w:rsid w:val="00010E57"/>
    <w:rsid w:val="00031D30"/>
    <w:rsid w:val="00036450"/>
    <w:rsid w:val="000430E4"/>
    <w:rsid w:val="00075675"/>
    <w:rsid w:val="00094499"/>
    <w:rsid w:val="000A7AE2"/>
    <w:rsid w:val="000C45FF"/>
    <w:rsid w:val="000D088D"/>
    <w:rsid w:val="000E2BEA"/>
    <w:rsid w:val="000E3FD1"/>
    <w:rsid w:val="00112054"/>
    <w:rsid w:val="001424E5"/>
    <w:rsid w:val="001525E1"/>
    <w:rsid w:val="00180329"/>
    <w:rsid w:val="0019001F"/>
    <w:rsid w:val="00192637"/>
    <w:rsid w:val="001A74A5"/>
    <w:rsid w:val="001B2ABD"/>
    <w:rsid w:val="001D556C"/>
    <w:rsid w:val="001E0391"/>
    <w:rsid w:val="001E1759"/>
    <w:rsid w:val="001F1ECC"/>
    <w:rsid w:val="002044E4"/>
    <w:rsid w:val="00223463"/>
    <w:rsid w:val="00227B51"/>
    <w:rsid w:val="002400EB"/>
    <w:rsid w:val="00240406"/>
    <w:rsid w:val="00246FB9"/>
    <w:rsid w:val="002559EC"/>
    <w:rsid w:val="00256CF7"/>
    <w:rsid w:val="00281FD5"/>
    <w:rsid w:val="002D3CA3"/>
    <w:rsid w:val="0030481B"/>
    <w:rsid w:val="003156FC"/>
    <w:rsid w:val="00324E74"/>
    <w:rsid w:val="003254B5"/>
    <w:rsid w:val="0032741D"/>
    <w:rsid w:val="003312B8"/>
    <w:rsid w:val="0037121F"/>
    <w:rsid w:val="003764A7"/>
    <w:rsid w:val="003941D8"/>
    <w:rsid w:val="003A6B7D"/>
    <w:rsid w:val="003B06CA"/>
    <w:rsid w:val="004071FC"/>
    <w:rsid w:val="004142CD"/>
    <w:rsid w:val="00445947"/>
    <w:rsid w:val="004561E8"/>
    <w:rsid w:val="00461737"/>
    <w:rsid w:val="004813B3"/>
    <w:rsid w:val="00496591"/>
    <w:rsid w:val="004A2069"/>
    <w:rsid w:val="004C63E4"/>
    <w:rsid w:val="004D3011"/>
    <w:rsid w:val="004E6C87"/>
    <w:rsid w:val="004E7A16"/>
    <w:rsid w:val="004F6A1A"/>
    <w:rsid w:val="00504D30"/>
    <w:rsid w:val="005131B7"/>
    <w:rsid w:val="005262AC"/>
    <w:rsid w:val="00535076"/>
    <w:rsid w:val="0059649E"/>
    <w:rsid w:val="005B612D"/>
    <w:rsid w:val="005E39D5"/>
    <w:rsid w:val="00600670"/>
    <w:rsid w:val="0062123A"/>
    <w:rsid w:val="00646095"/>
    <w:rsid w:val="00646E75"/>
    <w:rsid w:val="00652CB5"/>
    <w:rsid w:val="00657E0B"/>
    <w:rsid w:val="00667596"/>
    <w:rsid w:val="00670C0A"/>
    <w:rsid w:val="006771D0"/>
    <w:rsid w:val="006A77E0"/>
    <w:rsid w:val="006E24C2"/>
    <w:rsid w:val="006E6D7A"/>
    <w:rsid w:val="00703BB3"/>
    <w:rsid w:val="00715FCB"/>
    <w:rsid w:val="00743101"/>
    <w:rsid w:val="0075164D"/>
    <w:rsid w:val="007530F3"/>
    <w:rsid w:val="007603D4"/>
    <w:rsid w:val="00766B35"/>
    <w:rsid w:val="00775706"/>
    <w:rsid w:val="007775E1"/>
    <w:rsid w:val="007867A0"/>
    <w:rsid w:val="007927F5"/>
    <w:rsid w:val="00797C90"/>
    <w:rsid w:val="007B149D"/>
    <w:rsid w:val="007E4A0C"/>
    <w:rsid w:val="0080055E"/>
    <w:rsid w:val="00802CA0"/>
    <w:rsid w:val="008046CE"/>
    <w:rsid w:val="00805BD0"/>
    <w:rsid w:val="00806642"/>
    <w:rsid w:val="008221F4"/>
    <w:rsid w:val="008357CE"/>
    <w:rsid w:val="00836FAF"/>
    <w:rsid w:val="00853ADC"/>
    <w:rsid w:val="00864CBF"/>
    <w:rsid w:val="008735B5"/>
    <w:rsid w:val="00895C9B"/>
    <w:rsid w:val="008A4849"/>
    <w:rsid w:val="008B15AD"/>
    <w:rsid w:val="008B6C83"/>
    <w:rsid w:val="008D7A47"/>
    <w:rsid w:val="008E0108"/>
    <w:rsid w:val="009129C7"/>
    <w:rsid w:val="009260CD"/>
    <w:rsid w:val="00937208"/>
    <w:rsid w:val="00943130"/>
    <w:rsid w:val="00952C25"/>
    <w:rsid w:val="00960946"/>
    <w:rsid w:val="009911CE"/>
    <w:rsid w:val="009A09AC"/>
    <w:rsid w:val="009A7921"/>
    <w:rsid w:val="009B7648"/>
    <w:rsid w:val="009D5713"/>
    <w:rsid w:val="009E7E49"/>
    <w:rsid w:val="00A2118D"/>
    <w:rsid w:val="00A41144"/>
    <w:rsid w:val="00A62E84"/>
    <w:rsid w:val="00A66BE8"/>
    <w:rsid w:val="00AA49A6"/>
    <w:rsid w:val="00AB3DD5"/>
    <w:rsid w:val="00AD76E2"/>
    <w:rsid w:val="00B001A6"/>
    <w:rsid w:val="00B112B4"/>
    <w:rsid w:val="00B20152"/>
    <w:rsid w:val="00B359E4"/>
    <w:rsid w:val="00B57D98"/>
    <w:rsid w:val="00B70850"/>
    <w:rsid w:val="00B77C54"/>
    <w:rsid w:val="00B77F64"/>
    <w:rsid w:val="00B80D92"/>
    <w:rsid w:val="00BA0E57"/>
    <w:rsid w:val="00BB32C2"/>
    <w:rsid w:val="00C066B6"/>
    <w:rsid w:val="00C37BA1"/>
    <w:rsid w:val="00C4674C"/>
    <w:rsid w:val="00C506CF"/>
    <w:rsid w:val="00C70465"/>
    <w:rsid w:val="00C72BED"/>
    <w:rsid w:val="00C82023"/>
    <w:rsid w:val="00C9578B"/>
    <w:rsid w:val="00CB0055"/>
    <w:rsid w:val="00CC0C6D"/>
    <w:rsid w:val="00CD49FA"/>
    <w:rsid w:val="00CE0453"/>
    <w:rsid w:val="00D0499A"/>
    <w:rsid w:val="00D04A3E"/>
    <w:rsid w:val="00D04BFE"/>
    <w:rsid w:val="00D2522B"/>
    <w:rsid w:val="00D422DE"/>
    <w:rsid w:val="00D5459D"/>
    <w:rsid w:val="00D83A60"/>
    <w:rsid w:val="00DA1F4D"/>
    <w:rsid w:val="00DD172A"/>
    <w:rsid w:val="00DF1161"/>
    <w:rsid w:val="00E25A26"/>
    <w:rsid w:val="00E31B2A"/>
    <w:rsid w:val="00E4381A"/>
    <w:rsid w:val="00E55D74"/>
    <w:rsid w:val="00E63672"/>
    <w:rsid w:val="00E747BE"/>
    <w:rsid w:val="00EB23AC"/>
    <w:rsid w:val="00EC5FB5"/>
    <w:rsid w:val="00EE4C8D"/>
    <w:rsid w:val="00F44719"/>
    <w:rsid w:val="00F4538E"/>
    <w:rsid w:val="00F50284"/>
    <w:rsid w:val="00F60274"/>
    <w:rsid w:val="00F65527"/>
    <w:rsid w:val="00F77FB9"/>
    <w:rsid w:val="00F94526"/>
    <w:rsid w:val="00FB068F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790C95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DD5"/>
    <w:rPr>
      <w:rFonts w:ascii="Century Gothic" w:hAnsi="Century Gothic"/>
      <w:sz w:val="18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EE4C8D"/>
    <w:pPr>
      <w:keepNext/>
      <w:keepLines/>
      <w:spacing w:before="240"/>
      <w:outlineLvl w:val="0"/>
    </w:pPr>
    <w:rPr>
      <w:rFonts w:eastAsiaTheme="majorEastAsia" w:cstheme="majorBidi"/>
      <w:color w:val="548AB7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EE4C8D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eastAsiaTheme="majorEastAsia" w:cstheme="majorBidi"/>
      <w:b/>
      <w:bCs/>
      <w:caps/>
      <w:sz w:val="22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EE4C8D"/>
    <w:pPr>
      <w:keepNext/>
      <w:keepLines/>
      <w:spacing w:before="240" w:after="120"/>
      <w:outlineLvl w:val="2"/>
    </w:pPr>
    <w:rPr>
      <w:rFonts w:eastAsiaTheme="majorEastAsia" w:cstheme="majorBidi"/>
      <w:b/>
      <w:caps/>
      <w:color w:val="548AB7" w:themeColor="accent1" w:themeShade="BF"/>
      <w:sz w:val="22"/>
      <w:szCs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EE4C8D"/>
    <w:pPr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qFormat/>
    <w:rsid w:val="00EE4C8D"/>
    <w:pPr>
      <w:keepNext/>
      <w:keepLines/>
      <w:spacing w:before="40"/>
      <w:outlineLvl w:val="4"/>
    </w:pPr>
    <w:rPr>
      <w:rFonts w:eastAsiaTheme="majorEastAsia" w:cstheme="majorBidi"/>
      <w:color w:val="548AB7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qFormat/>
    <w:rsid w:val="00EE4C8D"/>
    <w:pPr>
      <w:keepNext/>
      <w:keepLines/>
      <w:spacing w:before="40"/>
      <w:outlineLvl w:val="5"/>
    </w:pPr>
    <w:rPr>
      <w:rFonts w:eastAsiaTheme="majorEastAsia" w:cstheme="majorBidi"/>
      <w:color w:val="345C7D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qFormat/>
    <w:rsid w:val="00EE4C8D"/>
    <w:pPr>
      <w:keepNext/>
      <w:keepLines/>
      <w:spacing w:before="40"/>
      <w:outlineLvl w:val="6"/>
    </w:pPr>
    <w:rPr>
      <w:rFonts w:eastAsiaTheme="majorEastAsia" w:cstheme="majorBidi"/>
      <w:i/>
      <w:iCs/>
      <w:color w:val="345C7D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qFormat/>
    <w:rsid w:val="00EE4C8D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qFormat/>
    <w:rsid w:val="00EE4C8D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E4C8D"/>
    <w:rPr>
      <w:rFonts w:ascii="Century Gothic" w:eastAsiaTheme="majorEastAsia" w:hAnsi="Century Gothic" w:cstheme="majorBidi"/>
      <w:b/>
      <w:bCs/>
      <w:caps/>
      <w:sz w:val="22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EE4C8D"/>
    <w:rPr>
      <w:caps/>
      <w:color w:val="000000" w:themeColor="text1"/>
      <w:sz w:val="96"/>
      <w:szCs w:val="76"/>
    </w:rPr>
  </w:style>
  <w:style w:type="character" w:customStyle="1" w:styleId="TtuloCar">
    <w:name w:val="Título Car"/>
    <w:basedOn w:val="Fuentedeprrafopredeter"/>
    <w:link w:val="Ttulo"/>
    <w:uiPriority w:val="10"/>
    <w:rsid w:val="00EE4C8D"/>
    <w:rPr>
      <w:rFonts w:ascii="Century Gothic" w:hAnsi="Century Gothic"/>
      <w:caps/>
      <w:color w:val="000000" w:themeColor="text1"/>
      <w:sz w:val="96"/>
      <w:szCs w:val="76"/>
    </w:rPr>
  </w:style>
  <w:style w:type="character" w:styleId="nfasis">
    <w:name w:val="Emphasis"/>
    <w:basedOn w:val="Fuentedeprrafopredeter"/>
    <w:uiPriority w:val="11"/>
    <w:semiHidden/>
    <w:qFormat/>
    <w:rsid w:val="00EE4C8D"/>
    <w:rPr>
      <w:rFonts w:ascii="Century Gothic" w:hAnsi="Century Gothic"/>
      <w:i/>
      <w:iCs/>
    </w:rPr>
  </w:style>
  <w:style w:type="character" w:customStyle="1" w:styleId="Ttulo1Car">
    <w:name w:val="Título 1 Car"/>
    <w:basedOn w:val="Fuentedeprrafopredeter"/>
    <w:link w:val="Ttulo1"/>
    <w:uiPriority w:val="9"/>
    <w:rsid w:val="00EE4C8D"/>
    <w:rPr>
      <w:rFonts w:ascii="Century Gothic" w:eastAsiaTheme="majorEastAsia" w:hAnsi="Century Gothic" w:cstheme="majorBidi"/>
      <w:color w:val="548AB7" w:themeColor="accent1" w:themeShade="BF"/>
      <w:sz w:val="32"/>
      <w:szCs w:val="32"/>
    </w:rPr>
  </w:style>
  <w:style w:type="paragraph" w:styleId="Fecha">
    <w:name w:val="Date"/>
    <w:basedOn w:val="Normal"/>
    <w:next w:val="Normal"/>
    <w:link w:val="FechaCar"/>
    <w:uiPriority w:val="99"/>
    <w:rsid w:val="00EE4C8D"/>
  </w:style>
  <w:style w:type="character" w:customStyle="1" w:styleId="FechaCar">
    <w:name w:val="Fecha Car"/>
    <w:basedOn w:val="Fuentedeprrafopredeter"/>
    <w:link w:val="Fecha"/>
    <w:uiPriority w:val="99"/>
    <w:rsid w:val="00EE4C8D"/>
    <w:rPr>
      <w:rFonts w:ascii="Century Gothic" w:hAnsi="Century Gothic"/>
      <w:sz w:val="18"/>
      <w:szCs w:val="22"/>
    </w:rPr>
  </w:style>
  <w:style w:type="character" w:styleId="Hipervnculo">
    <w:name w:val="Hyperlink"/>
    <w:basedOn w:val="Fuentedeprrafopredeter"/>
    <w:uiPriority w:val="99"/>
    <w:unhideWhenUsed/>
    <w:rsid w:val="00EE4C8D"/>
    <w:rPr>
      <w:rFonts w:ascii="Century Gothic" w:hAnsi="Century Gothic"/>
      <w:color w:val="B85A22" w:themeColor="accent2" w:themeShade="BF"/>
      <w:u w:val="single"/>
    </w:rPr>
  </w:style>
  <w:style w:type="character" w:customStyle="1" w:styleId="Mencinnoresuelta1">
    <w:name w:val="Mención no resuelta 1"/>
    <w:basedOn w:val="Fuentedeprrafopredeter"/>
    <w:uiPriority w:val="99"/>
    <w:semiHidden/>
    <w:rsid w:val="00EE4C8D"/>
    <w:rPr>
      <w:rFonts w:ascii="Century Gothic" w:hAnsi="Century Gothic"/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semiHidden/>
    <w:rsid w:val="00EE4C8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Piedepgina">
    <w:name w:val="footer"/>
    <w:basedOn w:val="Normal"/>
    <w:link w:val="PiedepginaCar"/>
    <w:uiPriority w:val="99"/>
    <w:semiHidden/>
    <w:rsid w:val="00EE4C8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concuadrcula">
    <w:name w:val="Table Grid"/>
    <w:basedOn w:val="Tablanormal"/>
    <w:uiPriority w:val="39"/>
    <w:rsid w:val="00EE4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EE4C8D"/>
    <w:rPr>
      <w:rFonts w:ascii="Century Gothic" w:hAnsi="Century Gothic"/>
      <w:color w:val="808080"/>
    </w:rPr>
  </w:style>
  <w:style w:type="paragraph" w:styleId="Subttulo">
    <w:name w:val="Subtitle"/>
    <w:basedOn w:val="Normal"/>
    <w:next w:val="Normal"/>
    <w:link w:val="SubttuloCar"/>
    <w:uiPriority w:val="11"/>
    <w:qFormat/>
    <w:rsid w:val="00EE4C8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tuloCar">
    <w:name w:val="Subtítulo Car"/>
    <w:basedOn w:val="Fuentedeprrafopredeter"/>
    <w:link w:val="Subttulo"/>
    <w:uiPriority w:val="11"/>
    <w:rsid w:val="00EE4C8D"/>
    <w:rPr>
      <w:rFonts w:ascii="Century Gothic" w:hAnsi="Century Gothic"/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Ttulo3Car">
    <w:name w:val="Título 3 Car"/>
    <w:basedOn w:val="Fuentedeprrafopredeter"/>
    <w:link w:val="Ttulo3"/>
    <w:uiPriority w:val="9"/>
    <w:rsid w:val="00EE4C8D"/>
    <w:rPr>
      <w:rFonts w:ascii="Century Gothic" w:eastAsiaTheme="majorEastAsia" w:hAnsi="Century Gothic" w:cstheme="majorBidi"/>
      <w:b/>
      <w:caps/>
      <w:color w:val="548AB7" w:themeColor="accent1" w:themeShade="BF"/>
      <w:sz w:val="22"/>
    </w:rPr>
  </w:style>
  <w:style w:type="character" w:customStyle="1" w:styleId="Ttulo4Car">
    <w:name w:val="Título 4 Car"/>
    <w:basedOn w:val="Fuentedeprrafopredeter"/>
    <w:link w:val="Ttulo4"/>
    <w:uiPriority w:val="9"/>
    <w:rsid w:val="00EE4C8D"/>
    <w:rPr>
      <w:rFonts w:ascii="Century Gothic" w:hAnsi="Century Gothic"/>
      <w:b/>
      <w:sz w:val="18"/>
      <w:szCs w:val="22"/>
    </w:rPr>
  </w:style>
  <w:style w:type="character" w:customStyle="1" w:styleId="1">
    <w:name w:val="@他1"/>
    <w:basedOn w:val="Fuentedeprrafopredeter"/>
    <w:uiPriority w:val="99"/>
    <w:semiHidden/>
    <w:unhideWhenUsed/>
    <w:rsid w:val="00EE4C8D"/>
    <w:rPr>
      <w:rFonts w:ascii="Century Gothic" w:hAnsi="Century Gothic"/>
      <w:color w:val="2B579A"/>
      <w:shd w:val="clear" w:color="auto" w:fill="E1DFDD"/>
    </w:rPr>
  </w:style>
  <w:style w:type="numbering" w:styleId="111111">
    <w:name w:val="Outline List 2"/>
    <w:basedOn w:val="Sinlista"/>
    <w:uiPriority w:val="99"/>
    <w:semiHidden/>
    <w:unhideWhenUsed/>
    <w:rsid w:val="00EE4C8D"/>
    <w:pPr>
      <w:numPr>
        <w:numId w:val="1"/>
      </w:numPr>
    </w:pPr>
  </w:style>
  <w:style w:type="numbering" w:styleId="1ai">
    <w:name w:val="Outline List 1"/>
    <w:basedOn w:val="Sinlista"/>
    <w:uiPriority w:val="99"/>
    <w:semiHidden/>
    <w:unhideWhenUsed/>
    <w:rsid w:val="00EE4C8D"/>
    <w:pPr>
      <w:numPr>
        <w:numId w:val="2"/>
      </w:numPr>
    </w:pPr>
  </w:style>
  <w:style w:type="character" w:styleId="CdigoHTML">
    <w:name w:val="HTML Code"/>
    <w:basedOn w:val="Fuentedeprrafopredeter"/>
    <w:uiPriority w:val="99"/>
    <w:semiHidden/>
    <w:unhideWhenUsed/>
    <w:rsid w:val="00EE4C8D"/>
    <w:rPr>
      <w:rFonts w:ascii="Consolas" w:hAnsi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EE4C8D"/>
    <w:rPr>
      <w:rFonts w:ascii="Century Gothic" w:hAnsi="Century Gothic"/>
      <w:i/>
      <w:iCs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EE4C8D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EE4C8D"/>
    <w:rPr>
      <w:rFonts w:ascii="Century Gothic" w:hAnsi="Century Gothic"/>
      <w:i/>
      <w:iCs/>
      <w:sz w:val="18"/>
      <w:szCs w:val="22"/>
    </w:rPr>
  </w:style>
  <w:style w:type="character" w:styleId="DefinicinHTML">
    <w:name w:val="HTML Definition"/>
    <w:basedOn w:val="Fuentedeprrafopredeter"/>
    <w:uiPriority w:val="99"/>
    <w:semiHidden/>
    <w:unhideWhenUsed/>
    <w:rsid w:val="00EE4C8D"/>
    <w:rPr>
      <w:rFonts w:ascii="Century Gothic" w:hAnsi="Century Gothic"/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EE4C8D"/>
    <w:rPr>
      <w:rFonts w:ascii="Century Gothic" w:hAnsi="Century Gothic"/>
      <w:i/>
      <w:iCs/>
    </w:rPr>
  </w:style>
  <w:style w:type="character" w:styleId="MquinadeescribirHTML">
    <w:name w:val="HTML Typewriter"/>
    <w:basedOn w:val="Fuentedeprrafopredeter"/>
    <w:uiPriority w:val="99"/>
    <w:semiHidden/>
    <w:unhideWhenUsed/>
    <w:rsid w:val="00EE4C8D"/>
    <w:rPr>
      <w:rFonts w:ascii="Consolas" w:hAnsi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EE4C8D"/>
    <w:rPr>
      <w:rFonts w:ascii="Consolas" w:hAnsi="Consolas"/>
      <w:sz w:val="24"/>
      <w:szCs w:val="24"/>
    </w:rPr>
  </w:style>
  <w:style w:type="character" w:styleId="AcrnimoHTML">
    <w:name w:val="HTML Acronym"/>
    <w:basedOn w:val="Fuentedeprrafopredeter"/>
    <w:uiPriority w:val="99"/>
    <w:semiHidden/>
    <w:unhideWhenUsed/>
    <w:rsid w:val="00EE4C8D"/>
    <w:rPr>
      <w:rFonts w:ascii="Century Gothic" w:hAnsi="Century Gothic"/>
    </w:rPr>
  </w:style>
  <w:style w:type="character" w:styleId="TecladoHTML">
    <w:name w:val="HTML Keyboard"/>
    <w:basedOn w:val="Fuentedeprrafopredeter"/>
    <w:uiPriority w:val="99"/>
    <w:semiHidden/>
    <w:unhideWhenUsed/>
    <w:rsid w:val="00EE4C8D"/>
    <w:rPr>
      <w:rFonts w:ascii="Consolas" w:hAnsi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EE4C8D"/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EE4C8D"/>
    <w:rPr>
      <w:rFonts w:ascii="Consolas" w:hAnsi="Consolas"/>
      <w:sz w:val="20"/>
      <w:szCs w:val="20"/>
    </w:rPr>
  </w:style>
  <w:style w:type="paragraph" w:styleId="TDC1">
    <w:name w:val="toc 1"/>
    <w:basedOn w:val="Normal"/>
    <w:next w:val="Normal"/>
    <w:autoRedefine/>
    <w:uiPriority w:val="39"/>
    <w:semiHidden/>
    <w:rsid w:val="00EE4C8D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rsid w:val="00EE4C8D"/>
    <w:pPr>
      <w:spacing w:after="100"/>
      <w:ind w:left="180"/>
    </w:pPr>
  </w:style>
  <w:style w:type="paragraph" w:styleId="TDC3">
    <w:name w:val="toc 3"/>
    <w:basedOn w:val="Normal"/>
    <w:next w:val="Normal"/>
    <w:autoRedefine/>
    <w:uiPriority w:val="39"/>
    <w:semiHidden/>
    <w:rsid w:val="00EE4C8D"/>
    <w:pPr>
      <w:spacing w:after="100"/>
      <w:ind w:left="360"/>
    </w:pPr>
  </w:style>
  <w:style w:type="paragraph" w:styleId="TDC4">
    <w:name w:val="toc 4"/>
    <w:basedOn w:val="Normal"/>
    <w:next w:val="Normal"/>
    <w:autoRedefine/>
    <w:uiPriority w:val="39"/>
    <w:semiHidden/>
    <w:rsid w:val="00EE4C8D"/>
    <w:pPr>
      <w:spacing w:after="100"/>
      <w:ind w:left="540"/>
    </w:pPr>
  </w:style>
  <w:style w:type="paragraph" w:styleId="TDC5">
    <w:name w:val="toc 5"/>
    <w:basedOn w:val="Normal"/>
    <w:next w:val="Normal"/>
    <w:autoRedefine/>
    <w:uiPriority w:val="39"/>
    <w:semiHidden/>
    <w:rsid w:val="00EE4C8D"/>
    <w:pPr>
      <w:spacing w:after="100"/>
      <w:ind w:left="720"/>
    </w:pPr>
  </w:style>
  <w:style w:type="paragraph" w:styleId="TDC6">
    <w:name w:val="toc 6"/>
    <w:basedOn w:val="Normal"/>
    <w:next w:val="Normal"/>
    <w:autoRedefine/>
    <w:uiPriority w:val="39"/>
    <w:semiHidden/>
    <w:rsid w:val="00EE4C8D"/>
    <w:pPr>
      <w:spacing w:after="100"/>
      <w:ind w:left="900"/>
    </w:pPr>
  </w:style>
  <w:style w:type="paragraph" w:styleId="TDC7">
    <w:name w:val="toc 7"/>
    <w:basedOn w:val="Normal"/>
    <w:next w:val="Normal"/>
    <w:autoRedefine/>
    <w:uiPriority w:val="39"/>
    <w:semiHidden/>
    <w:rsid w:val="00EE4C8D"/>
    <w:pPr>
      <w:spacing w:after="100"/>
      <w:ind w:left="1080"/>
    </w:pPr>
  </w:style>
  <w:style w:type="paragraph" w:styleId="TDC8">
    <w:name w:val="toc 8"/>
    <w:basedOn w:val="Normal"/>
    <w:next w:val="Normal"/>
    <w:autoRedefine/>
    <w:uiPriority w:val="39"/>
    <w:semiHidden/>
    <w:rsid w:val="00EE4C8D"/>
    <w:pPr>
      <w:spacing w:after="100"/>
      <w:ind w:left="1260"/>
    </w:pPr>
  </w:style>
  <w:style w:type="paragraph" w:styleId="TDC9">
    <w:name w:val="toc 9"/>
    <w:basedOn w:val="Normal"/>
    <w:next w:val="Normal"/>
    <w:autoRedefine/>
    <w:uiPriority w:val="39"/>
    <w:semiHidden/>
    <w:rsid w:val="00EE4C8D"/>
    <w:pPr>
      <w:spacing w:after="100"/>
      <w:ind w:left="144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EE4C8D"/>
    <w:pPr>
      <w:outlineLvl w:val="9"/>
    </w:pPr>
  </w:style>
  <w:style w:type="character" w:styleId="Referenciasutil">
    <w:name w:val="Subtle Reference"/>
    <w:basedOn w:val="Fuentedeprrafopredeter"/>
    <w:uiPriority w:val="31"/>
    <w:semiHidden/>
    <w:qFormat/>
    <w:rsid w:val="00EE4C8D"/>
    <w:rPr>
      <w:rFonts w:ascii="Century Gothic" w:hAnsi="Century Gothic"/>
      <w:smallCaps/>
      <w:color w:val="5A5A5A" w:themeColor="text1" w:themeTint="A5"/>
    </w:rPr>
  </w:style>
  <w:style w:type="character" w:styleId="nfasissutil">
    <w:name w:val="Subtle Emphasis"/>
    <w:basedOn w:val="Fuentedeprrafopredeter"/>
    <w:uiPriority w:val="19"/>
    <w:semiHidden/>
    <w:qFormat/>
    <w:rsid w:val="00EE4C8D"/>
    <w:rPr>
      <w:rFonts w:ascii="Century Gothic" w:hAnsi="Century Gothic"/>
      <w:i/>
      <w:iCs/>
      <w:color w:val="404040" w:themeColor="text1" w:themeTint="BF"/>
    </w:rPr>
  </w:style>
  <w:style w:type="table" w:styleId="Tablaprofesional">
    <w:name w:val="Table Professional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stamedia1">
    <w:name w:val="Medium List 1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B6D2" w:themeColor="accen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shd w:val="clear" w:color="auto" w:fill="E4EC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8047" w:themeColor="accent2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shd w:val="clear" w:color="auto" w:fill="F6DFD1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B81" w:themeColor="accent3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shd w:val="clear" w:color="auto" w:fill="E8EADF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B25C" w:themeColor="accent4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shd w:val="clear" w:color="auto" w:fill="F5EBD6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A79D" w:themeColor="accent5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shd w:val="clear" w:color="auto" w:fill="DEE9E6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8C8C" w:themeColor="accent6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shd w:val="clear" w:color="auto" w:fill="E5E2E2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B6D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B6D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B6D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C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80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80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F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B8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B8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A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B25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B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A79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BA79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9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8C8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C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F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B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9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  <w:insideV w:val="single" w:sz="8" w:space="0" w:color="AEC8DD" w:themeColor="accent1" w:themeTint="BF"/>
      </w:tblBorders>
    </w:tblPr>
    <w:tcPr>
      <w:shd w:val="clear" w:color="auto" w:fill="E4EC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C8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  <w:insideV w:val="single" w:sz="8" w:space="0" w:color="E59F75" w:themeColor="accent2" w:themeTint="BF"/>
      </w:tblBorders>
    </w:tblPr>
    <w:tcPr>
      <w:shd w:val="clear" w:color="auto" w:fill="F6DF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9F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  <w:insideV w:val="single" w:sz="8" w:space="0" w:color="BBC0A0" w:themeColor="accent3" w:themeTint="BF"/>
      </w:tblBorders>
    </w:tblPr>
    <w:tcPr>
      <w:shd w:val="clear" w:color="auto" w:fill="E8EA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0A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  <w:insideV w:val="single" w:sz="8" w:space="0" w:color="E1C584" w:themeColor="accent4" w:themeTint="BF"/>
      </w:tblBorders>
    </w:tblPr>
    <w:tcPr>
      <w:shd w:val="clear" w:color="auto" w:fill="F5EB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C58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  <w:insideV w:val="single" w:sz="8" w:space="0" w:color="9CBDB5" w:themeColor="accent5" w:themeTint="BF"/>
      </w:tblBorders>
    </w:tblPr>
    <w:tcPr>
      <w:shd w:val="clear" w:color="auto" w:fill="DEE9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BDB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  <w:insideV w:val="single" w:sz="8" w:space="0" w:color="B0A8A8" w:themeColor="accent6" w:themeTint="BF"/>
      </w:tblBorders>
    </w:tblPr>
    <w:tcPr>
      <w:shd w:val="clear" w:color="auto" w:fill="E5E2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A8A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cPr>
      <w:shd w:val="clear" w:color="auto" w:fill="E4EC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F6" w:themeFill="accent1" w:themeFillTint="33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tcBorders>
          <w:insideH w:val="single" w:sz="6" w:space="0" w:color="94B6D2" w:themeColor="accent1"/>
          <w:insideV w:val="single" w:sz="6" w:space="0" w:color="94B6D2" w:themeColor="accent1"/>
        </w:tcBorders>
        <w:shd w:val="clear" w:color="auto" w:fill="C9DAE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cPr>
      <w:shd w:val="clear" w:color="auto" w:fill="F6DF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2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5DA" w:themeFill="accent2" w:themeFillTint="33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tcBorders>
          <w:insideH w:val="single" w:sz="6" w:space="0" w:color="DD8047" w:themeColor="accent2"/>
          <w:insideV w:val="single" w:sz="6" w:space="0" w:color="DD8047" w:themeColor="accent2"/>
        </w:tcBorders>
        <w:shd w:val="clear" w:color="auto" w:fill="EEBF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cPr>
      <w:shd w:val="clear" w:color="auto" w:fill="E8EA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EE5" w:themeFill="accent3" w:themeFillTint="33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tcBorders>
          <w:insideH w:val="single" w:sz="6" w:space="0" w:color="A5AB81" w:themeColor="accent3"/>
          <w:insideV w:val="single" w:sz="6" w:space="0" w:color="A5AB81" w:themeColor="accent3"/>
        </w:tcBorders>
        <w:shd w:val="clear" w:color="auto" w:fill="D2D5C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cPr>
      <w:shd w:val="clear" w:color="auto" w:fill="F5EB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FDE" w:themeFill="accent4" w:themeFillTint="33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tcBorders>
          <w:insideH w:val="single" w:sz="6" w:space="0" w:color="D8B25C" w:themeColor="accent4"/>
          <w:insideV w:val="single" w:sz="6" w:space="0" w:color="D8B25C" w:themeColor="accent4"/>
        </w:tcBorders>
        <w:shd w:val="clear" w:color="auto" w:fill="EBD8A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cPr>
      <w:shd w:val="clear" w:color="auto" w:fill="DEE9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6F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DEB" w:themeFill="accent5" w:themeFillTint="33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tcBorders>
          <w:insideH w:val="single" w:sz="6" w:space="0" w:color="7BA79D" w:themeColor="accent5"/>
          <w:insideV w:val="single" w:sz="6" w:space="0" w:color="7BA79D" w:themeColor="accent5"/>
        </w:tcBorders>
        <w:shd w:val="clear" w:color="auto" w:fill="BDD3C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cPr>
      <w:shd w:val="clear" w:color="auto" w:fill="E5E2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8E8" w:themeFill="accent6" w:themeFillTint="33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tcBorders>
          <w:insideH w:val="single" w:sz="6" w:space="0" w:color="968C8C" w:themeColor="accent6"/>
          <w:insideV w:val="single" w:sz="6" w:space="0" w:color="968C8C" w:themeColor="accent6"/>
        </w:tcBorders>
        <w:shd w:val="clear" w:color="auto" w:fill="CAC5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C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A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AE8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F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BF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BFA3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A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5C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5C0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B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D8A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D8AD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9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D3C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D3CE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5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5C5" w:themeFill="accent6" w:themeFillTint="7F"/>
      </w:tcPr>
    </w:tblStylePr>
  </w:style>
  <w:style w:type="paragraph" w:styleId="Bibliografa">
    <w:name w:val="Bibliography"/>
    <w:basedOn w:val="Normal"/>
    <w:next w:val="Normal"/>
    <w:uiPriority w:val="37"/>
    <w:semiHidden/>
    <w:unhideWhenUsed/>
    <w:rsid w:val="00EE4C8D"/>
  </w:style>
  <w:style w:type="character" w:styleId="Ttulodellibro">
    <w:name w:val="Book Title"/>
    <w:basedOn w:val="Fuentedeprrafopredeter"/>
    <w:uiPriority w:val="33"/>
    <w:semiHidden/>
    <w:qFormat/>
    <w:rsid w:val="00EE4C8D"/>
    <w:rPr>
      <w:rFonts w:ascii="Century Gothic" w:hAnsi="Century Gothic"/>
      <w:b/>
      <w:bCs/>
      <w:i/>
      <w:iCs/>
      <w:spacing w:val="5"/>
    </w:rPr>
  </w:style>
  <w:style w:type="character" w:customStyle="1" w:styleId="10">
    <w:name w:val="井号标签1"/>
    <w:basedOn w:val="Fuentedeprrafopredeter"/>
    <w:uiPriority w:val="99"/>
    <w:semiHidden/>
    <w:unhideWhenUsed/>
    <w:rsid w:val="00EE4C8D"/>
    <w:rPr>
      <w:rFonts w:ascii="Century Gothic" w:hAnsi="Century Gothic"/>
      <w:color w:val="2B579A"/>
      <w:shd w:val="clear" w:color="auto" w:fill="E1DFDD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EE4C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EE4C8D"/>
    <w:rPr>
      <w:rFonts w:ascii="Century Gothic" w:eastAsiaTheme="majorEastAsia" w:hAnsi="Century Gothic" w:cstheme="majorBidi"/>
      <w:shd w:val="pct20" w:color="auto" w:fill="auto"/>
    </w:rPr>
  </w:style>
  <w:style w:type="table" w:styleId="Tablaelegante">
    <w:name w:val="Table Elegant"/>
    <w:basedOn w:val="Tablanormal"/>
    <w:uiPriority w:val="99"/>
    <w:semiHidden/>
    <w:unhideWhenUsed/>
    <w:rsid w:val="00EE4C8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"/>
    <w:uiPriority w:val="99"/>
    <w:semiHidden/>
    <w:unhideWhenUsed/>
    <w:rsid w:val="00EE4C8D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EE4C8D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EE4C8D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EE4C8D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EE4C8D"/>
    <w:pPr>
      <w:ind w:left="1800" w:hanging="360"/>
      <w:contextualSpacing/>
    </w:pPr>
  </w:style>
  <w:style w:type="table" w:styleId="Tablaconlista1">
    <w:name w:val="Table List 1"/>
    <w:basedOn w:val="Tablanormal"/>
    <w:uiPriority w:val="99"/>
    <w:semiHidden/>
    <w:unhideWhenUsed/>
    <w:rsid w:val="00EE4C8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EE4C8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EE4C8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EE4C8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EE4C8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EE4C8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ontinuarlista">
    <w:name w:val="List Continue"/>
    <w:basedOn w:val="Normal"/>
    <w:uiPriority w:val="99"/>
    <w:semiHidden/>
    <w:unhideWhenUsed/>
    <w:rsid w:val="00EE4C8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EE4C8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EE4C8D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EE4C8D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EE4C8D"/>
    <w:pPr>
      <w:spacing w:after="120"/>
      <w:ind w:left="1800"/>
      <w:contextualSpacing/>
    </w:pPr>
  </w:style>
  <w:style w:type="paragraph" w:styleId="Prrafodelista">
    <w:name w:val="List Paragraph"/>
    <w:basedOn w:val="Normal"/>
    <w:uiPriority w:val="34"/>
    <w:semiHidden/>
    <w:qFormat/>
    <w:rsid w:val="00EE4C8D"/>
    <w:pPr>
      <w:ind w:left="72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EE4C8D"/>
    <w:pPr>
      <w:numPr>
        <w:numId w:val="3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EE4C8D"/>
    <w:pPr>
      <w:numPr>
        <w:numId w:val="4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EE4C8D"/>
    <w:pPr>
      <w:numPr>
        <w:numId w:val="5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EE4C8D"/>
    <w:pPr>
      <w:numPr>
        <w:numId w:val="6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EE4C8D"/>
    <w:pPr>
      <w:numPr>
        <w:numId w:val="7"/>
      </w:numPr>
      <w:contextualSpacing/>
    </w:pPr>
  </w:style>
  <w:style w:type="paragraph" w:styleId="Listaconvietas">
    <w:name w:val="List Bullet"/>
    <w:basedOn w:val="Normal"/>
    <w:uiPriority w:val="99"/>
    <w:semiHidden/>
    <w:unhideWhenUsed/>
    <w:rsid w:val="00EE4C8D"/>
    <w:pPr>
      <w:numPr>
        <w:numId w:val="8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EE4C8D"/>
    <w:pPr>
      <w:numPr>
        <w:numId w:val="9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EE4C8D"/>
    <w:pPr>
      <w:numPr>
        <w:numId w:val="10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EE4C8D"/>
    <w:pPr>
      <w:numPr>
        <w:numId w:val="11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EE4C8D"/>
    <w:pPr>
      <w:numPr>
        <w:numId w:val="12"/>
      </w:numPr>
      <w:contextualSpacing/>
    </w:pPr>
  </w:style>
  <w:style w:type="table" w:styleId="Tablaclsica1">
    <w:name w:val="Table Classic 1"/>
    <w:basedOn w:val="Tablanormal"/>
    <w:uiPriority w:val="99"/>
    <w:semiHidden/>
    <w:unhideWhenUsed/>
    <w:rsid w:val="00EE4C8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EE4C8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EE4C8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EE4C8D"/>
  </w:style>
  <w:style w:type="paragraph" w:styleId="Textomacro">
    <w:name w:val="macro"/>
    <w:link w:val="TextomacroCar"/>
    <w:uiPriority w:val="99"/>
    <w:semiHidden/>
    <w:unhideWhenUsed/>
    <w:rsid w:val="00EE4C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EE4C8D"/>
    <w:rPr>
      <w:rFonts w:ascii="Consolas" w:hAnsi="Consolas"/>
      <w:sz w:val="20"/>
      <w:szCs w:val="20"/>
    </w:rPr>
  </w:style>
  <w:style w:type="paragraph" w:styleId="Remitedesobre">
    <w:name w:val="envelope return"/>
    <w:basedOn w:val="Normal"/>
    <w:uiPriority w:val="99"/>
    <w:semiHidden/>
    <w:unhideWhenUsed/>
    <w:rsid w:val="00EE4C8D"/>
    <w:rPr>
      <w:rFonts w:eastAsiaTheme="majorEastAsia" w:cstheme="majorBidi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E4C8D"/>
    <w:rPr>
      <w:rFonts w:ascii="Century Gothic" w:hAnsi="Century Gothic"/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E4C8D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E4C8D"/>
    <w:rPr>
      <w:rFonts w:ascii="Century Gothic" w:hAnsi="Century Gothic"/>
      <w:sz w:val="20"/>
      <w:szCs w:val="20"/>
    </w:rPr>
  </w:style>
  <w:style w:type="paragraph" w:styleId="Textoconsangra">
    <w:name w:val="table of authorities"/>
    <w:basedOn w:val="Normal"/>
    <w:next w:val="Normal"/>
    <w:uiPriority w:val="99"/>
    <w:semiHidden/>
    <w:unhideWhenUsed/>
    <w:rsid w:val="00EE4C8D"/>
    <w:pPr>
      <w:ind w:left="180" w:hanging="180"/>
    </w:pPr>
  </w:style>
  <w:style w:type="paragraph" w:styleId="Encabezadodelista">
    <w:name w:val="toa heading"/>
    <w:basedOn w:val="Normal"/>
    <w:next w:val="Normal"/>
    <w:uiPriority w:val="99"/>
    <w:semiHidden/>
    <w:rsid w:val="00EE4C8D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semiHidden/>
    <w:qFormat/>
    <w:rsid w:val="00EE4C8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EE4C8D"/>
    <w:rPr>
      <w:rFonts w:ascii="Century Gothic" w:hAnsi="Century Gothic"/>
      <w:i/>
      <w:iCs/>
      <w:color w:val="404040" w:themeColor="text1" w:themeTint="BF"/>
      <w:sz w:val="18"/>
      <w:szCs w:val="22"/>
    </w:rPr>
  </w:style>
  <w:style w:type="table" w:styleId="Listavistosa">
    <w:name w:val="Colorful List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4F7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BF2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6F6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972F" w:themeFill="accent4" w:themeFillShade="CC"/>
      </w:tcPr>
    </w:tblStylePr>
    <w:tblStylePr w:type="lastRow">
      <w:rPr>
        <w:b/>
        <w:bCs/>
        <w:color w:val="C6972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B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99060" w:themeFill="accent3" w:themeFillShade="CC"/>
      </w:tcPr>
    </w:tblStylePr>
    <w:tblStylePr w:type="lastRow">
      <w:rPr>
        <w:b/>
        <w:bCs/>
        <w:color w:val="89906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2F6F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6E6E" w:themeFill="accent6" w:themeFillShade="CC"/>
      </w:tcPr>
    </w:tblStylePr>
    <w:tblStylePr w:type="lastRow">
      <w:rPr>
        <w:b/>
        <w:bCs/>
        <w:color w:val="796E6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4F3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8B80" w:themeFill="accent5" w:themeFillShade="CC"/>
      </w:tcPr>
    </w:tblStylePr>
    <w:tblStylePr w:type="lastRow">
      <w:rPr>
        <w:b/>
        <w:bCs/>
        <w:color w:val="5C8B8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vistosa1">
    <w:name w:val="Table Colorful 1"/>
    <w:basedOn w:val="Tablanormal"/>
    <w:uiPriority w:val="99"/>
    <w:semiHidden/>
    <w:unhideWhenUsed/>
    <w:rsid w:val="00EE4C8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EE4C8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EE4C8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6F9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6F97" w:themeColor="accent1" w:themeShade="99"/>
          <w:insideV w:val="nil"/>
        </w:tcBorders>
        <w:shd w:val="clear" w:color="auto" w:fill="3F6F9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6F97" w:themeFill="accent1" w:themeFillShade="99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C9DAE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2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48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481B" w:themeColor="accent2" w:themeShade="99"/>
          <w:insideV w:val="nil"/>
        </w:tcBorders>
        <w:shd w:val="clear" w:color="auto" w:fill="9348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481B" w:themeFill="accent2" w:themeFillShade="99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EEBF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8B25C" w:themeColor="accent4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6C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6C48" w:themeColor="accent3" w:themeShade="99"/>
          <w:insideV w:val="nil"/>
        </w:tcBorders>
        <w:shd w:val="clear" w:color="auto" w:fill="666C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C48" w:themeFill="accent3" w:themeFillShade="99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A5AB81" w:themeColor="accent3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71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7123" w:themeColor="accent4" w:themeShade="99"/>
          <w:insideV w:val="nil"/>
        </w:tcBorders>
        <w:shd w:val="clear" w:color="auto" w:fill="9571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7123" w:themeFill="accent4" w:themeFillShade="99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BD8A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968C8C" w:themeColor="accent6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686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6860" w:themeColor="accent5" w:themeShade="99"/>
          <w:insideV w:val="nil"/>
        </w:tcBorders>
        <w:shd w:val="clear" w:color="auto" w:fill="45686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6860" w:themeFill="accent5" w:themeFillShade="99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BDD3C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7BA79D" w:themeColor="accent5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35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353" w:themeColor="accent6" w:themeShade="99"/>
          <w:insideV w:val="nil"/>
        </w:tcBorders>
        <w:shd w:val="clear" w:color="auto" w:fill="5A535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353" w:themeFill="accent6" w:themeFillShade="99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CAC5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">
    <w:name w:val="Colorful Grid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</w:rPr>
      <w:tblPr/>
      <w:tcPr>
        <w:shd w:val="clear" w:color="auto" w:fill="D4E1E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1E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</w:rPr>
      <w:tblPr/>
      <w:tcPr>
        <w:shd w:val="clear" w:color="auto" w:fill="F1CB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CB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</w:rPr>
      <w:tblPr/>
      <w:tcPr>
        <w:shd w:val="clear" w:color="auto" w:fill="DBDD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D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</w:rPr>
      <w:tblPr/>
      <w:tcPr>
        <w:shd w:val="clear" w:color="auto" w:fill="EFE0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E0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</w:rPr>
      <w:tblPr/>
      <w:tcPr>
        <w:shd w:val="clear" w:color="auto" w:fill="CADBD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DBD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</w:rPr>
      <w:tblPr/>
      <w:tcPr>
        <w:shd w:val="clear" w:color="auto" w:fill="D5D1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1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E4C8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E4C8D"/>
    <w:rPr>
      <w:rFonts w:ascii="Century Gothic" w:hAnsi="Century Gothic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4C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4C8D"/>
    <w:rPr>
      <w:rFonts w:ascii="Century Gothic" w:hAnsi="Century Gothic"/>
      <w:b/>
      <w:bCs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EE4C8D"/>
    <w:rPr>
      <w:rFonts w:ascii="Century Gothic" w:hAnsi="Century Gothic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4C8D"/>
    <w:rPr>
      <w:rFonts w:ascii="Microsoft YaHei UI" w:eastAsia="Microsoft YaHei UI" w:hAnsi="Microsoft YaHei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4C8D"/>
    <w:rPr>
      <w:rFonts w:ascii="Microsoft YaHei UI" w:eastAsia="Microsoft YaHei UI" w:hAnsi="Microsoft YaHei UI"/>
      <w:sz w:val="18"/>
      <w:szCs w:val="18"/>
    </w:rPr>
  </w:style>
  <w:style w:type="paragraph" w:styleId="Direccinsobre">
    <w:name w:val="envelope address"/>
    <w:basedOn w:val="Normal"/>
    <w:uiPriority w:val="99"/>
    <w:semiHidden/>
    <w:unhideWhenUsed/>
    <w:rsid w:val="00EE4C8D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Textodebloque">
    <w:name w:val="Block Text"/>
    <w:basedOn w:val="Normal"/>
    <w:uiPriority w:val="99"/>
    <w:semiHidden/>
    <w:unhideWhenUsed/>
    <w:rsid w:val="00EE4C8D"/>
    <w:pPr>
      <w:pBdr>
        <w:top w:val="single" w:sz="2" w:space="10" w:color="94B6D2" w:themeColor="accent1"/>
        <w:left w:val="single" w:sz="2" w:space="10" w:color="94B6D2" w:themeColor="accent1"/>
        <w:bottom w:val="single" w:sz="2" w:space="10" w:color="94B6D2" w:themeColor="accent1"/>
        <w:right w:val="single" w:sz="2" w:space="10" w:color="94B6D2" w:themeColor="accent1"/>
      </w:pBdr>
      <w:ind w:left="1152" w:right="1152"/>
    </w:pPr>
    <w:rPr>
      <w:i/>
      <w:iCs/>
      <w:color w:val="94B6D2" w:themeColor="accent1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EE4C8D"/>
    <w:rPr>
      <w:rFonts w:ascii="Microsoft YaHei UI" w:eastAsia="Microsoft YaHei UI" w:hAnsi="Microsoft YaHei UI"/>
      <w:szCs w:val="18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E4C8D"/>
    <w:rPr>
      <w:rFonts w:ascii="Microsoft YaHei UI" w:eastAsia="Microsoft YaHei UI" w:hAnsi="Microsoft YaHei UI"/>
      <w:sz w:val="18"/>
      <w:szCs w:val="1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E4C8D"/>
    <w:rPr>
      <w:rFonts w:ascii="Century Gothic" w:eastAsiaTheme="majorEastAsia" w:hAnsi="Century Gothic" w:cstheme="majorBidi"/>
      <w:color w:val="548AB7" w:themeColor="accent1" w:themeShade="BF"/>
      <w:sz w:val="18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E4C8D"/>
    <w:rPr>
      <w:rFonts w:ascii="Century Gothic" w:eastAsiaTheme="majorEastAsia" w:hAnsi="Century Gothic" w:cstheme="majorBidi"/>
      <w:color w:val="345C7D" w:themeColor="accent1" w:themeShade="7F"/>
      <w:sz w:val="18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E4C8D"/>
    <w:rPr>
      <w:rFonts w:ascii="Century Gothic" w:eastAsiaTheme="majorEastAsia" w:hAnsi="Century Gothic" w:cstheme="majorBidi"/>
      <w:i/>
      <w:iCs/>
      <w:color w:val="345C7D" w:themeColor="accent1" w:themeShade="7F"/>
      <w:sz w:val="18"/>
      <w:szCs w:val="22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E4C8D"/>
    <w:rPr>
      <w:rFonts w:ascii="Century Gothic" w:eastAsiaTheme="majorEastAsia" w:hAnsi="Century Gothic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E4C8D"/>
    <w:rPr>
      <w:rFonts w:ascii="Century Gothic" w:eastAsiaTheme="majorEastAsia" w:hAnsi="Century Gothic" w:cstheme="majorBidi"/>
      <w:i/>
      <w:iCs/>
      <w:color w:val="272727" w:themeColor="text1" w:themeTint="D8"/>
      <w:sz w:val="21"/>
      <w:szCs w:val="21"/>
    </w:rPr>
  </w:style>
  <w:style w:type="numbering" w:styleId="ArtculoSeccin">
    <w:name w:val="Outline List 3"/>
    <w:basedOn w:val="Sinlista"/>
    <w:uiPriority w:val="99"/>
    <w:semiHidden/>
    <w:unhideWhenUsed/>
    <w:rsid w:val="00EE4C8D"/>
    <w:pPr>
      <w:numPr>
        <w:numId w:val="13"/>
      </w:numPr>
    </w:pPr>
  </w:style>
  <w:style w:type="table" w:styleId="Tablanormal1">
    <w:name w:val="Plain Table 1"/>
    <w:basedOn w:val="Tablanormal"/>
    <w:uiPriority w:val="41"/>
    <w:rsid w:val="00EE4C8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EE4C8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EE4C8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EE4C8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EE4C8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inespaciado">
    <w:name w:val="No Spacing"/>
    <w:uiPriority w:val="1"/>
    <w:qFormat/>
    <w:rsid w:val="00EE4C8D"/>
    <w:rPr>
      <w:rFonts w:ascii="Century Gothic" w:hAnsi="Century Gothic"/>
      <w:sz w:val="18"/>
      <w:szCs w:val="22"/>
    </w:rPr>
  </w:style>
  <w:style w:type="character" w:styleId="Referenciaintensa">
    <w:name w:val="Intense Reference"/>
    <w:basedOn w:val="Fuentedeprrafopredeter"/>
    <w:uiPriority w:val="32"/>
    <w:semiHidden/>
    <w:qFormat/>
    <w:rsid w:val="00EE4C8D"/>
    <w:rPr>
      <w:rFonts w:ascii="Century Gothic" w:hAnsi="Century Gothic"/>
      <w:b/>
      <w:bCs/>
      <w:smallCaps/>
      <w:color w:val="94B6D2" w:themeColor="accent1"/>
      <w:spacing w:val="5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qFormat/>
    <w:rsid w:val="00EE4C8D"/>
    <w:pPr>
      <w:pBdr>
        <w:top w:val="single" w:sz="4" w:space="10" w:color="94B6D2" w:themeColor="accent1"/>
        <w:bottom w:val="single" w:sz="4" w:space="10" w:color="94B6D2" w:themeColor="accent1"/>
      </w:pBdr>
      <w:spacing w:before="360" w:after="360"/>
      <w:ind w:left="864" w:right="864"/>
      <w:jc w:val="center"/>
    </w:pPr>
    <w:rPr>
      <w:i/>
      <w:iCs/>
      <w:color w:val="94B6D2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EE4C8D"/>
    <w:rPr>
      <w:rFonts w:ascii="Century Gothic" w:hAnsi="Century Gothic"/>
      <w:i/>
      <w:iCs/>
      <w:color w:val="94B6D2" w:themeColor="accent1"/>
      <w:sz w:val="18"/>
      <w:szCs w:val="22"/>
    </w:rPr>
  </w:style>
  <w:style w:type="character" w:styleId="nfasisintenso">
    <w:name w:val="Intense Emphasis"/>
    <w:basedOn w:val="Fuentedeprrafopredeter"/>
    <w:uiPriority w:val="21"/>
    <w:semiHidden/>
    <w:qFormat/>
    <w:rsid w:val="00EE4C8D"/>
    <w:rPr>
      <w:rFonts w:ascii="Century Gothic" w:hAnsi="Century Gothic"/>
      <w:i/>
      <w:iCs/>
      <w:color w:val="94B6D2" w:themeColor="accent1"/>
    </w:rPr>
  </w:style>
  <w:style w:type="paragraph" w:styleId="NormalWeb">
    <w:name w:val="Normal (Web)"/>
    <w:basedOn w:val="Normal"/>
    <w:uiPriority w:val="99"/>
    <w:semiHidden/>
    <w:unhideWhenUsed/>
    <w:rsid w:val="00EE4C8D"/>
    <w:rPr>
      <w:rFonts w:ascii="Times New Roman" w:hAnsi="Times New Roman" w:cs="Times New Roman"/>
      <w:sz w:val="24"/>
      <w:szCs w:val="24"/>
    </w:rPr>
  </w:style>
  <w:style w:type="character" w:customStyle="1" w:styleId="11">
    <w:name w:val="智能超链接1"/>
    <w:basedOn w:val="Fuentedeprrafopredeter"/>
    <w:uiPriority w:val="99"/>
    <w:semiHidden/>
    <w:unhideWhenUsed/>
    <w:rsid w:val="00EE4C8D"/>
    <w:rPr>
      <w:rFonts w:ascii="Century Gothic" w:hAnsi="Century Gothic"/>
      <w:u w:val="dotted"/>
    </w:rPr>
  </w:style>
  <w:style w:type="character" w:customStyle="1" w:styleId="12">
    <w:name w:val="未处理的提及1"/>
    <w:basedOn w:val="Fuentedeprrafopredeter"/>
    <w:uiPriority w:val="99"/>
    <w:semiHidden/>
    <w:unhideWhenUsed/>
    <w:rsid w:val="00EE4C8D"/>
    <w:rPr>
      <w:rFonts w:ascii="Century Gothic" w:hAnsi="Century Gothic"/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E4C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EE4C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EE4C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E4C8D"/>
    <w:rPr>
      <w:rFonts w:ascii="Century Gothic" w:hAnsi="Century Gothic"/>
      <w:sz w:val="16"/>
      <w:szCs w:val="16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E4C8D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EE4C8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EE4C8D"/>
    <w:pPr>
      <w:spacing w:after="120"/>
      <w:ind w:left="360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E4C8D"/>
    <w:rPr>
      <w:rFonts w:ascii="Century Gothic" w:hAnsi="Century Gothic"/>
      <w:sz w:val="16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EE4C8D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EE4C8D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Sangranormal">
    <w:name w:val="Normal Indent"/>
    <w:basedOn w:val="Normal"/>
    <w:uiPriority w:val="99"/>
    <w:semiHidden/>
    <w:unhideWhenUsed/>
    <w:rsid w:val="00EE4C8D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EE4C8D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moderna">
    <w:name w:val="Table Contemporary"/>
    <w:basedOn w:val="Tablanormal"/>
    <w:uiPriority w:val="99"/>
    <w:semiHidden/>
    <w:unhideWhenUsed/>
    <w:rsid w:val="00EE4C8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staclara">
    <w:name w:val="Light List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EE4C8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</w:style>
  <w:style w:type="table" w:styleId="Cuadrculaclara">
    <w:name w:val="Light Grid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1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  <w:shd w:val="clear" w:color="auto" w:fill="E4ECF4" w:themeFill="accent1" w:themeFillTint="3F"/>
      </w:tcPr>
    </w:tblStylePr>
    <w:tblStylePr w:type="band2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1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  <w:shd w:val="clear" w:color="auto" w:fill="F6DFD1" w:themeFill="accent2" w:themeFillTint="3F"/>
      </w:tcPr>
    </w:tblStylePr>
    <w:tblStylePr w:type="band2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1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  <w:shd w:val="clear" w:color="auto" w:fill="E8EADF" w:themeFill="accent3" w:themeFillTint="3F"/>
      </w:tcPr>
    </w:tblStylePr>
    <w:tblStylePr w:type="band2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1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  <w:shd w:val="clear" w:color="auto" w:fill="F5EBD6" w:themeFill="accent4" w:themeFillTint="3F"/>
      </w:tcPr>
    </w:tblStylePr>
    <w:tblStylePr w:type="band2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1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  <w:shd w:val="clear" w:color="auto" w:fill="DEE9E6" w:themeFill="accent5" w:themeFillTint="3F"/>
      </w:tcPr>
    </w:tblStylePr>
    <w:tblStylePr w:type="band2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1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  <w:shd w:val="clear" w:color="auto" w:fill="E5E2E2" w:themeFill="accent6" w:themeFillTint="3F"/>
      </w:tcPr>
    </w:tblStylePr>
    <w:tblStylePr w:type="band2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C7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8AB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C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5A2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593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86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E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8E2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564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827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454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676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</w:style>
  <w:style w:type="table" w:styleId="Tabladelista1clara">
    <w:name w:val="List Table 1 Light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2">
    <w:name w:val="List Table 2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BED3E4" w:themeColor="accent1" w:themeTint="99"/>
        <w:bottom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EAB290" w:themeColor="accent2" w:themeTint="99"/>
        <w:bottom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C8CCB3" w:themeColor="accent3" w:themeTint="99"/>
        <w:bottom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E7D09D" w:themeColor="accent4" w:themeTint="99"/>
        <w:bottom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AFCAC4" w:themeColor="accent5" w:themeTint="99"/>
        <w:bottom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C0BABA" w:themeColor="accent6" w:themeTint="99"/>
        <w:bottom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3">
    <w:name w:val="List Table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94B6D2" w:themeColor="accent1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B6D2" w:themeColor="accent1"/>
          <w:right w:val="single" w:sz="4" w:space="0" w:color="94B6D2" w:themeColor="accent1"/>
        </w:tcBorders>
      </w:tcPr>
    </w:tblStylePr>
    <w:tblStylePr w:type="band1Horz">
      <w:tblPr/>
      <w:tcPr>
        <w:tcBorders>
          <w:top w:val="single" w:sz="4" w:space="0" w:color="94B6D2" w:themeColor="accent1"/>
          <w:bottom w:val="single" w:sz="4" w:space="0" w:color="94B6D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B6D2" w:themeColor="accent1"/>
          <w:left w:val="nil"/>
        </w:tcBorders>
      </w:tcPr>
    </w:tblStylePr>
    <w:tblStylePr w:type="swCell">
      <w:tblPr/>
      <w:tcPr>
        <w:tcBorders>
          <w:top w:val="double" w:sz="4" w:space="0" w:color="94B6D2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8047" w:themeColor="accent2"/>
          <w:right w:val="single" w:sz="4" w:space="0" w:color="DD8047" w:themeColor="accent2"/>
        </w:tcBorders>
      </w:tcPr>
    </w:tblStylePr>
    <w:tblStylePr w:type="band1Horz">
      <w:tblPr/>
      <w:tcPr>
        <w:tcBorders>
          <w:top w:val="single" w:sz="4" w:space="0" w:color="DD8047" w:themeColor="accent2"/>
          <w:bottom w:val="single" w:sz="4" w:space="0" w:color="DD80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8047" w:themeColor="accent2"/>
          <w:left w:val="nil"/>
        </w:tcBorders>
      </w:tcPr>
    </w:tblStylePr>
    <w:tblStylePr w:type="swCell">
      <w:tblPr/>
      <w:tcPr>
        <w:tcBorders>
          <w:top w:val="double" w:sz="4" w:space="0" w:color="DD8047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A5AB81" w:themeColor="accent3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B81" w:themeColor="accent3"/>
          <w:right w:val="single" w:sz="4" w:space="0" w:color="A5AB81" w:themeColor="accent3"/>
        </w:tcBorders>
      </w:tcPr>
    </w:tblStylePr>
    <w:tblStylePr w:type="band1Horz">
      <w:tblPr/>
      <w:tcPr>
        <w:tcBorders>
          <w:top w:val="single" w:sz="4" w:space="0" w:color="A5AB81" w:themeColor="accent3"/>
          <w:bottom w:val="single" w:sz="4" w:space="0" w:color="A5AB8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B81" w:themeColor="accent3"/>
          <w:left w:val="nil"/>
        </w:tcBorders>
      </w:tcPr>
    </w:tblStylePr>
    <w:tblStylePr w:type="swCell">
      <w:tblPr/>
      <w:tcPr>
        <w:tcBorders>
          <w:top w:val="double" w:sz="4" w:space="0" w:color="A5AB81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D8B25C" w:themeColor="accent4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B25C" w:themeColor="accent4"/>
          <w:right w:val="single" w:sz="4" w:space="0" w:color="D8B25C" w:themeColor="accent4"/>
        </w:tcBorders>
      </w:tcPr>
    </w:tblStylePr>
    <w:tblStylePr w:type="band1Horz">
      <w:tblPr/>
      <w:tcPr>
        <w:tcBorders>
          <w:top w:val="single" w:sz="4" w:space="0" w:color="D8B25C" w:themeColor="accent4"/>
          <w:bottom w:val="single" w:sz="4" w:space="0" w:color="D8B25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B25C" w:themeColor="accent4"/>
          <w:left w:val="nil"/>
        </w:tcBorders>
      </w:tcPr>
    </w:tblStylePr>
    <w:tblStylePr w:type="swCell">
      <w:tblPr/>
      <w:tcPr>
        <w:tcBorders>
          <w:top w:val="double" w:sz="4" w:space="0" w:color="D8B25C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7BA79D" w:themeColor="accent5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BA79D" w:themeColor="accent5"/>
          <w:right w:val="single" w:sz="4" w:space="0" w:color="7BA79D" w:themeColor="accent5"/>
        </w:tcBorders>
      </w:tcPr>
    </w:tblStylePr>
    <w:tblStylePr w:type="band1Horz">
      <w:tblPr/>
      <w:tcPr>
        <w:tcBorders>
          <w:top w:val="single" w:sz="4" w:space="0" w:color="7BA79D" w:themeColor="accent5"/>
          <w:bottom w:val="single" w:sz="4" w:space="0" w:color="7BA79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A79D" w:themeColor="accent5"/>
          <w:left w:val="nil"/>
        </w:tcBorders>
      </w:tcPr>
    </w:tblStylePr>
    <w:tblStylePr w:type="swCell">
      <w:tblPr/>
      <w:tcPr>
        <w:tcBorders>
          <w:top w:val="double" w:sz="4" w:space="0" w:color="7BA79D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968C8C" w:themeColor="accent6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8C8C" w:themeColor="accent6"/>
          <w:right w:val="single" w:sz="4" w:space="0" w:color="968C8C" w:themeColor="accent6"/>
        </w:tcBorders>
      </w:tcPr>
    </w:tblStylePr>
    <w:tblStylePr w:type="band1Horz">
      <w:tblPr/>
      <w:tcPr>
        <w:tcBorders>
          <w:top w:val="single" w:sz="4" w:space="0" w:color="968C8C" w:themeColor="accent6"/>
          <w:bottom w:val="single" w:sz="4" w:space="0" w:color="968C8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8C8C" w:themeColor="accent6"/>
          <w:left w:val="nil"/>
        </w:tcBorders>
      </w:tcPr>
    </w:tblStylePr>
    <w:tblStylePr w:type="swCell">
      <w:tblPr/>
      <w:tcPr>
        <w:tcBorders>
          <w:top w:val="double" w:sz="4" w:space="0" w:color="968C8C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94B6D2" w:themeColor="accent1"/>
        <w:left w:val="single" w:sz="24" w:space="0" w:color="94B6D2" w:themeColor="accent1"/>
        <w:bottom w:val="single" w:sz="24" w:space="0" w:color="94B6D2" w:themeColor="accent1"/>
        <w:right w:val="single" w:sz="24" w:space="0" w:color="94B6D2" w:themeColor="accent1"/>
      </w:tblBorders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DD8047" w:themeColor="accent2"/>
        <w:left w:val="single" w:sz="24" w:space="0" w:color="DD8047" w:themeColor="accent2"/>
        <w:bottom w:val="single" w:sz="24" w:space="0" w:color="DD8047" w:themeColor="accent2"/>
        <w:right w:val="single" w:sz="24" w:space="0" w:color="DD8047" w:themeColor="accent2"/>
      </w:tblBorders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A5AB81" w:themeColor="accent3"/>
        <w:left w:val="single" w:sz="24" w:space="0" w:color="A5AB81" w:themeColor="accent3"/>
        <w:bottom w:val="single" w:sz="24" w:space="0" w:color="A5AB81" w:themeColor="accent3"/>
        <w:right w:val="single" w:sz="24" w:space="0" w:color="A5AB81" w:themeColor="accent3"/>
      </w:tblBorders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D8B25C" w:themeColor="accent4"/>
        <w:left w:val="single" w:sz="24" w:space="0" w:color="D8B25C" w:themeColor="accent4"/>
        <w:bottom w:val="single" w:sz="24" w:space="0" w:color="D8B25C" w:themeColor="accent4"/>
        <w:right w:val="single" w:sz="24" w:space="0" w:color="D8B25C" w:themeColor="accent4"/>
      </w:tblBorders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7BA79D" w:themeColor="accent5"/>
        <w:left w:val="single" w:sz="24" w:space="0" w:color="7BA79D" w:themeColor="accent5"/>
        <w:bottom w:val="single" w:sz="24" w:space="0" w:color="7BA79D" w:themeColor="accent5"/>
        <w:right w:val="single" w:sz="24" w:space="0" w:color="7BA79D" w:themeColor="accent5"/>
      </w:tblBorders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968C8C" w:themeColor="accent6"/>
        <w:left w:val="single" w:sz="24" w:space="0" w:color="968C8C" w:themeColor="accent6"/>
        <w:bottom w:val="single" w:sz="24" w:space="0" w:color="968C8C" w:themeColor="accent6"/>
        <w:right w:val="single" w:sz="24" w:space="0" w:color="968C8C" w:themeColor="accent6"/>
      </w:tblBorders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EE4C8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94B6D2" w:themeColor="accent1"/>
        <w:bottom w:val="single" w:sz="4" w:space="0" w:color="94B6D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4B6D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DD8047" w:themeColor="accent2"/>
        <w:bottom w:val="single" w:sz="4" w:space="0" w:color="DD804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D80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A5AB81" w:themeColor="accent3"/>
        <w:bottom w:val="single" w:sz="4" w:space="0" w:color="A5AB8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B8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D8B25C" w:themeColor="accent4"/>
        <w:bottom w:val="single" w:sz="4" w:space="0" w:color="D8B25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7BA79D" w:themeColor="accent5"/>
        <w:bottom w:val="single" w:sz="4" w:space="0" w:color="7BA79D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BA79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968C8C" w:themeColor="accent6"/>
        <w:bottom w:val="single" w:sz="4" w:space="0" w:color="968C8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EE4C8D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EE4C8D"/>
    <w:rPr>
      <w:color w:val="548AB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B6D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B6D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B6D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B6D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EE4C8D"/>
    <w:rPr>
      <w:color w:val="B85A2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80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80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80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80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EE4C8D"/>
    <w:rPr>
      <w:color w:val="8086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B8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B8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B8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B8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EE4C8D"/>
    <w:rPr>
      <w:color w:val="BA8E2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B25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B25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B25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B25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EE4C8D"/>
    <w:rPr>
      <w:color w:val="56827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BA79D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BA79D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BA79D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BA79D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EE4C8D"/>
    <w:rPr>
      <w:color w:val="71676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8C8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8C8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8C8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8C8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EE4C8D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EE4C8D"/>
  </w:style>
  <w:style w:type="character" w:customStyle="1" w:styleId="SaludoCar">
    <w:name w:val="Saludo Car"/>
    <w:basedOn w:val="Fuentedeprrafopredeter"/>
    <w:link w:val="Saludo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concolumnas1">
    <w:name w:val="Table Columns 1"/>
    <w:basedOn w:val="Tablanormal"/>
    <w:uiPriority w:val="99"/>
    <w:semiHidden/>
    <w:unhideWhenUsed/>
    <w:rsid w:val="00EE4C8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EE4C8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EE4C8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EE4C8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EE4C8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Firma">
    <w:name w:val="Signature"/>
    <w:basedOn w:val="Normal"/>
    <w:link w:val="FirmaCar"/>
    <w:uiPriority w:val="99"/>
    <w:semiHidden/>
    <w:unhideWhenUsed/>
    <w:rsid w:val="00EE4C8D"/>
    <w:pPr>
      <w:ind w:left="4320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bsica1">
    <w:name w:val="Table Simple 1"/>
    <w:basedOn w:val="Tablanormal"/>
    <w:uiPriority w:val="99"/>
    <w:semiHidden/>
    <w:unhideWhenUsed/>
    <w:rsid w:val="00EE4C8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EE4C8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EE4C8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EE4C8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dice1">
    <w:name w:val="index 1"/>
    <w:basedOn w:val="Normal"/>
    <w:next w:val="Normal"/>
    <w:autoRedefine/>
    <w:uiPriority w:val="99"/>
    <w:semiHidden/>
    <w:unhideWhenUsed/>
    <w:rsid w:val="00EE4C8D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EE4C8D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EE4C8D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EE4C8D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EE4C8D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EE4C8D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EE4C8D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EE4C8D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EE4C8D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EE4C8D"/>
    <w:rPr>
      <w:rFonts w:eastAsiaTheme="majorEastAsia" w:cstheme="majorBidi"/>
      <w:b/>
      <w:bCs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EE4C8D"/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EE4C8D"/>
    <w:rPr>
      <w:rFonts w:ascii="Consolas" w:hAnsi="Consolas"/>
      <w:sz w:val="21"/>
      <w:szCs w:val="21"/>
    </w:rPr>
  </w:style>
  <w:style w:type="paragraph" w:styleId="Cierre">
    <w:name w:val="Closing"/>
    <w:basedOn w:val="Normal"/>
    <w:link w:val="CierreCar"/>
    <w:uiPriority w:val="99"/>
    <w:semiHidden/>
    <w:unhideWhenUsed/>
    <w:rsid w:val="00EE4C8D"/>
    <w:pPr>
      <w:ind w:left="4320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concuadrcula1">
    <w:name w:val="Table Grid 1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EE4C8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EE4C8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EE4C8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EE4C8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EE4C8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1clara">
    <w:name w:val="Grid Table 1 Light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D4E1ED" w:themeColor="accent1" w:themeTint="66"/>
        <w:left w:val="single" w:sz="4" w:space="0" w:color="D4E1ED" w:themeColor="accent1" w:themeTint="66"/>
        <w:bottom w:val="single" w:sz="4" w:space="0" w:color="D4E1ED" w:themeColor="accent1" w:themeTint="66"/>
        <w:right w:val="single" w:sz="4" w:space="0" w:color="D4E1ED" w:themeColor="accent1" w:themeTint="66"/>
        <w:insideH w:val="single" w:sz="4" w:space="0" w:color="D4E1ED" w:themeColor="accent1" w:themeTint="66"/>
        <w:insideV w:val="single" w:sz="4" w:space="0" w:color="D4E1E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F1CBB5" w:themeColor="accent2" w:themeTint="66"/>
        <w:left w:val="single" w:sz="4" w:space="0" w:color="F1CBB5" w:themeColor="accent2" w:themeTint="66"/>
        <w:bottom w:val="single" w:sz="4" w:space="0" w:color="F1CBB5" w:themeColor="accent2" w:themeTint="66"/>
        <w:right w:val="single" w:sz="4" w:space="0" w:color="F1CBB5" w:themeColor="accent2" w:themeTint="66"/>
        <w:insideH w:val="single" w:sz="4" w:space="0" w:color="F1CBB5" w:themeColor="accent2" w:themeTint="66"/>
        <w:insideV w:val="single" w:sz="4" w:space="0" w:color="F1CB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DBDDCC" w:themeColor="accent3" w:themeTint="66"/>
        <w:left w:val="single" w:sz="4" w:space="0" w:color="DBDDCC" w:themeColor="accent3" w:themeTint="66"/>
        <w:bottom w:val="single" w:sz="4" w:space="0" w:color="DBDDCC" w:themeColor="accent3" w:themeTint="66"/>
        <w:right w:val="single" w:sz="4" w:space="0" w:color="DBDDCC" w:themeColor="accent3" w:themeTint="66"/>
        <w:insideH w:val="single" w:sz="4" w:space="0" w:color="DBDDCC" w:themeColor="accent3" w:themeTint="66"/>
        <w:insideV w:val="single" w:sz="4" w:space="0" w:color="DBDDC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EFE0BD" w:themeColor="accent4" w:themeTint="66"/>
        <w:left w:val="single" w:sz="4" w:space="0" w:color="EFE0BD" w:themeColor="accent4" w:themeTint="66"/>
        <w:bottom w:val="single" w:sz="4" w:space="0" w:color="EFE0BD" w:themeColor="accent4" w:themeTint="66"/>
        <w:right w:val="single" w:sz="4" w:space="0" w:color="EFE0BD" w:themeColor="accent4" w:themeTint="66"/>
        <w:insideH w:val="single" w:sz="4" w:space="0" w:color="EFE0BD" w:themeColor="accent4" w:themeTint="66"/>
        <w:insideV w:val="single" w:sz="4" w:space="0" w:color="EFE0B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CADBD7" w:themeColor="accent5" w:themeTint="66"/>
        <w:left w:val="single" w:sz="4" w:space="0" w:color="CADBD7" w:themeColor="accent5" w:themeTint="66"/>
        <w:bottom w:val="single" w:sz="4" w:space="0" w:color="CADBD7" w:themeColor="accent5" w:themeTint="66"/>
        <w:right w:val="single" w:sz="4" w:space="0" w:color="CADBD7" w:themeColor="accent5" w:themeTint="66"/>
        <w:insideH w:val="single" w:sz="4" w:space="0" w:color="CADBD7" w:themeColor="accent5" w:themeTint="66"/>
        <w:insideV w:val="single" w:sz="4" w:space="0" w:color="CADBD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BED3E4" w:themeColor="accent1" w:themeTint="99"/>
        <w:bottom w:val="single" w:sz="2" w:space="0" w:color="BED3E4" w:themeColor="accent1" w:themeTint="99"/>
        <w:insideH w:val="single" w:sz="2" w:space="0" w:color="BED3E4" w:themeColor="accent1" w:themeTint="99"/>
        <w:insideV w:val="single" w:sz="2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3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EAB290" w:themeColor="accent2" w:themeTint="99"/>
        <w:bottom w:val="single" w:sz="2" w:space="0" w:color="EAB290" w:themeColor="accent2" w:themeTint="99"/>
        <w:insideH w:val="single" w:sz="2" w:space="0" w:color="EAB290" w:themeColor="accent2" w:themeTint="99"/>
        <w:insideV w:val="single" w:sz="2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B29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C8CCB3" w:themeColor="accent3" w:themeTint="99"/>
        <w:bottom w:val="single" w:sz="2" w:space="0" w:color="C8CCB3" w:themeColor="accent3" w:themeTint="99"/>
        <w:insideH w:val="single" w:sz="2" w:space="0" w:color="C8CCB3" w:themeColor="accent3" w:themeTint="99"/>
        <w:insideV w:val="single" w:sz="2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CCB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E7D09D" w:themeColor="accent4" w:themeTint="99"/>
        <w:bottom w:val="single" w:sz="2" w:space="0" w:color="E7D09D" w:themeColor="accent4" w:themeTint="99"/>
        <w:insideH w:val="single" w:sz="2" w:space="0" w:color="E7D09D" w:themeColor="accent4" w:themeTint="99"/>
        <w:insideV w:val="single" w:sz="2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D09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AFCAC4" w:themeColor="accent5" w:themeTint="99"/>
        <w:bottom w:val="single" w:sz="2" w:space="0" w:color="AFCAC4" w:themeColor="accent5" w:themeTint="99"/>
        <w:insideH w:val="single" w:sz="2" w:space="0" w:color="AFCAC4" w:themeColor="accent5" w:themeTint="99"/>
        <w:insideV w:val="single" w:sz="2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CAC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C0BABA" w:themeColor="accent6" w:themeTint="99"/>
        <w:bottom w:val="single" w:sz="2" w:space="0" w:color="C0BABA" w:themeColor="accent6" w:themeTint="99"/>
        <w:insideH w:val="single" w:sz="2" w:space="0" w:color="C0BABA" w:themeColor="accent6" w:themeTint="99"/>
        <w:insideV w:val="single" w:sz="2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BAB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cuadrcula3">
    <w:name w:val="Grid Table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F1CBB5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BDDC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FE0BD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CADBD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D5D1D1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EE4C8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EE4C8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Tablaweb1">
    <w:name w:val="Table Web 1"/>
    <w:basedOn w:val="Tablanormal"/>
    <w:uiPriority w:val="99"/>
    <w:semiHidden/>
    <w:unhideWhenUsed/>
    <w:rsid w:val="00EE4C8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EE4C8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EE4C8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notaalpie">
    <w:name w:val="footnote reference"/>
    <w:basedOn w:val="Fuentedeprrafopredeter"/>
    <w:uiPriority w:val="99"/>
    <w:semiHidden/>
    <w:unhideWhenUsed/>
    <w:rsid w:val="00EE4C8D"/>
    <w:rPr>
      <w:rFonts w:ascii="Century Gothic" w:hAnsi="Century Gothic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C8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C8D"/>
    <w:rPr>
      <w:rFonts w:ascii="Century Gothic" w:hAnsi="Century Gothic"/>
      <w:sz w:val="20"/>
      <w:szCs w:val="20"/>
    </w:rPr>
  </w:style>
  <w:style w:type="character" w:styleId="Nmerodelnea">
    <w:name w:val="line number"/>
    <w:basedOn w:val="Fuentedeprrafopredeter"/>
    <w:uiPriority w:val="99"/>
    <w:semiHidden/>
    <w:unhideWhenUsed/>
    <w:rsid w:val="00EE4C8D"/>
    <w:rPr>
      <w:rFonts w:ascii="Century Gothic" w:hAnsi="Century Gothic"/>
    </w:rPr>
  </w:style>
  <w:style w:type="table" w:styleId="Tablaconefectos3D1">
    <w:name w:val="Table 3D effects 1"/>
    <w:basedOn w:val="Tablanormal"/>
    <w:uiPriority w:val="99"/>
    <w:semiHidden/>
    <w:unhideWhenUsed/>
    <w:rsid w:val="00EE4C8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EE4C8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EE4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semiHidden/>
    <w:qFormat/>
    <w:rsid w:val="00EE4C8D"/>
    <w:rPr>
      <w:rFonts w:ascii="Century Gothic" w:hAnsi="Century Gothic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EE4C8D"/>
    <w:rPr>
      <w:rFonts w:ascii="Century Gothic" w:hAnsi="Century Gothic"/>
      <w:color w:val="704404" w:themeColor="followedHyperlink"/>
      <w:u w:val="single"/>
    </w:rPr>
  </w:style>
  <w:style w:type="character" w:styleId="Nmerodepgina">
    <w:name w:val="page number"/>
    <w:basedOn w:val="Fuentedeprrafopredeter"/>
    <w:uiPriority w:val="99"/>
    <w:semiHidden/>
    <w:unhideWhenUsed/>
    <w:rsid w:val="00EE4C8D"/>
    <w:rPr>
      <w:rFonts w:ascii="Century Gothic" w:hAnsi="Century Gothic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E4C8D"/>
    <w:pPr>
      <w:spacing w:after="200"/>
    </w:pPr>
    <w:rPr>
      <w:i/>
      <w:iCs/>
      <w:color w:val="775F55" w:themeColor="text2"/>
      <w:szCs w:val="18"/>
    </w:rPr>
  </w:style>
  <w:style w:type="character" w:customStyle="1" w:styleId="y2iqfc">
    <w:name w:val="y2iqfc"/>
    <w:basedOn w:val="Fuentedeprrafopredeter"/>
    <w:rsid w:val="00805BD0"/>
  </w:style>
  <w:style w:type="paragraph" w:styleId="Revisin">
    <w:name w:val="Revision"/>
    <w:hidden/>
    <w:uiPriority w:val="99"/>
    <w:semiHidden/>
    <w:rsid w:val="00031D30"/>
    <w:rPr>
      <w:rFonts w:ascii="Century Gothic" w:hAnsi="Century Gothic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7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mip\AppData\Local\Microsoft\Office\16.0\DTS\es-ES%7bDDBBAF6C-2A31-4006-8EA8-EA4C76232BC8%7d\%7b9B2F6E33-FBC5-4EC3-9D91-7249FBBC9A4B%7dtf00546271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F584A57D150473AB4E9CD18828992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ADA278-F08C-4ECD-A50B-C23F8CE6D238}"/>
      </w:docPartPr>
      <w:docPartBody>
        <w:p w:rsidR="00CA019E" w:rsidRDefault="00176E2D" w:rsidP="00176E2D">
          <w:pPr>
            <w:pStyle w:val="2F584A57D150473AB4E9CD188289927C3"/>
          </w:pPr>
          <w:r w:rsidRPr="00EE566C">
            <w:rPr>
              <w:rStyle w:val="Textodelmarcadordeposicin"/>
            </w:rPr>
            <w:t>Elija un elemento.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96F1F-D5E3-41CB-BD3B-0621A9C94B06}"/>
      </w:docPartPr>
      <w:docPartBody>
        <w:p w:rsidR="00CA019E" w:rsidRDefault="00146B91">
          <w:r w:rsidRPr="00EE566C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AF20974FD02C4300A033E73204C9D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ACE3F-AF9D-4702-819C-EC9A3BD254E8}"/>
      </w:docPartPr>
      <w:docPartBody>
        <w:p w:rsidR="00CA019E" w:rsidRDefault="00176E2D" w:rsidP="00176E2D">
          <w:pPr>
            <w:pStyle w:val="AF20974FD02C4300A033E73204C9DDD23"/>
          </w:pPr>
          <w:r w:rsidRPr="00D0499A">
            <w:rPr>
              <w:rStyle w:val="Textodelmarcadordeposicin"/>
              <w:lang w:val="en-US"/>
            </w:rPr>
            <w:t>Elija un elemento.</w:t>
          </w:r>
        </w:p>
      </w:docPartBody>
    </w:docPart>
    <w:docPart>
      <w:docPartPr>
        <w:name w:val="98478661A8BC432FAC0403FC3647E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C90CB-EB44-46E0-80FF-7113B4F7D654}"/>
      </w:docPartPr>
      <w:docPartBody>
        <w:p w:rsidR="00CA019E" w:rsidRDefault="00176E2D" w:rsidP="00176E2D">
          <w:pPr>
            <w:pStyle w:val="98478661A8BC432FAC0403FC3647E58D3"/>
          </w:pPr>
          <w:r w:rsidRPr="00EE566C">
            <w:rPr>
              <w:rStyle w:val="Textodelmarcadordeposicin"/>
            </w:rPr>
            <w:t>Elija un elemento.</w:t>
          </w:r>
        </w:p>
      </w:docPartBody>
    </w:docPart>
    <w:docPart>
      <w:docPartPr>
        <w:name w:val="3C4B2AEA0D1144D59AFEB4FF12F6E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7377C8-6612-4A2F-9ECB-2D6061B64839}"/>
      </w:docPartPr>
      <w:docPartBody>
        <w:p w:rsidR="00CA019E" w:rsidRDefault="00176E2D" w:rsidP="00176E2D">
          <w:pPr>
            <w:pStyle w:val="3C4B2AEA0D1144D59AFEB4FF12F6E23F3"/>
          </w:pPr>
          <w:r w:rsidRPr="00EE566C">
            <w:rPr>
              <w:rStyle w:val="Textodelmarcadordeposicin"/>
            </w:rPr>
            <w:t>Elija un elemento.</w:t>
          </w:r>
        </w:p>
      </w:docPartBody>
    </w:docPart>
    <w:docPart>
      <w:docPartPr>
        <w:name w:val="3DACD77CC03743C79D6EF515DDC2E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782B79-24D9-49A0-B61C-8A114EBA2C30}"/>
      </w:docPartPr>
      <w:docPartBody>
        <w:p w:rsidR="00176E2D" w:rsidRDefault="00602895" w:rsidP="00602895">
          <w:pPr>
            <w:pStyle w:val="3DACD77CC03743C79D6EF515DDC2E267"/>
          </w:pPr>
          <w:r w:rsidRPr="00EE566C">
            <w:rPr>
              <w:rStyle w:val="Textodelmarcadordeposicin"/>
            </w:rPr>
            <w:t>Elija un elemento.</w:t>
          </w:r>
        </w:p>
      </w:docPartBody>
    </w:docPart>
    <w:docPart>
      <w:docPartPr>
        <w:name w:val="CD7F77EB6BE94D3F822FF387C3520C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2315E-6719-44A0-ACE8-0248C9FABDEC}"/>
      </w:docPartPr>
      <w:docPartBody>
        <w:p w:rsidR="00176E2D" w:rsidRDefault="00602895" w:rsidP="00602895">
          <w:pPr>
            <w:pStyle w:val="CD7F77EB6BE94D3F822FF387C3520C09"/>
          </w:pPr>
          <w:r w:rsidRPr="00EE566C">
            <w:rPr>
              <w:rStyle w:val="Textodelmarcadordeposicin"/>
            </w:rPr>
            <w:t>Elija un elemento.</w:t>
          </w:r>
        </w:p>
      </w:docPartBody>
    </w:docPart>
    <w:docPart>
      <w:docPartPr>
        <w:name w:val="D3C6ED33D9784437909B2174F7C99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77764-4905-44F2-8D2B-020F33269DAC}"/>
      </w:docPartPr>
      <w:docPartBody>
        <w:p w:rsidR="00176E2D" w:rsidRDefault="00602895" w:rsidP="00602895">
          <w:pPr>
            <w:pStyle w:val="D3C6ED33D9784437909B2174F7C99B2C"/>
          </w:pPr>
          <w:r w:rsidRPr="00EE566C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BD07F-A4BA-445C-B8A2-4CB4D6371FB6}"/>
      </w:docPartPr>
      <w:docPartBody>
        <w:p w:rsidR="0005413D" w:rsidRDefault="00176E2D"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8E8B25A624A415BBDEF779159EC8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90213-67E6-4824-8296-5128982E2B10}"/>
      </w:docPartPr>
      <w:docPartBody>
        <w:p w:rsidR="0005413D" w:rsidRDefault="00176E2D" w:rsidP="00176E2D">
          <w:pPr>
            <w:pStyle w:val="C8E8B25A624A415BBDEF779159EC8D0B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D3323B31866427DADB53A572EF9E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0C00B-84CD-4459-B0F7-98F60672A685}"/>
      </w:docPartPr>
      <w:docPartBody>
        <w:p w:rsidR="0005413D" w:rsidRDefault="00176E2D" w:rsidP="00176E2D">
          <w:pPr>
            <w:pStyle w:val="1D3323B31866427DADB53A572EF9E66A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8CEACE315C8481BA7FDA519AB679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69F85-1145-4EC8-AA60-0D0871A9BFB4}"/>
      </w:docPartPr>
      <w:docPartBody>
        <w:p w:rsidR="0005413D" w:rsidRDefault="00176E2D" w:rsidP="00176E2D">
          <w:pPr>
            <w:pStyle w:val="E8CEACE315C8481BA7FDA519AB679AA6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222060FC5C245E9906BCAC6857ED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BAB62-C806-4B5C-97C6-19F55616CB36}"/>
      </w:docPartPr>
      <w:docPartBody>
        <w:p w:rsidR="0005413D" w:rsidRDefault="00176E2D" w:rsidP="00176E2D">
          <w:pPr>
            <w:pStyle w:val="A222060FC5C245E9906BCAC6857ED5E3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A3B2D9CE4F440C9BB3A4A0667CE4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6699D-33EA-41AD-900D-08BBD2C84DC5}"/>
      </w:docPartPr>
      <w:docPartBody>
        <w:p w:rsidR="0005413D" w:rsidRDefault="00176E2D" w:rsidP="00176E2D">
          <w:pPr>
            <w:pStyle w:val="BA3B2D9CE4F440C9BB3A4A0667CE4543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3AE9EF17A122406FAC54089F7B396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5E6AA-808E-4C2F-BE5E-08823D9FC90D}"/>
      </w:docPartPr>
      <w:docPartBody>
        <w:p w:rsidR="0005413D" w:rsidRDefault="00176E2D" w:rsidP="00176E2D">
          <w:pPr>
            <w:pStyle w:val="3AE9EF17A122406FAC54089F7B3966D1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D0E7A779DE64338A3DAF1CD5E095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8E663-C6B7-45B2-9604-3C0CA1E519EB}"/>
      </w:docPartPr>
      <w:docPartBody>
        <w:p w:rsidR="0005413D" w:rsidRDefault="00176E2D" w:rsidP="00176E2D">
          <w:pPr>
            <w:pStyle w:val="5D0E7A779DE64338A3DAF1CD5E095C1F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55FFC5ABF32480C9D3BBCF8A61DC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BDCF0-A6E7-4FC9-A54A-59FC8CF5C4E8}"/>
      </w:docPartPr>
      <w:docPartBody>
        <w:p w:rsidR="0005413D" w:rsidRDefault="00176E2D" w:rsidP="00176E2D">
          <w:pPr>
            <w:pStyle w:val="655FFC5ABF32480C9D3BBCF8A61DC1F7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B91"/>
    <w:rsid w:val="0005413D"/>
    <w:rsid w:val="00146B91"/>
    <w:rsid w:val="00176E2D"/>
    <w:rsid w:val="001E1BB0"/>
    <w:rsid w:val="0031546A"/>
    <w:rsid w:val="003C431A"/>
    <w:rsid w:val="0058278E"/>
    <w:rsid w:val="00584CD8"/>
    <w:rsid w:val="00602895"/>
    <w:rsid w:val="00617136"/>
    <w:rsid w:val="008274CE"/>
    <w:rsid w:val="00AF17B8"/>
    <w:rsid w:val="00B20314"/>
    <w:rsid w:val="00BD7BE3"/>
    <w:rsid w:val="00CA019E"/>
    <w:rsid w:val="00D404B0"/>
    <w:rsid w:val="00DE4AD0"/>
    <w:rsid w:val="00EE40C7"/>
    <w:rsid w:val="00F430AE"/>
    <w:rsid w:val="00F6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PA" w:eastAsia="es-P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5413D"/>
    <w:rPr>
      <w:rFonts w:ascii="Century Gothic" w:hAnsi="Century Gothic"/>
      <w:color w:val="808080"/>
    </w:rPr>
  </w:style>
  <w:style w:type="paragraph" w:customStyle="1" w:styleId="3DACD77CC03743C79D6EF515DDC2E267">
    <w:name w:val="3DACD77CC03743C79D6EF515DDC2E267"/>
    <w:rsid w:val="00602895"/>
  </w:style>
  <w:style w:type="paragraph" w:customStyle="1" w:styleId="CD7F77EB6BE94D3F822FF387C3520C09">
    <w:name w:val="CD7F77EB6BE94D3F822FF387C3520C09"/>
    <w:rsid w:val="00602895"/>
  </w:style>
  <w:style w:type="paragraph" w:customStyle="1" w:styleId="D3C6ED33D9784437909B2174F7C99B2C">
    <w:name w:val="D3C6ED33D9784437909B2174F7C99B2C"/>
    <w:rsid w:val="00602895"/>
  </w:style>
  <w:style w:type="paragraph" w:customStyle="1" w:styleId="C8E8B25A624A415BBDEF779159EC8D0B2">
    <w:name w:val="C8E8B25A624A415BBDEF779159EC8D0B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1D3323B31866427DADB53A572EF9E66A2">
    <w:name w:val="1D3323B31866427DADB53A572EF9E66A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2F584A57D150473AB4E9CD188289927C3">
    <w:name w:val="2F584A57D150473AB4E9CD188289927C3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E8CEACE315C8481BA7FDA519AB679AA62">
    <w:name w:val="E8CEACE315C8481BA7FDA519AB679AA6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A222060FC5C245E9906BCAC6857ED5E32">
    <w:name w:val="A222060FC5C245E9906BCAC6857ED5E3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BA3B2D9CE4F440C9BB3A4A0667CE45432">
    <w:name w:val="BA3B2D9CE4F440C9BB3A4A0667CE4543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3AE9EF17A122406FAC54089F7B3966D12">
    <w:name w:val="3AE9EF17A122406FAC54089F7B3966D1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AF20974FD02C4300A033E73204C9DDD23">
    <w:name w:val="AF20974FD02C4300A033E73204C9DDD23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5D0E7A779DE64338A3DAF1CD5E095C1F2">
    <w:name w:val="5D0E7A779DE64338A3DAF1CD5E095C1F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655FFC5ABF32480C9D3BBCF8A61DC1F72">
    <w:name w:val="655FFC5ABF32480C9D3BBCF8A61DC1F7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98478661A8BC432FAC0403FC3647E58D3">
    <w:name w:val="98478661A8BC432FAC0403FC3647E58D3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3C4B2AEA0D1144D59AFEB4FF12F6E23F3">
    <w:name w:val="3C4B2AEA0D1144D59AFEB4FF12F6E23F3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0A7D97BCF9E94BA3B6FF1CA7EC2C7C" ma:contentTypeVersion="14" ma:contentTypeDescription="Crear nuevo documento." ma:contentTypeScope="" ma:versionID="ce94eebf3d0059fa7009ff15aef76d8f">
  <xsd:schema xmlns:xsd="http://www.w3.org/2001/XMLSchema" xmlns:xs="http://www.w3.org/2001/XMLSchema" xmlns:p="http://schemas.microsoft.com/office/2006/metadata/properties" xmlns:ns2="84f5fb53-cdf6-4d5d-a788-d8cffdc5d309" xmlns:ns3="8141153f-a73c-406b-9d40-33063117657c" targetNamespace="http://schemas.microsoft.com/office/2006/metadata/properties" ma:root="true" ma:fieldsID="427d98d8a0cb0087ed91b2f64accefe5" ns2:_="" ns3:_="">
    <xsd:import namespace="84f5fb53-cdf6-4d5d-a788-d8cffdc5d309"/>
    <xsd:import namespace="8141153f-a73c-406b-9d40-3306311765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5fb53-cdf6-4d5d-a788-d8cffdc5d30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Última vez que se compartió por hora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198d4847-7fea-440b-992c-a7ce77117ac9}" ma:internalName="TaxCatchAll" ma:showField="CatchAllData" ma:web="84f5fb53-cdf6-4d5d-a788-d8cffdc5d3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1153f-a73c-406b-9d40-330631176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173c264a-0ded-47eb-9ba7-b5380933f8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4f5fb53-cdf6-4d5d-a788-d8cffdc5d309">ZYND43DJ6Y6W-206431550-3188</_dlc_DocId>
    <_dlc_DocIdUrl xmlns="84f5fb53-cdf6-4d5d-a788-d8cffdc5d309">
      <Url>https://umipadmin.sharepoint.com/sites/calidad/_layouts/15/DocIdRedir.aspx?ID=ZYND43DJ6Y6W-206431550-3188</Url>
      <Description>ZYND43DJ6Y6W-206431550-3188</Description>
    </_dlc_DocIdUrl>
    <lcf76f155ced4ddcb4097134ff3c332f xmlns="8141153f-a73c-406b-9d40-33063117657c">
      <Terms xmlns="http://schemas.microsoft.com/office/infopath/2007/PartnerControls"/>
    </lcf76f155ced4ddcb4097134ff3c332f>
    <TaxCatchAll xmlns="84f5fb53-cdf6-4d5d-a788-d8cffdc5d309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F15B5-6D39-4D67-B89D-E2DF74A3F3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5210E0-F7F8-47BE-91D2-4079F8505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5fb53-cdf6-4d5d-a788-d8cffdc5d309"/>
    <ds:schemaRef ds:uri="8141153f-a73c-406b-9d40-3306311765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84f5fb53-cdf6-4d5d-a788-d8cffdc5d309"/>
    <ds:schemaRef ds:uri="8141153f-a73c-406b-9d40-33063117657c"/>
  </ds:schemaRefs>
</ds:datastoreItem>
</file>

<file path=customXml/itemProps4.xml><?xml version="1.0" encoding="utf-8"?>
<ds:datastoreItem xmlns:ds="http://schemas.openxmlformats.org/officeDocument/2006/customXml" ds:itemID="{DD502B9A-5B91-443A-B5FF-F85CDE8B349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A7804B3-0914-408D-9394-AFD730058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{9B2F6E33-FBC5-4EC3-9D91-7249FBBC9A4B}tf00546271_win32</Template>
  <TotalTime>0</TotalTime>
  <Pages>1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2023-08-04T19:17:00Z</dcterms:created>
  <dcterms:modified xsi:type="dcterms:W3CDTF">2023-08-09T15:08:00Z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0x010100380A7D97BCF9E94BA3B6FF1CA7EC2C7C</vt:lpwstr>
  </property>
  <property fmtid="{D5CDD505-2E9C-101B-9397-08002B2CF9AE}" pid="3" name="_dlc_DocIdItemGuid">
    <vt:lpwstr>1964e2bd-1fb7-4f89-8018-e9f9a4aca1f0</vt:lpwstr>
  </property>
</Properties>
</file>