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570"/>
        <w:tblW w:w="113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7"/>
        <w:gridCol w:w="370"/>
        <w:gridCol w:w="6783"/>
      </w:tblGrid>
      <w:tr w:rsidR="00004E7A" w:rsidRPr="009A104F" w14:paraId="61F47191" w14:textId="77777777" w:rsidTr="00703BB3">
        <w:trPr>
          <w:trHeight w:val="2594"/>
        </w:trPr>
        <w:tc>
          <w:tcPr>
            <w:tcW w:w="4187" w:type="dxa"/>
            <w:vAlign w:val="bottom"/>
          </w:tcPr>
          <w:sdt>
            <w:sdtPr>
              <w:rPr>
                <w:lang w:val="es-PA"/>
              </w:rPr>
              <w:id w:val="1676617201"/>
              <w:lock w:val="sdtLocked"/>
              <w:showingPlcHdr/>
              <w:picture/>
            </w:sdtPr>
            <w:sdtEndPr/>
            <w:sdtContent>
              <w:p w14:paraId="55CD7DEE" w14:textId="4494F70B" w:rsidR="00004E7A" w:rsidRPr="00461737" w:rsidRDefault="00A62E84" w:rsidP="00D04A3E">
                <w:pPr>
                  <w:jc w:val="center"/>
                  <w:rPr>
                    <w:lang w:val="es-PA"/>
                  </w:rPr>
                </w:pPr>
                <w:r>
                  <w:rPr>
                    <w:noProof/>
                    <w:lang w:val="es-PA"/>
                  </w:rPr>
                  <w:drawing>
                    <wp:inline distT="0" distB="0" distL="0" distR="0" wp14:anchorId="46B7B8FD" wp14:editId="648E5D0F">
                      <wp:extent cx="1905000" cy="1905000"/>
                      <wp:effectExtent l="0" t="0" r="0" b="0"/>
                      <wp:docPr id="19" name="Imagen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764F252" w14:textId="7238C840" w:rsidR="00004E7A" w:rsidRPr="0059649E" w:rsidRDefault="00A62E84" w:rsidP="00004E7A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67351E" wp14:editId="4B9C083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-1984375</wp:posOffset>
                      </wp:positionV>
                      <wp:extent cx="2219325" cy="2038350"/>
                      <wp:effectExtent l="19050" t="19050" r="28575" b="19050"/>
                      <wp:wrapNone/>
                      <wp:docPr id="17" name="Corchet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9325" cy="2038350"/>
                              </a:xfrm>
                              <a:prstGeom prst="bracketPair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0177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Corchetes 17" o:spid="_x0000_s1026" type="#_x0000_t185" style="position:absolute;margin-left:11.95pt;margin-top:-156.25pt;width:174.7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" strokecolor="#94b6d2 [3204]" strokeweight="3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70" w:type="dxa"/>
          </w:tcPr>
          <w:p w14:paraId="06B10BFC" w14:textId="77777777" w:rsidR="00004E7A" w:rsidRPr="0059649E" w:rsidRDefault="00004E7A" w:rsidP="00004E7A">
            <w:pPr>
              <w:tabs>
                <w:tab w:val="left" w:pos="990"/>
              </w:tabs>
            </w:pPr>
          </w:p>
        </w:tc>
        <w:tc>
          <w:tcPr>
            <w:tcW w:w="6783" w:type="dxa"/>
            <w:vAlign w:val="bottom"/>
          </w:tcPr>
          <w:p w14:paraId="23FA03B1" w14:textId="77777777" w:rsidR="00004E7A" w:rsidRPr="005E72A7" w:rsidRDefault="00004E7A" w:rsidP="00004E7A">
            <w:pPr>
              <w:pStyle w:val="Ttulo3"/>
              <w:rPr>
                <w:color w:val="DD8047" w:themeColor="accent2"/>
                <w:u w:val="single"/>
                <w:lang w:val="es-PA"/>
              </w:rPr>
            </w:pPr>
            <w:r w:rsidRPr="005E72A7">
              <w:rPr>
                <w:color w:val="DD8047" w:themeColor="accent2"/>
                <w:u w:val="single"/>
                <w:lang w:val="es-PA"/>
              </w:rPr>
              <w:t>Personal details</w:t>
            </w:r>
          </w:p>
          <w:p w14:paraId="3958EEF4" w14:textId="058B3AA8" w:rsidR="000430E4" w:rsidRPr="005E72A7" w:rsidRDefault="000430E4" w:rsidP="00F65527">
            <w:pPr>
              <w:rPr>
                <w:sz w:val="20"/>
                <w:szCs w:val="20"/>
                <w:lang w:val="es-PA"/>
              </w:rPr>
            </w:pPr>
            <w:proofErr w:type="spellStart"/>
            <w:r w:rsidRPr="005E72A7">
              <w:rPr>
                <w:sz w:val="20"/>
                <w:szCs w:val="20"/>
                <w:lang w:val="es-PA"/>
              </w:rPr>
              <w:t>Name</w:t>
            </w:r>
            <w:proofErr w:type="spellEnd"/>
            <w:r w:rsidRPr="005E72A7">
              <w:rPr>
                <w:sz w:val="20"/>
                <w:szCs w:val="20"/>
                <w:lang w:val="es-PA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379523231"/>
                <w:placeholder>
                  <w:docPart w:val="C8E8B25A624A415BBDEF779159EC8D0B"/>
                </w:placeholder>
                <w:text/>
              </w:sdtPr>
              <w:sdtEndPr/>
              <w:sdtContent>
                <w:r w:rsidR="009A104F">
                  <w:rPr>
                    <w:sz w:val="20"/>
                    <w:szCs w:val="20"/>
                    <w:lang w:val="en-US"/>
                  </w:rPr>
                  <w:t xml:space="preserve"> </w:t>
                </w:r>
              </w:sdtContent>
            </w:sdt>
          </w:p>
          <w:p w14:paraId="496C6349" w14:textId="6331BA00" w:rsidR="00004E7A" w:rsidRPr="005E72A7" w:rsidRDefault="00004E7A" w:rsidP="00004E7A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>ID:</w:t>
            </w:r>
            <w:r w:rsidR="00324E74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87586624"/>
                <w:placeholder>
                  <w:docPart w:val="1D3323B31866427DADB53A572EF9E66A"/>
                </w:placeholder>
                <w:text/>
              </w:sdtPr>
              <w:sdtEndPr/>
              <w:sdtContent>
                <w:r w:rsidR="009A104F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5E29B405" w14:textId="5447FEDC" w:rsidR="00004E7A" w:rsidRPr="005E72A7" w:rsidRDefault="00004E7A" w:rsidP="00004E7A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>DOB</w:t>
            </w:r>
            <w:r w:rsidR="00324E74" w:rsidRPr="005E72A7">
              <w:rPr>
                <w:sz w:val="20"/>
                <w:szCs w:val="24"/>
                <w:lang w:val="es-PA"/>
              </w:rPr>
              <w:t>:</w:t>
            </w:r>
            <w:r w:rsidR="004A2069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s-PA"/>
                </w:rPr>
                <w:id w:val="-89967851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4A2069" w:rsidRPr="005E72A7">
                  <w:rPr>
                    <w:sz w:val="20"/>
                    <w:szCs w:val="24"/>
                    <w:lang w:val="es-PA"/>
                  </w:rPr>
                  <w:t>MM/DD/YY</w:t>
                </w:r>
              </w:sdtContent>
            </w:sdt>
          </w:p>
          <w:p w14:paraId="00EC0F1E" w14:textId="38DF410F" w:rsidR="00004E7A" w:rsidRPr="00324E74" w:rsidRDefault="00004E7A" w:rsidP="00004E7A">
            <w:pPr>
              <w:rPr>
                <w:sz w:val="20"/>
                <w:szCs w:val="24"/>
                <w:lang w:val="es-PA"/>
              </w:rPr>
            </w:pPr>
            <w:r w:rsidRPr="00324E74">
              <w:rPr>
                <w:sz w:val="20"/>
                <w:szCs w:val="24"/>
                <w:lang w:val="es-PA"/>
              </w:rPr>
              <w:t>Sex:</w:t>
            </w:r>
            <w:r w:rsidR="008046CE" w:rsidRPr="00324E74">
              <w:rPr>
                <w:sz w:val="20"/>
                <w:szCs w:val="24"/>
                <w:lang w:val="es-PA"/>
              </w:rPr>
              <w:t xml:space="preserve">  </w:t>
            </w:r>
            <w:sdt>
              <w:sdtPr>
                <w:rPr>
                  <w:sz w:val="20"/>
                  <w:szCs w:val="24"/>
                  <w:lang w:val="en-US"/>
                </w:rPr>
                <w:alias w:val="Choose"/>
                <w:tag w:val="Choose"/>
                <w:id w:val="1571928325"/>
                <w:placeholder>
                  <w:docPart w:val="2F584A57D150473AB4E9CD188289927C"/>
                </w:placeholder>
                <w:showingPlcHdr/>
                <w:dropDownList>
                  <w:listItem w:value="Elija un elemento."/>
                  <w:listItem w:displayText="Female" w:value="Female"/>
                  <w:listItem w:displayText="Male" w:value="Male"/>
                </w:dropDownList>
              </w:sdtPr>
              <w:sdtEndPr/>
              <w:sdtContent>
                <w:r w:rsidR="00324E74" w:rsidRPr="00EE566C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7B0CA991" w14:textId="21227561" w:rsidR="00004E7A" w:rsidRPr="009A104F" w:rsidRDefault="00004E7A" w:rsidP="00004E7A">
            <w:pPr>
              <w:rPr>
                <w:sz w:val="20"/>
                <w:szCs w:val="24"/>
                <w:lang w:val="en-US"/>
              </w:rPr>
            </w:pPr>
            <w:r w:rsidRPr="009A104F">
              <w:rPr>
                <w:sz w:val="20"/>
                <w:szCs w:val="24"/>
                <w:lang w:val="en-US"/>
              </w:rPr>
              <w:t>POB:</w:t>
            </w:r>
            <w:r w:rsidR="00246FB9" w:rsidRPr="009A104F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1922838604"/>
                <w:placeholder>
                  <w:docPart w:val="E8CEACE315C8481BA7FDA519AB679AA6"/>
                </w:placeholder>
                <w:text/>
              </w:sdtPr>
              <w:sdtContent>
                <w:r w:rsidR="009A104F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2FD21E4F" w14:textId="7A934309" w:rsidR="00004E7A" w:rsidRPr="009A104F" w:rsidRDefault="00004E7A" w:rsidP="00004E7A">
            <w:pPr>
              <w:rPr>
                <w:sz w:val="20"/>
                <w:szCs w:val="24"/>
                <w:lang w:val="en-US"/>
              </w:rPr>
            </w:pPr>
            <w:r w:rsidRPr="009A104F">
              <w:rPr>
                <w:sz w:val="20"/>
                <w:szCs w:val="24"/>
                <w:lang w:val="en-US"/>
              </w:rPr>
              <w:t>Address:</w:t>
            </w:r>
            <w:r w:rsidR="00246FB9" w:rsidRPr="009A104F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2068914915"/>
                <w:placeholder>
                  <w:docPart w:val="A222060FC5C245E9906BCAC6857ED5E3"/>
                </w:placeholder>
                <w:text/>
              </w:sdtPr>
              <w:sdtEndPr/>
              <w:sdtContent>
                <w:r w:rsidR="009A104F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2AE17AAB" w14:textId="1DCB4AF4" w:rsidR="00004E7A" w:rsidRPr="009A104F" w:rsidRDefault="00004E7A" w:rsidP="00004E7A">
            <w:pPr>
              <w:rPr>
                <w:sz w:val="20"/>
                <w:szCs w:val="24"/>
                <w:lang w:val="en-US"/>
              </w:rPr>
            </w:pPr>
            <w:r w:rsidRPr="009A104F">
              <w:rPr>
                <w:sz w:val="20"/>
                <w:szCs w:val="24"/>
                <w:lang w:val="en-US"/>
              </w:rPr>
              <w:t>Phone / Cellphone:</w:t>
            </w:r>
            <w:r w:rsidR="00246FB9" w:rsidRPr="009A104F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239945400"/>
                <w:placeholder>
                  <w:docPart w:val="BA3B2D9CE4F440C9BB3A4A0667CE4543"/>
                </w:placeholder>
                <w:text/>
              </w:sdtPr>
              <w:sdtEndPr/>
              <w:sdtContent>
                <w:r w:rsidR="009A104F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272BADEA" w14:textId="13B19FCB" w:rsidR="00004E7A" w:rsidRPr="009A104F" w:rsidRDefault="00004E7A" w:rsidP="00004E7A">
            <w:pPr>
              <w:rPr>
                <w:sz w:val="20"/>
                <w:szCs w:val="24"/>
                <w:lang w:val="en-US"/>
              </w:rPr>
            </w:pPr>
            <w:r w:rsidRPr="009A104F">
              <w:rPr>
                <w:sz w:val="20"/>
                <w:szCs w:val="24"/>
                <w:lang w:val="en-US"/>
              </w:rPr>
              <w:t>Email:</w:t>
            </w:r>
            <w:r w:rsidR="004E6C87" w:rsidRPr="009A104F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905452174"/>
                <w:placeholder>
                  <w:docPart w:val="3AE9EF17A122406FAC54089F7B3966D1"/>
                </w:placeholder>
                <w:text/>
              </w:sdtPr>
              <w:sdtEndPr/>
              <w:sdtContent>
                <w:r w:rsidR="009A104F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51BBC1E6" w14:textId="317E6FF1" w:rsidR="00004E7A" w:rsidRPr="005E72A7" w:rsidRDefault="00004E7A" w:rsidP="00004E7A">
            <w:pPr>
              <w:rPr>
                <w:color w:val="000000" w:themeColor="text1"/>
                <w:sz w:val="20"/>
                <w:szCs w:val="24"/>
                <w:lang w:val="es-PA"/>
              </w:rPr>
            </w:pPr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Blood type:</w:t>
            </w:r>
            <w:r w:rsidR="004E6C87"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alias w:val="lista 2"/>
                <w:tag w:val="lista 2"/>
                <w:id w:val="1752778975"/>
                <w:placeholder>
                  <w:docPart w:val="AF20974FD02C4300A033E73204C9DDD2"/>
                </w:placeholder>
                <w:showingPlcHdr/>
                <w:dropDownList>
                  <w:listItem w:value="Elija un elemento."/>
                  <w:listItem w:displayText="A+" w:value="A+"/>
                  <w:listItem w:displayText="B+" w:value="B+"/>
                  <w:listItem w:displayText="O-" w:value="O-"/>
                  <w:listItem w:displayText="O+" w:value="O+"/>
                  <w:listItem w:displayText="AB+" w:value="AB+"/>
                  <w:listItem w:displayText="A-" w:value="A-"/>
                  <w:listItem w:displayText="B-" w:value="B-"/>
                  <w:listItem w:displayText="AB-" w:value="AB-"/>
                </w:dropDownList>
              </w:sdtPr>
              <w:sdtEndPr/>
              <w:sdtContent>
                <w:r w:rsidR="004E6C87" w:rsidRPr="005E72A7">
                  <w:rPr>
                    <w:rStyle w:val="Textodelmarcadordeposicin"/>
                    <w:lang w:val="es-PA"/>
                  </w:rPr>
                  <w:t>Elija un elemento.</w:t>
                </w:r>
              </w:sdtContent>
            </w:sdt>
          </w:p>
          <w:p w14:paraId="2B0A70DE" w14:textId="166A1870" w:rsidR="00004E7A" w:rsidRPr="009A104F" w:rsidRDefault="00004E7A" w:rsidP="00004E7A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9A104F">
              <w:rPr>
                <w:color w:val="000000" w:themeColor="text1"/>
                <w:sz w:val="20"/>
                <w:szCs w:val="24"/>
                <w:lang w:val="en-US"/>
              </w:rPr>
              <w:t>Weight (kg/pounds):</w:t>
            </w:r>
            <w:r w:rsidR="00246FB9" w:rsidRPr="009A104F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621501143"/>
                <w:placeholder>
                  <w:docPart w:val="5D0E7A779DE64338A3DAF1CD5E095C1F"/>
                </w:placeholder>
                <w:text/>
              </w:sdtPr>
              <w:sdtEndPr/>
              <w:sdtContent>
                <w:r w:rsidR="009A104F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7F0D4C1E" w14:textId="7626D369" w:rsidR="00657E0B" w:rsidRPr="009A104F" w:rsidRDefault="00657E0B" w:rsidP="00004E7A">
            <w:pPr>
              <w:rPr>
                <w:color w:val="000000" w:themeColor="text1"/>
                <w:sz w:val="20"/>
                <w:szCs w:val="24"/>
                <w:lang w:val="en-US"/>
              </w:rPr>
            </w:pPr>
            <w:r w:rsidRPr="009A104F">
              <w:rPr>
                <w:color w:val="000000" w:themeColor="text1"/>
                <w:sz w:val="20"/>
                <w:szCs w:val="24"/>
                <w:lang w:val="en-US"/>
              </w:rPr>
              <w:t>Grade Point Average</w:t>
            </w:r>
            <w:r w:rsidR="008B30B2" w:rsidRPr="009A104F">
              <w:rPr>
                <w:color w:val="000000" w:themeColor="text1"/>
                <w:sz w:val="20"/>
                <w:szCs w:val="24"/>
                <w:lang w:val="en-US"/>
              </w:rPr>
              <w:t xml:space="preserve"> / 3.00</w:t>
            </w:r>
            <w:r w:rsidRPr="009A104F">
              <w:rPr>
                <w:color w:val="000000" w:themeColor="text1"/>
                <w:sz w:val="20"/>
                <w:szCs w:val="24"/>
                <w:lang w:val="en-US"/>
              </w:rPr>
              <w:t>:</w:t>
            </w:r>
            <w:r w:rsidR="00246FB9" w:rsidRPr="009A104F">
              <w:rPr>
                <w:color w:val="000000" w:themeColor="text1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1600015449"/>
                <w:placeholder>
                  <w:docPart w:val="655FFC5ABF32480C9D3BBCF8A61DC1F7"/>
                </w:placeholder>
                <w:text/>
              </w:sdtPr>
              <w:sdtEndPr/>
              <w:sdtContent>
                <w:r w:rsidR="009A104F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4A98C618" w14:textId="77777777" w:rsidR="00004E7A" w:rsidRPr="009A104F" w:rsidRDefault="00004E7A" w:rsidP="00004E7A">
            <w:pPr>
              <w:pStyle w:val="Ttulo4"/>
              <w:rPr>
                <w:lang w:val="en-US"/>
              </w:rPr>
            </w:pPr>
          </w:p>
        </w:tc>
      </w:tr>
      <w:tr w:rsidR="00004E7A" w:rsidRPr="0059649E" w14:paraId="4E02C393" w14:textId="77777777" w:rsidTr="00703BB3">
        <w:trPr>
          <w:trHeight w:val="11971"/>
        </w:trPr>
        <w:tc>
          <w:tcPr>
            <w:tcW w:w="4187" w:type="dxa"/>
          </w:tcPr>
          <w:p w14:paraId="79B5A243" w14:textId="77777777" w:rsidR="00004E7A" w:rsidRPr="009A104F" w:rsidRDefault="00004E7A" w:rsidP="00004E7A">
            <w:pPr>
              <w:pStyle w:val="Ttulo3"/>
              <w:rPr>
                <w:lang w:val="en-US"/>
              </w:rPr>
            </w:pPr>
          </w:p>
          <w:p w14:paraId="481ED555" w14:textId="7FEF4BCD" w:rsidR="00004E7A" w:rsidRPr="00F65527" w:rsidRDefault="00004E7A" w:rsidP="00004E7A">
            <w:pPr>
              <w:pStyle w:val="Ttulo3"/>
              <w:rPr>
                <w:color w:val="DD8047" w:themeColor="accent2"/>
                <w:u w:val="single"/>
                <w:lang w:val="es-PA"/>
              </w:rPr>
            </w:pPr>
            <w:r w:rsidRPr="00F65527">
              <w:rPr>
                <w:color w:val="DD8047" w:themeColor="accent2"/>
                <w:u w:val="single"/>
                <w:lang w:val="es-PA"/>
              </w:rPr>
              <w:t>SEAMAN</w:t>
            </w:r>
            <w:r w:rsidR="005E72A7">
              <w:rPr>
                <w:color w:val="DD8047" w:themeColor="accent2"/>
                <w:u w:val="single"/>
                <w:lang w:val="es-PA"/>
              </w:rPr>
              <w:t>’</w:t>
            </w:r>
            <w:r w:rsidRPr="00F65527">
              <w:rPr>
                <w:color w:val="DD8047" w:themeColor="accent2"/>
                <w:u w:val="single"/>
                <w:lang w:val="es-PA"/>
              </w:rPr>
              <w:t>S BOOK</w:t>
            </w:r>
          </w:p>
          <w:sdt>
            <w:sdtPr>
              <w:rPr>
                <w:sz w:val="20"/>
                <w:szCs w:val="24"/>
                <w:lang w:val="en-US"/>
              </w:rPr>
              <w:alias w:val="CHOOSE"/>
              <w:tag w:val="CHOOSE"/>
              <w:id w:val="1413731522"/>
              <w:placeholder>
                <w:docPart w:val="98478661A8BC432FAC0403FC3647E58D"/>
              </w:placeholder>
              <w:showingPlcHdr/>
              <w:dropDownList>
                <w:listItem w:value="Elija un elemento."/>
                <w:listItem w:displayText="Deck Cadet" w:value="Deck Cadet"/>
                <w:listItem w:displayText="Engine Cadet" w:value="Engine Cadet"/>
                <w:listItem w:displayText="ETO" w:value="ETO"/>
              </w:dropDownList>
            </w:sdtPr>
            <w:sdtEndPr/>
            <w:sdtContent>
              <w:p w14:paraId="61EAF46B" w14:textId="481ECAE5" w:rsidR="00004E7A" w:rsidRPr="00324E74" w:rsidRDefault="004E6C87" w:rsidP="00004E7A">
                <w:pPr>
                  <w:rPr>
                    <w:sz w:val="20"/>
                    <w:szCs w:val="24"/>
                    <w:lang w:val="es-PA"/>
                  </w:rPr>
                </w:pPr>
                <w:r w:rsidRPr="00EE566C">
                  <w:rPr>
                    <w:rStyle w:val="Textodelmarcadordeposicin"/>
                  </w:rPr>
                  <w:t>Elija un elemento.</w:t>
                </w:r>
              </w:p>
            </w:sdtContent>
          </w:sdt>
          <w:p w14:paraId="179DFBAE" w14:textId="7E321AF8" w:rsidR="000430E4" w:rsidRPr="005E72A7" w:rsidRDefault="000430E4" w:rsidP="00004E7A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 xml:space="preserve">SB </w:t>
            </w:r>
            <w:proofErr w:type="spellStart"/>
            <w:r w:rsidRPr="005E72A7">
              <w:rPr>
                <w:sz w:val="20"/>
                <w:szCs w:val="24"/>
                <w:lang w:val="es-PA"/>
              </w:rPr>
              <w:t>Number</w:t>
            </w:r>
            <w:proofErr w:type="spellEnd"/>
            <w:r w:rsidRPr="005E72A7">
              <w:rPr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696543223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0DAFA536" w14:textId="1BDA0FD4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Expiration date: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67206302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2661B128" w14:textId="77777777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</w:p>
          <w:p w14:paraId="0CD60947" w14:textId="77777777" w:rsidR="00004E7A" w:rsidRPr="005E72A7" w:rsidRDefault="00004E7A" w:rsidP="00004E7A">
            <w:pPr>
              <w:pStyle w:val="Ttulo3"/>
              <w:rPr>
                <w:color w:val="DD8047" w:themeColor="accent2"/>
                <w:u w:val="single"/>
                <w:lang w:val="es-PA"/>
              </w:rPr>
            </w:pPr>
            <w:r w:rsidRPr="005E72A7">
              <w:rPr>
                <w:color w:val="DD8047" w:themeColor="accent2"/>
                <w:u w:val="single"/>
                <w:lang w:val="es-PA"/>
              </w:rPr>
              <w:t>TRAVEL DOCUMENTS</w:t>
            </w:r>
          </w:p>
          <w:p w14:paraId="0A2E8FAF" w14:textId="04479B34" w:rsidR="00004E7A" w:rsidRPr="005E72A7" w:rsidRDefault="00004E7A" w:rsidP="00004E7A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 xml:space="preserve">Passport </w:t>
            </w:r>
            <w:proofErr w:type="spellStart"/>
            <w:r w:rsidRPr="005E72A7">
              <w:rPr>
                <w:sz w:val="20"/>
                <w:szCs w:val="24"/>
                <w:lang w:val="es-PA"/>
              </w:rPr>
              <w:t>Number</w:t>
            </w:r>
            <w:proofErr w:type="spellEnd"/>
            <w:r w:rsidRPr="005E72A7">
              <w:rPr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171653956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374AEA77" w14:textId="38BB3181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Exp. Date:</w:t>
            </w:r>
            <w:r w:rsidR="00031D30">
              <w:rPr>
                <w:sz w:val="20"/>
                <w:szCs w:val="24"/>
                <w:lang w:val="en-US"/>
              </w:rPr>
              <w:t xml:space="preserve"> 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214539230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5011B26B" w14:textId="40F3FA4D" w:rsidR="00004E7A" w:rsidRPr="004E6C87" w:rsidRDefault="00A92294" w:rsidP="00004E7A">
            <w:pPr>
              <w:rPr>
                <w:sz w:val="20"/>
                <w:szCs w:val="24"/>
                <w:lang w:val="es-PA"/>
              </w:rPr>
            </w:pPr>
            <w:r>
              <w:rPr>
                <w:sz w:val="20"/>
                <w:szCs w:val="24"/>
                <w:lang w:val="es-PA"/>
              </w:rPr>
              <w:t xml:space="preserve">C1/D </w:t>
            </w:r>
            <w:r w:rsidR="00004E7A" w:rsidRPr="004E6C87">
              <w:rPr>
                <w:sz w:val="20"/>
                <w:szCs w:val="24"/>
                <w:lang w:val="es-PA"/>
              </w:rPr>
              <w:t xml:space="preserve">US Visa: </w:t>
            </w:r>
            <w:sdt>
              <w:sdtPr>
                <w:rPr>
                  <w:sz w:val="20"/>
                  <w:szCs w:val="24"/>
                  <w:lang w:val="en-US"/>
                </w:rPr>
                <w:alias w:val="Choose"/>
                <w:tag w:val="Choose"/>
                <w:id w:val="-289593879"/>
                <w:placeholder>
                  <w:docPart w:val="3C4B2AEA0D1144D59AFEB4FF12F6E23F"/>
                </w:placeholder>
                <w:showingPlcHdr/>
                <w:dropDownList>
                  <w:listItem w:value="Elija un elemento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E6C87" w:rsidRPr="00EE566C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51F68EE2" w14:textId="08A3ABC8" w:rsidR="00004E7A" w:rsidRPr="00031D30" w:rsidRDefault="00004E7A" w:rsidP="00004E7A">
            <w:pPr>
              <w:rPr>
                <w:sz w:val="20"/>
                <w:szCs w:val="24"/>
                <w:lang w:val="en-US"/>
              </w:rPr>
            </w:pPr>
            <w:r w:rsidRPr="00031D30">
              <w:rPr>
                <w:sz w:val="20"/>
                <w:szCs w:val="24"/>
                <w:lang w:val="en-US"/>
              </w:rPr>
              <w:t>Exp. Date:</w:t>
            </w:r>
            <w:r w:rsidR="00031D30" w:rsidRPr="00031D30">
              <w:rPr>
                <w:sz w:val="20"/>
                <w:szCs w:val="24"/>
                <w:lang w:val="en-US"/>
              </w:rPr>
              <w:t xml:space="preserve">  </w:t>
            </w:r>
            <w:sdt>
              <w:sdtPr>
                <w:rPr>
                  <w:sz w:val="20"/>
                  <w:szCs w:val="24"/>
                  <w:lang w:val="en-US"/>
                </w:rPr>
                <w:id w:val="1136451225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031D30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7AD45009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3E0F649A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7F388EB9" w14:textId="77777777" w:rsidR="00004E7A" w:rsidRPr="00031D30" w:rsidRDefault="00004E7A" w:rsidP="00004E7A">
            <w:pPr>
              <w:rPr>
                <w:lang w:val="en-US"/>
              </w:rPr>
            </w:pPr>
          </w:p>
          <w:p w14:paraId="37C849B7" w14:textId="77777777" w:rsidR="00004E7A" w:rsidRPr="009E7E49" w:rsidRDefault="00004E7A" w:rsidP="00004E7A">
            <w:pPr>
              <w:pStyle w:val="Ttulo2"/>
              <w:rPr>
                <w:color w:val="DD8047" w:themeColor="accent2"/>
                <w:lang w:val="en-US"/>
              </w:rPr>
            </w:pPr>
            <w:r w:rsidRPr="009E7E49">
              <w:rPr>
                <w:color w:val="DD8047" w:themeColor="accent2"/>
                <w:lang w:val="en-US"/>
              </w:rPr>
              <w:t>Medical documentation</w:t>
            </w:r>
          </w:p>
          <w:p w14:paraId="19C0CAB9" w14:textId="47A58B17" w:rsidR="00004E7A" w:rsidRPr="00BA2324" w:rsidRDefault="00004E7A" w:rsidP="00004E7A">
            <w:pPr>
              <w:pStyle w:val="Ttulo4"/>
              <w:rPr>
                <w:b w:val="0"/>
                <w:bCs/>
                <w:lang w:val="en-US"/>
              </w:rPr>
            </w:pPr>
            <w:r w:rsidRPr="00BA2324">
              <w:rPr>
                <w:b w:val="0"/>
                <w:bCs/>
                <w:lang w:val="en-US"/>
              </w:rPr>
              <w:t xml:space="preserve">Yellow Fever: </w:t>
            </w:r>
            <w:sdt>
              <w:sdtPr>
                <w:rPr>
                  <w:b w:val="0"/>
                  <w:bCs/>
                  <w:lang w:val="en-US"/>
                </w:rPr>
                <w:id w:val="-68389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527" w:rsidRPr="00BA2324">
                  <w:rPr>
                    <w:rFonts w:ascii="MS Gothic" w:eastAsia="MS Gothic" w:hAnsi="MS Gothic" w:hint="eastAsia"/>
                    <w:b w:val="0"/>
                    <w:bCs/>
                    <w:lang w:val="en-US"/>
                  </w:rPr>
                  <w:t>☐</w:t>
                </w:r>
              </w:sdtContent>
            </w:sdt>
          </w:p>
          <w:p w14:paraId="142DDB80" w14:textId="451EADFF" w:rsidR="00004E7A" w:rsidRPr="00BA2324" w:rsidRDefault="00004E7A" w:rsidP="00004E7A">
            <w:pPr>
              <w:pStyle w:val="Ttulo4"/>
              <w:rPr>
                <w:b w:val="0"/>
                <w:bCs/>
                <w:lang w:val="en-US"/>
              </w:rPr>
            </w:pPr>
          </w:p>
          <w:p w14:paraId="3E4A6B22" w14:textId="3FC753A1" w:rsidR="00004E7A" w:rsidRPr="00BA2324" w:rsidRDefault="00004E7A" w:rsidP="00004E7A">
            <w:pPr>
              <w:pStyle w:val="Ttulo4"/>
              <w:rPr>
                <w:b w:val="0"/>
                <w:bCs/>
                <w:lang w:val="en-US"/>
              </w:rPr>
            </w:pPr>
            <w:r w:rsidRPr="00BA2324">
              <w:rPr>
                <w:b w:val="0"/>
                <w:bCs/>
                <w:lang w:val="en-US"/>
              </w:rPr>
              <w:t xml:space="preserve">Hepatitis A   </w:t>
            </w:r>
            <w:sdt>
              <w:sdtPr>
                <w:rPr>
                  <w:b w:val="0"/>
                  <w:bCs/>
                  <w:lang w:val="en-US"/>
                </w:rPr>
                <w:id w:val="25063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2C2" w:rsidRPr="00BA2324">
                  <w:rPr>
                    <w:rFonts w:ascii="MS Gothic" w:eastAsia="MS Gothic" w:hAnsi="MS Gothic" w:hint="eastAsia"/>
                    <w:b w:val="0"/>
                    <w:bCs/>
                    <w:lang w:val="en-US"/>
                  </w:rPr>
                  <w:t>☐</w:t>
                </w:r>
              </w:sdtContent>
            </w:sdt>
            <w:r w:rsidRPr="00BA2324">
              <w:rPr>
                <w:b w:val="0"/>
                <w:bCs/>
                <w:lang w:val="en-US"/>
              </w:rPr>
              <w:t xml:space="preserve">   B    </w:t>
            </w:r>
            <w:sdt>
              <w:sdtPr>
                <w:rPr>
                  <w:b w:val="0"/>
                  <w:bCs/>
                  <w:lang w:val="en-US"/>
                </w:rPr>
                <w:id w:val="-117233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596" w:rsidRPr="00BA2324">
                  <w:rPr>
                    <w:rFonts w:ascii="MS Gothic" w:eastAsia="MS Gothic" w:hAnsi="MS Gothic" w:hint="eastAsia"/>
                    <w:b w:val="0"/>
                    <w:bCs/>
                    <w:lang w:val="en-US"/>
                  </w:rPr>
                  <w:t>☐</w:t>
                </w:r>
              </w:sdtContent>
            </w:sdt>
            <w:r w:rsidRPr="00BA2324">
              <w:rPr>
                <w:b w:val="0"/>
                <w:bCs/>
                <w:lang w:val="en-US"/>
              </w:rPr>
              <w:t xml:space="preserve">      C</w:t>
            </w:r>
            <w:r w:rsidR="004E6C87" w:rsidRPr="00BA2324">
              <w:rPr>
                <w:b w:val="0"/>
                <w:bCs/>
                <w:lang w:val="en-US"/>
              </w:rPr>
              <w:t xml:space="preserve">  </w:t>
            </w:r>
            <w:sdt>
              <w:sdtPr>
                <w:rPr>
                  <w:b w:val="0"/>
                  <w:bCs/>
                  <w:lang w:val="en-US"/>
                </w:rPr>
                <w:id w:val="-45857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6FB9" w:rsidRPr="00BA2324">
                  <w:rPr>
                    <w:rFonts w:ascii="MS Gothic" w:eastAsia="MS Gothic" w:hAnsi="MS Gothic" w:hint="eastAsia"/>
                    <w:b w:val="0"/>
                    <w:bCs/>
                    <w:lang w:val="en-US"/>
                  </w:rPr>
                  <w:t>☐</w:t>
                </w:r>
              </w:sdtContent>
            </w:sdt>
          </w:p>
          <w:p w14:paraId="47FCC294" w14:textId="77777777" w:rsidR="00004E7A" w:rsidRPr="00BA2324" w:rsidRDefault="00004E7A" w:rsidP="00004E7A">
            <w:pPr>
              <w:rPr>
                <w:bCs/>
                <w:lang w:val="en-US"/>
              </w:rPr>
            </w:pPr>
          </w:p>
          <w:p w14:paraId="46C18FB1" w14:textId="3EBB13B8" w:rsidR="00004E7A" w:rsidRPr="00BA2324" w:rsidRDefault="00004E7A" w:rsidP="00004E7A">
            <w:pPr>
              <w:rPr>
                <w:bCs/>
                <w:lang w:val="en-US"/>
              </w:rPr>
            </w:pPr>
            <w:r w:rsidRPr="00BA2324">
              <w:rPr>
                <w:bCs/>
                <w:lang w:val="en-US"/>
              </w:rPr>
              <w:t>COVID</w:t>
            </w:r>
            <w:r w:rsidR="004E6C87" w:rsidRPr="00BA2324">
              <w:rPr>
                <w:bCs/>
                <w:lang w:val="en-US"/>
              </w:rPr>
              <w:t>19 1</w:t>
            </w:r>
            <w:r w:rsidRPr="00BA2324">
              <w:rPr>
                <w:bCs/>
                <w:lang w:val="en-US"/>
              </w:rPr>
              <w:t xml:space="preserve">st </w:t>
            </w:r>
            <w:sdt>
              <w:sdtPr>
                <w:rPr>
                  <w:bCs/>
                  <w:lang w:val="en-US"/>
                </w:rPr>
                <w:id w:val="145690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596" w:rsidRPr="00BA2324">
                  <w:rPr>
                    <w:rFonts w:ascii="MS Gothic" w:eastAsia="MS Gothic" w:hAnsi="MS Gothic" w:hint="eastAsia"/>
                    <w:bCs/>
                    <w:lang w:val="en-US"/>
                  </w:rPr>
                  <w:t>☐</w:t>
                </w:r>
              </w:sdtContent>
            </w:sdt>
            <w:r w:rsidR="004E6C87" w:rsidRPr="00BA2324">
              <w:rPr>
                <w:bCs/>
                <w:noProof/>
                <w:lang w:val="en-US"/>
              </w:rPr>
              <w:t xml:space="preserve"> </w:t>
            </w:r>
            <w:r w:rsidRPr="00BA2324">
              <w:rPr>
                <w:bCs/>
                <w:lang w:val="en-US"/>
              </w:rPr>
              <w:t xml:space="preserve">  2nd </w:t>
            </w:r>
            <w:sdt>
              <w:sdtPr>
                <w:rPr>
                  <w:bCs/>
                  <w:lang w:val="en-US"/>
                </w:rPr>
                <w:id w:val="-177702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596" w:rsidRPr="00BA2324">
                  <w:rPr>
                    <w:rFonts w:ascii="MS Gothic" w:eastAsia="MS Gothic" w:hAnsi="MS Gothic" w:hint="eastAsia"/>
                    <w:bCs/>
                    <w:lang w:val="en-US"/>
                  </w:rPr>
                  <w:t>☐</w:t>
                </w:r>
              </w:sdtContent>
            </w:sdt>
            <w:r w:rsidR="004E6C87" w:rsidRPr="00BA2324">
              <w:rPr>
                <w:bCs/>
                <w:noProof/>
                <w:lang w:val="en-US"/>
              </w:rPr>
              <w:t xml:space="preserve">  </w:t>
            </w:r>
            <w:r w:rsidR="004E6C87" w:rsidRPr="00BA2324">
              <w:rPr>
                <w:bCs/>
                <w:lang w:val="en-US"/>
              </w:rPr>
              <w:t>B</w:t>
            </w:r>
            <w:r w:rsidRPr="00BA2324">
              <w:rPr>
                <w:bCs/>
                <w:lang w:val="en-US"/>
              </w:rPr>
              <w:t>ooster</w:t>
            </w:r>
            <w:r w:rsidR="004E6C87" w:rsidRPr="00BA2324">
              <w:rPr>
                <w:bCs/>
                <w:lang w:val="en-US"/>
              </w:rPr>
              <w:t xml:space="preserve"> </w:t>
            </w:r>
            <w:sdt>
              <w:sdtPr>
                <w:rPr>
                  <w:bCs/>
                  <w:lang w:val="en-US"/>
                </w:rPr>
                <w:id w:val="-148068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C87" w:rsidRPr="00BA2324">
                  <w:rPr>
                    <w:rFonts w:ascii="MS Gothic" w:eastAsia="MS Gothic" w:hAnsi="MS Gothic" w:hint="eastAsia"/>
                    <w:bCs/>
                    <w:lang w:val="en-US"/>
                  </w:rPr>
                  <w:t>☐</w:t>
                </w:r>
              </w:sdtContent>
            </w:sdt>
            <w:r w:rsidRPr="00BA2324">
              <w:rPr>
                <w:bCs/>
                <w:lang w:val="en-US"/>
              </w:rPr>
              <w:t xml:space="preserve"> </w:t>
            </w:r>
          </w:p>
          <w:p w14:paraId="0AB250AC" w14:textId="77777777" w:rsidR="00004E7A" w:rsidRPr="00BA2324" w:rsidRDefault="00004E7A" w:rsidP="00004E7A">
            <w:pPr>
              <w:rPr>
                <w:bCs/>
                <w:lang w:val="en-US"/>
              </w:rPr>
            </w:pPr>
          </w:p>
          <w:p w14:paraId="6550D27B" w14:textId="77777777" w:rsidR="008B30B2" w:rsidRPr="00BA2324" w:rsidRDefault="003530E5" w:rsidP="00004E7A">
            <w:pPr>
              <w:rPr>
                <w:bCs/>
                <w:lang w:val="en-US"/>
              </w:rPr>
            </w:pPr>
            <w:r w:rsidRPr="00BA2324">
              <w:rPr>
                <w:bCs/>
                <w:lang w:val="en-US"/>
              </w:rPr>
              <w:t>PMA Medical Fitness Standards Certificate for Seafarers</w:t>
            </w:r>
          </w:p>
          <w:p w14:paraId="6801C1BF" w14:textId="585C3B03" w:rsidR="00004E7A" w:rsidRPr="00BB32C2" w:rsidRDefault="00004E7A" w:rsidP="00004E7A">
            <w:pPr>
              <w:rPr>
                <w:lang w:val="en-US"/>
              </w:rPr>
            </w:pPr>
            <w:r w:rsidRPr="00BB32C2">
              <w:rPr>
                <w:lang w:val="en-US"/>
              </w:rPr>
              <w:t>Exp. Date</w:t>
            </w:r>
            <w:r w:rsidR="00667596" w:rsidRPr="00BB32C2">
              <w:rPr>
                <w:lang w:val="en-US"/>
              </w:rPr>
              <w:t xml:space="preserve">:  </w:t>
            </w:r>
            <w:sdt>
              <w:sdtPr>
                <w:rPr>
                  <w:lang w:val="en-US"/>
                </w:rPr>
                <w:id w:val="1221408405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BB32C2">
                  <w:rPr>
                    <w:lang w:val="en-US"/>
                  </w:rPr>
                  <w:t>MM/DD/YY</w:t>
                </w:r>
              </w:sdtContent>
            </w:sdt>
          </w:p>
          <w:p w14:paraId="2672A49D" w14:textId="77777777" w:rsidR="00004E7A" w:rsidRPr="00BB32C2" w:rsidRDefault="00004E7A" w:rsidP="00004E7A">
            <w:pPr>
              <w:rPr>
                <w:lang w:val="en-US"/>
              </w:rPr>
            </w:pPr>
          </w:p>
          <w:p w14:paraId="1721E7EA" w14:textId="77777777" w:rsidR="00004E7A" w:rsidRPr="00BB32C2" w:rsidRDefault="00004E7A" w:rsidP="00004E7A">
            <w:pPr>
              <w:rPr>
                <w:lang w:val="en-US"/>
              </w:rPr>
            </w:pPr>
          </w:p>
          <w:p w14:paraId="1720A752" w14:textId="3CAA34FB" w:rsidR="008D7A47" w:rsidRPr="005E72A7" w:rsidRDefault="008D7A47" w:rsidP="007B149D">
            <w:pPr>
              <w:pStyle w:val="Ttulo2"/>
              <w:rPr>
                <w:color w:val="DD8047" w:themeColor="accent2"/>
                <w:lang w:val="es-PA"/>
              </w:rPr>
            </w:pPr>
            <w:r w:rsidRPr="005E72A7">
              <w:rPr>
                <w:color w:val="DD8047" w:themeColor="accent2"/>
                <w:lang w:val="es-PA"/>
              </w:rPr>
              <w:t>emergency contacts</w:t>
            </w:r>
          </w:p>
          <w:p w14:paraId="5ABFB873" w14:textId="77777777" w:rsidR="008D7A47" w:rsidRPr="005E72A7" w:rsidRDefault="008D7A47" w:rsidP="008D7A47">
            <w:pPr>
              <w:rPr>
                <w:b/>
                <w:color w:val="DD8047" w:themeColor="accent2"/>
                <w:sz w:val="22"/>
                <w:u w:val="single"/>
                <w:lang w:val="es-PA"/>
              </w:rPr>
            </w:pPr>
            <w:r w:rsidRPr="005E72A7">
              <w:rPr>
                <w:b/>
                <w:color w:val="DD8047" w:themeColor="accent2"/>
                <w:sz w:val="22"/>
                <w:u w:val="single"/>
                <w:lang w:val="es-PA"/>
              </w:rPr>
              <w:t>CONTACT 1:</w:t>
            </w:r>
          </w:p>
          <w:p w14:paraId="0813EE72" w14:textId="0B0EE544" w:rsidR="008D7A47" w:rsidRPr="005E72A7" w:rsidRDefault="008D7A47" w:rsidP="008D7A47">
            <w:pPr>
              <w:rPr>
                <w:sz w:val="20"/>
                <w:szCs w:val="24"/>
                <w:lang w:val="es-PA"/>
              </w:rPr>
            </w:pPr>
            <w:proofErr w:type="spellStart"/>
            <w:r w:rsidRPr="005E72A7">
              <w:rPr>
                <w:sz w:val="20"/>
                <w:szCs w:val="24"/>
                <w:lang w:val="es-PA"/>
              </w:rPr>
              <w:t>Name</w:t>
            </w:r>
            <w:proofErr w:type="spellEnd"/>
            <w:r w:rsidRPr="005E72A7">
              <w:rPr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26499737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7FAF36A5" w14:textId="77777777" w:rsidR="008D7A47" w:rsidRPr="005E72A7" w:rsidRDefault="008D7A47" w:rsidP="008D7A47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 xml:space="preserve">Relationship:  </w:t>
            </w:r>
            <w:sdt>
              <w:sdtPr>
                <w:rPr>
                  <w:sz w:val="20"/>
                  <w:szCs w:val="24"/>
                  <w:lang w:val="es-PA"/>
                </w:rPr>
                <w:id w:val="-1229454539"/>
                <w:placeholder>
                  <w:docPart w:val="3DACD77CC03743C79D6EF515DDC2E267"/>
                </w:placeholder>
                <w:comboBox>
                  <w:listItem w:value="Elija un elemento."/>
                  <w:listItem w:displayText="Mother" w:value="Mother"/>
                  <w:listItem w:displayText="Father" w:value="Father"/>
                  <w:listItem w:displayText="Stepmother" w:value="Stepmother"/>
                  <w:listItem w:displayText="Stepfather" w:value="Stepfather"/>
                  <w:listItem w:displayText="Sister" w:value="Sister"/>
                  <w:listItem w:displayText="Brother" w:value="Brother"/>
                  <w:listItem w:displayText="Uncle" w:value="Uncle"/>
                  <w:listItem w:displayText="Aunt" w:value="Aunt"/>
                  <w:listItem w:displayText="Wife" w:value="Wife"/>
                  <w:listItem w:displayText="Husband" w:value="Husband"/>
                </w:comboBox>
              </w:sdtPr>
              <w:sdtEndPr/>
              <w:sdtContent>
                <w:r w:rsidRPr="005E72A7">
                  <w:rPr>
                    <w:sz w:val="20"/>
                    <w:szCs w:val="24"/>
                    <w:lang w:val="es-PA"/>
                  </w:rPr>
                  <w:t>Relative</w:t>
                </w:r>
              </w:sdtContent>
            </w:sdt>
          </w:p>
          <w:p w14:paraId="7FD050B9" w14:textId="7B1FFA1A" w:rsidR="008D7A47" w:rsidRPr="005E72A7" w:rsidRDefault="008D7A47" w:rsidP="008D7A47">
            <w:pPr>
              <w:rPr>
                <w:sz w:val="20"/>
                <w:szCs w:val="24"/>
                <w:lang w:val="es-PA"/>
              </w:rPr>
            </w:pPr>
            <w:proofErr w:type="spellStart"/>
            <w:r w:rsidRPr="005E72A7">
              <w:rPr>
                <w:sz w:val="20"/>
                <w:szCs w:val="24"/>
                <w:lang w:val="es-PA"/>
              </w:rPr>
              <w:t>Contact</w:t>
            </w:r>
            <w:proofErr w:type="spellEnd"/>
            <w:r w:rsidRPr="005E72A7">
              <w:rPr>
                <w:sz w:val="20"/>
                <w:szCs w:val="24"/>
                <w:lang w:val="es-PA"/>
              </w:rPr>
              <w:t xml:space="preserve"> </w:t>
            </w:r>
            <w:proofErr w:type="spellStart"/>
            <w:r w:rsidRPr="005E72A7">
              <w:rPr>
                <w:sz w:val="20"/>
                <w:szCs w:val="24"/>
                <w:lang w:val="es-PA"/>
              </w:rPr>
              <w:t>Number</w:t>
            </w:r>
            <w:proofErr w:type="spellEnd"/>
            <w:r w:rsidRPr="005E72A7">
              <w:rPr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12999100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75B5C1EA" w14:textId="78BE912B" w:rsidR="008D7A47" w:rsidRPr="005E72A7" w:rsidRDefault="008D7A47" w:rsidP="008D7A47">
            <w:pPr>
              <w:rPr>
                <w:sz w:val="20"/>
                <w:szCs w:val="24"/>
                <w:lang w:val="es-PA"/>
              </w:rPr>
            </w:pPr>
            <w:r w:rsidRPr="005E72A7">
              <w:rPr>
                <w:sz w:val="20"/>
                <w:szCs w:val="24"/>
                <w:lang w:val="es-PA"/>
              </w:rPr>
              <w:t>Email:</w:t>
            </w:r>
            <w:r w:rsidR="007B149D" w:rsidRPr="005E72A7">
              <w:rPr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sz w:val="20"/>
                  <w:szCs w:val="24"/>
                  <w:lang w:val="en-US"/>
                </w:rPr>
                <w:id w:val="-943608161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58DD1FD3" w14:textId="77777777" w:rsidR="008D7A47" w:rsidRPr="005E72A7" w:rsidRDefault="008D7A47" w:rsidP="008D7A47">
            <w:pPr>
              <w:rPr>
                <w:lang w:val="es-PA"/>
              </w:rPr>
            </w:pPr>
          </w:p>
          <w:p w14:paraId="361AB832" w14:textId="77777777" w:rsidR="008D7A47" w:rsidRPr="005E72A7" w:rsidRDefault="008D7A47" w:rsidP="008D7A47">
            <w:pPr>
              <w:rPr>
                <w:b/>
                <w:color w:val="B85A22" w:themeColor="accent2" w:themeShade="BF"/>
                <w:sz w:val="22"/>
                <w:u w:val="single"/>
                <w:lang w:val="es-PA"/>
              </w:rPr>
            </w:pPr>
            <w:r w:rsidRPr="005E72A7">
              <w:rPr>
                <w:b/>
                <w:color w:val="DD8047" w:themeColor="accent2"/>
                <w:sz w:val="22"/>
                <w:u w:val="single"/>
                <w:lang w:val="es-PA"/>
              </w:rPr>
              <w:t>CONTACT 2</w:t>
            </w:r>
            <w:r w:rsidRPr="005E72A7">
              <w:rPr>
                <w:b/>
                <w:color w:val="B85A22" w:themeColor="accent2" w:themeShade="BF"/>
                <w:sz w:val="22"/>
                <w:u w:val="single"/>
                <w:lang w:val="es-PA"/>
              </w:rPr>
              <w:t>:</w:t>
            </w:r>
          </w:p>
          <w:p w14:paraId="3A192823" w14:textId="66BDBB4D" w:rsidR="008D7A47" w:rsidRPr="005E72A7" w:rsidRDefault="008D7A47" w:rsidP="008D7A47">
            <w:pPr>
              <w:rPr>
                <w:color w:val="000000" w:themeColor="text1"/>
                <w:sz w:val="20"/>
                <w:szCs w:val="24"/>
                <w:lang w:val="es-PA"/>
              </w:rPr>
            </w:pPr>
            <w:proofErr w:type="spellStart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Name</w:t>
            </w:r>
            <w:proofErr w:type="spellEnd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1545906116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7225959D" w14:textId="77777777" w:rsidR="008D7A47" w:rsidRPr="005E72A7" w:rsidRDefault="008D7A47" w:rsidP="008D7A47">
            <w:pPr>
              <w:rPr>
                <w:color w:val="000000" w:themeColor="text1"/>
                <w:sz w:val="20"/>
                <w:szCs w:val="24"/>
                <w:lang w:val="es-PA"/>
              </w:rPr>
            </w:pPr>
            <w:r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Relationship:   </w:t>
            </w:r>
            <w:sdt>
              <w:sdtPr>
                <w:rPr>
                  <w:color w:val="000000" w:themeColor="text1"/>
                  <w:sz w:val="20"/>
                  <w:szCs w:val="24"/>
                  <w:lang w:val="es-PA"/>
                </w:rPr>
                <w:id w:val="1562603092"/>
                <w:placeholder>
                  <w:docPart w:val="CD7F77EB6BE94D3F822FF387C3520C09"/>
                </w:placeholder>
                <w:comboBox>
                  <w:listItem w:value="Elija un elemento."/>
                  <w:listItem w:displayText="Mother" w:value="Mother"/>
                  <w:listItem w:displayText="Father" w:value="Father"/>
                  <w:listItem w:displayText="Stepmother" w:value="Stepmother"/>
                  <w:listItem w:displayText="Stepfather" w:value="Stepfather"/>
                  <w:listItem w:displayText="Sister" w:value="Sister"/>
                  <w:listItem w:displayText="Brother" w:value="Brother"/>
                  <w:listItem w:displayText="Aunt" w:value="Aunt"/>
                  <w:listItem w:displayText="Uncle" w:value="Uncle"/>
                  <w:listItem w:displayText="Wife" w:value="Wife"/>
                  <w:listItem w:displayText="Husband" w:value="Husband"/>
                </w:comboBox>
              </w:sdtPr>
              <w:sdtEndPr/>
              <w:sdtContent>
                <w:r w:rsidRPr="005E72A7">
                  <w:rPr>
                    <w:color w:val="000000" w:themeColor="text1"/>
                    <w:sz w:val="20"/>
                    <w:szCs w:val="24"/>
                    <w:lang w:val="es-PA"/>
                  </w:rPr>
                  <w:t>Relative</w:t>
                </w:r>
              </w:sdtContent>
            </w:sdt>
          </w:p>
          <w:p w14:paraId="26E98C24" w14:textId="3393FED7" w:rsidR="008D7A47" w:rsidRPr="005E72A7" w:rsidRDefault="008D7A47" w:rsidP="008D7A47">
            <w:pPr>
              <w:rPr>
                <w:color w:val="000000" w:themeColor="text1"/>
                <w:sz w:val="20"/>
                <w:szCs w:val="24"/>
                <w:lang w:val="es-PA"/>
              </w:rPr>
            </w:pPr>
            <w:proofErr w:type="spellStart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Contact</w:t>
            </w:r>
            <w:proofErr w:type="spellEnd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 </w:t>
            </w:r>
            <w:proofErr w:type="spellStart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Number</w:t>
            </w:r>
            <w:proofErr w:type="spellEnd"/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:</w:t>
            </w:r>
            <w:r w:rsidR="007B149D"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2060663201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68B20E54" w14:textId="23C28A24" w:rsidR="008D7A47" w:rsidRPr="005E72A7" w:rsidRDefault="008D7A47" w:rsidP="008D7A47">
            <w:pPr>
              <w:rPr>
                <w:color w:val="000000" w:themeColor="text1"/>
                <w:sz w:val="20"/>
                <w:szCs w:val="24"/>
                <w:lang w:val="es-PA"/>
              </w:rPr>
            </w:pPr>
            <w:r w:rsidRPr="005E72A7">
              <w:rPr>
                <w:color w:val="000000" w:themeColor="text1"/>
                <w:sz w:val="20"/>
                <w:szCs w:val="24"/>
                <w:lang w:val="es-PA"/>
              </w:rPr>
              <w:t>Email:</w:t>
            </w:r>
            <w:r w:rsidR="007B149D" w:rsidRPr="005E72A7">
              <w:rPr>
                <w:color w:val="000000" w:themeColor="text1"/>
                <w:sz w:val="20"/>
                <w:szCs w:val="24"/>
                <w:lang w:val="es-PA"/>
              </w:rPr>
              <w:t xml:space="preserve"> 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87978527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553FC5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 </w:t>
                </w:r>
              </w:sdtContent>
            </w:sdt>
          </w:p>
          <w:p w14:paraId="254E01DD" w14:textId="77777777" w:rsidR="007B149D" w:rsidRDefault="007B149D" w:rsidP="008D7A47">
            <w:pPr>
              <w:tabs>
                <w:tab w:val="left" w:pos="990"/>
              </w:tabs>
            </w:pPr>
          </w:p>
          <w:p w14:paraId="481AC486" w14:textId="77777777" w:rsidR="007B149D" w:rsidRDefault="007B149D" w:rsidP="008D7A47">
            <w:pPr>
              <w:tabs>
                <w:tab w:val="left" w:pos="990"/>
              </w:tabs>
            </w:pPr>
          </w:p>
          <w:p w14:paraId="6B32ED3D" w14:textId="3A7F7E3D" w:rsidR="008D7A47" w:rsidRPr="005E72A7" w:rsidRDefault="008D7A47" w:rsidP="008D7A47">
            <w:pPr>
              <w:tabs>
                <w:tab w:val="left" w:pos="990"/>
              </w:tabs>
              <w:rPr>
                <w:lang w:val="en-US"/>
              </w:rPr>
            </w:pPr>
            <w:r w:rsidRPr="005E72A7">
              <w:rPr>
                <w:lang w:val="en-US"/>
              </w:rPr>
              <w:t xml:space="preserve">As of </w:t>
            </w:r>
            <w:sdt>
              <w:sdtPr>
                <w:rPr>
                  <w:lang w:val="en-US"/>
                </w:rPr>
                <w:id w:val="1108926057"/>
                <w:placeholder>
                  <w:docPart w:val="D3C6ED33D9784437909B2174F7C99B2C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Pr="005E72A7">
                  <w:rPr>
                    <w:lang w:val="en-US"/>
                  </w:rPr>
                  <w:t>MM/DD/YY</w:t>
                </w:r>
              </w:sdtContent>
            </w:sdt>
          </w:p>
          <w:p w14:paraId="55ED0499" w14:textId="77777777" w:rsidR="00004E7A" w:rsidRPr="00895C9B" w:rsidRDefault="00004E7A" w:rsidP="00703BB3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370" w:type="dxa"/>
          </w:tcPr>
          <w:p w14:paraId="00D64FE1" w14:textId="77777777" w:rsidR="00004E7A" w:rsidRPr="00895C9B" w:rsidRDefault="00004E7A" w:rsidP="00004E7A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6783" w:type="dxa"/>
          </w:tcPr>
          <w:p w14:paraId="472E5787" w14:textId="4A3D1010" w:rsidR="00004E7A" w:rsidRPr="009E7E49" w:rsidRDefault="00004E7A" w:rsidP="00004E7A">
            <w:pPr>
              <w:pStyle w:val="Ttulo2"/>
              <w:rPr>
                <w:color w:val="DD8047" w:themeColor="accent2"/>
                <w:lang w:val="en-US"/>
              </w:rPr>
            </w:pPr>
            <w:r w:rsidRPr="009E7E49">
              <w:rPr>
                <w:color w:val="DD8047" w:themeColor="accent2"/>
                <w:lang w:val="en-US"/>
              </w:rPr>
              <w:t>Practical Experience</w:t>
            </w:r>
          </w:p>
          <w:p w14:paraId="57E0BDD1" w14:textId="267213C1" w:rsidR="00004E7A" w:rsidRPr="002044E4" w:rsidRDefault="00004E7A" w:rsidP="00004E7A">
            <w:pPr>
              <w:pStyle w:val="Ttulo4"/>
              <w:rPr>
                <w:color w:val="000000" w:themeColor="text1"/>
                <w:sz w:val="20"/>
                <w:szCs w:val="24"/>
                <w:lang w:val="en-US"/>
              </w:rPr>
            </w:pPr>
            <w:r w:rsidRPr="002044E4">
              <w:rPr>
                <w:color w:val="000000" w:themeColor="text1"/>
                <w:sz w:val="20"/>
                <w:szCs w:val="24"/>
                <w:lang w:val="en-US"/>
              </w:rPr>
              <w:t>[</w:t>
            </w:r>
            <w:sdt>
              <w:sdtPr>
                <w:rPr>
                  <w:color w:val="000000" w:themeColor="text1"/>
                  <w:sz w:val="20"/>
                  <w:szCs w:val="24"/>
                  <w:lang w:val="en-US"/>
                </w:rPr>
                <w:id w:val="-207333387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67596">
                  <w:rPr>
                    <w:color w:val="000000" w:themeColor="text1"/>
                    <w:sz w:val="20"/>
                    <w:szCs w:val="24"/>
                    <w:lang w:val="en-US"/>
                  </w:rPr>
                  <w:t xml:space="preserve">Please insert: </w:t>
                </w:r>
                <w:r w:rsidRPr="002044E4">
                  <w:rPr>
                    <w:color w:val="000000" w:themeColor="text1"/>
                    <w:sz w:val="20"/>
                    <w:szCs w:val="24"/>
                    <w:lang w:val="en-US"/>
                  </w:rPr>
                  <w:t>Company – Rank / Position</w:t>
                </w:r>
              </w:sdtContent>
            </w:sdt>
            <w:r w:rsidRPr="002044E4">
              <w:rPr>
                <w:color w:val="000000" w:themeColor="text1"/>
                <w:sz w:val="20"/>
                <w:szCs w:val="24"/>
                <w:lang w:val="en-US"/>
              </w:rPr>
              <w:t>]</w:t>
            </w:r>
          </w:p>
          <w:p w14:paraId="1CD8C706" w14:textId="1EB8F226" w:rsidR="00F44719" w:rsidRPr="00F44719" w:rsidRDefault="00F44719" w:rsidP="00F44719">
            <w:pPr>
              <w:rPr>
                <w:lang w:val="en-US"/>
              </w:rPr>
            </w:pPr>
          </w:p>
          <w:p w14:paraId="63DEEAB8" w14:textId="63848C08" w:rsidR="00004E7A" w:rsidRPr="002044E4" w:rsidRDefault="00004E7A" w:rsidP="00004E7A">
            <w:pPr>
              <w:pStyle w:val="Fecha"/>
              <w:rPr>
                <w:sz w:val="20"/>
                <w:szCs w:val="24"/>
                <w:lang w:val="en-US" w:bidi="es-ES"/>
              </w:rPr>
            </w:pPr>
            <w:r w:rsidRPr="002044E4">
              <w:rPr>
                <w:sz w:val="20"/>
                <w:szCs w:val="24"/>
                <w:lang w:val="en-US"/>
              </w:rPr>
              <w:t>Enrollment</w:t>
            </w:r>
            <w:r w:rsidRPr="002044E4">
              <w:rPr>
                <w:sz w:val="20"/>
                <w:szCs w:val="24"/>
                <w:lang w:val="en-US" w:bidi="es-ES"/>
              </w:rPr>
              <w:t xml:space="preserve"> date:</w:t>
            </w:r>
            <w:r w:rsidR="002044E4">
              <w:rPr>
                <w:sz w:val="20"/>
                <w:szCs w:val="24"/>
                <w:lang w:val="en-US" w:bidi="es-E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 w:bidi="es-ES"/>
                </w:rPr>
                <w:id w:val="-1714425823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 w:bidi="es-ES"/>
                  </w:rPr>
                  <w:t>MM/DD/YY</w:t>
                </w:r>
              </w:sdtContent>
            </w:sdt>
          </w:p>
          <w:p w14:paraId="79DF6EFB" w14:textId="3E4F95E3" w:rsidR="00004E7A" w:rsidRPr="002044E4" w:rsidRDefault="00004E7A" w:rsidP="00004E7A">
            <w:pPr>
              <w:rPr>
                <w:sz w:val="20"/>
                <w:szCs w:val="24"/>
                <w:lang w:val="en-US" w:bidi="es-ES"/>
              </w:rPr>
            </w:pPr>
            <w:r w:rsidRPr="002044E4">
              <w:rPr>
                <w:sz w:val="20"/>
                <w:szCs w:val="24"/>
                <w:lang w:val="en-US" w:bidi="es-ES"/>
              </w:rPr>
              <w:t>Discharge date:</w:t>
            </w:r>
            <w:r w:rsidR="002044E4">
              <w:rPr>
                <w:sz w:val="20"/>
                <w:szCs w:val="24"/>
                <w:lang w:val="en-US" w:bidi="es-E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 w:bidi="es-ES"/>
                </w:rPr>
                <w:id w:val="-848791596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 w:bidi="es-ES"/>
                  </w:rPr>
                  <w:t>MM/DD/YY</w:t>
                </w:r>
              </w:sdtContent>
            </w:sdt>
          </w:p>
          <w:p w14:paraId="0BB180BB" w14:textId="7CD53E6A" w:rsidR="00004E7A" w:rsidRPr="002044E4" w:rsidRDefault="00004E7A" w:rsidP="00004E7A">
            <w:pPr>
              <w:rPr>
                <w:sz w:val="20"/>
                <w:szCs w:val="24"/>
                <w:lang w:val="en-US" w:bidi="es-ES"/>
              </w:rPr>
            </w:pPr>
          </w:p>
          <w:p w14:paraId="33A44EFD" w14:textId="095E03B8" w:rsidR="00004E7A" w:rsidRDefault="00004E7A" w:rsidP="00004E7A">
            <w:pPr>
              <w:rPr>
                <w:b/>
                <w:bCs/>
                <w:sz w:val="20"/>
                <w:szCs w:val="24"/>
                <w:lang w:val="en-US"/>
              </w:rPr>
            </w:pPr>
            <w:r>
              <w:rPr>
                <w:b/>
                <w:bCs/>
                <w:sz w:val="20"/>
                <w:szCs w:val="24"/>
                <w:lang w:val="en-US"/>
              </w:rPr>
              <w:t>[</w:t>
            </w:r>
            <w:sdt>
              <w:sdtPr>
                <w:rPr>
                  <w:b/>
                  <w:bCs/>
                  <w:sz w:val="20"/>
                  <w:szCs w:val="24"/>
                  <w:lang w:val="en-US"/>
                </w:rPr>
                <w:id w:val="-162556611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b/>
                      <w:bCs/>
                      <w:sz w:val="20"/>
                      <w:szCs w:val="24"/>
                      <w:lang w:val="en-US"/>
                    </w:rPr>
                    <w:id w:val="-348637713"/>
                    <w:placeholder>
                      <w:docPart w:val="DefaultPlaceholder_-1854013440"/>
                    </w:placeholder>
                    <w:text/>
                  </w:sdtPr>
                  <w:sdtEndPr/>
                  <w:sdtContent>
                    <w:r w:rsidR="00667596">
                      <w:rPr>
                        <w:b/>
                        <w:bCs/>
                        <w:sz w:val="20"/>
                        <w:szCs w:val="24"/>
                        <w:lang w:val="en-US"/>
                      </w:rPr>
                      <w:t xml:space="preserve">Please insert: </w:t>
                    </w:r>
                    <w:r w:rsidRPr="009E7E49">
                      <w:rPr>
                        <w:b/>
                        <w:bCs/>
                        <w:sz w:val="20"/>
                        <w:szCs w:val="24"/>
                        <w:lang w:val="en-US"/>
                      </w:rPr>
                      <w:t>Company – Rank / Position</w:t>
                    </w:r>
                  </w:sdtContent>
                </w:sdt>
              </w:sdtContent>
            </w:sdt>
            <w:r>
              <w:rPr>
                <w:b/>
                <w:bCs/>
                <w:sz w:val="20"/>
                <w:szCs w:val="24"/>
                <w:lang w:val="en-US"/>
              </w:rPr>
              <w:t>]</w:t>
            </w:r>
          </w:p>
          <w:p w14:paraId="0A3CDD38" w14:textId="77777777" w:rsidR="00A66BE8" w:rsidRPr="009E7E49" w:rsidRDefault="00A66BE8" w:rsidP="00004E7A">
            <w:pPr>
              <w:rPr>
                <w:b/>
                <w:bCs/>
                <w:sz w:val="20"/>
                <w:szCs w:val="24"/>
                <w:lang w:val="en-US" w:bidi="es-ES"/>
              </w:rPr>
            </w:pPr>
          </w:p>
          <w:p w14:paraId="41771D92" w14:textId="28192C1C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Enrollment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752274830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1B645D4" w14:textId="07657F92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Discharge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1190751868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8A19D0D" w14:textId="77777777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</w:p>
          <w:p w14:paraId="0B12B6B2" w14:textId="7387A010" w:rsidR="00004E7A" w:rsidRDefault="00004E7A" w:rsidP="00004E7A">
            <w:pPr>
              <w:rPr>
                <w:b/>
                <w:bCs/>
                <w:sz w:val="20"/>
                <w:szCs w:val="24"/>
                <w:lang w:val="en-US"/>
              </w:rPr>
            </w:pPr>
            <w:r>
              <w:rPr>
                <w:b/>
                <w:bCs/>
                <w:sz w:val="20"/>
                <w:szCs w:val="24"/>
                <w:lang w:val="en-US"/>
              </w:rPr>
              <w:t>[</w:t>
            </w:r>
            <w:sdt>
              <w:sdtPr>
                <w:rPr>
                  <w:b/>
                  <w:bCs/>
                  <w:sz w:val="20"/>
                  <w:szCs w:val="24"/>
                  <w:lang w:val="en-US"/>
                </w:rPr>
                <w:id w:val="1781061416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67596">
                  <w:rPr>
                    <w:b/>
                    <w:bCs/>
                    <w:sz w:val="20"/>
                    <w:szCs w:val="24"/>
                    <w:lang w:val="en-US"/>
                  </w:rPr>
                  <w:t xml:space="preserve">Please insert: </w:t>
                </w:r>
                <w:r w:rsidRPr="009E7E49">
                  <w:rPr>
                    <w:b/>
                    <w:bCs/>
                    <w:sz w:val="20"/>
                    <w:szCs w:val="24"/>
                    <w:lang w:val="en-US"/>
                  </w:rPr>
                  <w:t>Company – Rank / Position</w:t>
                </w:r>
              </w:sdtContent>
            </w:sdt>
            <w:r>
              <w:rPr>
                <w:b/>
                <w:bCs/>
                <w:sz w:val="20"/>
                <w:szCs w:val="24"/>
                <w:lang w:val="en-US"/>
              </w:rPr>
              <w:t>]</w:t>
            </w:r>
          </w:p>
          <w:p w14:paraId="6D0762EB" w14:textId="77777777" w:rsidR="00A66BE8" w:rsidRPr="009E7E49" w:rsidRDefault="00A66BE8" w:rsidP="00004E7A">
            <w:pPr>
              <w:rPr>
                <w:b/>
                <w:bCs/>
                <w:sz w:val="20"/>
                <w:szCs w:val="24"/>
                <w:lang w:val="en-US"/>
              </w:rPr>
            </w:pPr>
          </w:p>
          <w:p w14:paraId="67F77C44" w14:textId="63ED4AA6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Enrollment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1818403927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1C671FFC" w14:textId="2BB6C982" w:rsidR="00004E7A" w:rsidRPr="002044E4" w:rsidRDefault="00004E7A" w:rsidP="00004E7A">
            <w:pPr>
              <w:rPr>
                <w:sz w:val="20"/>
                <w:szCs w:val="24"/>
                <w:lang w:val="en-US"/>
              </w:rPr>
            </w:pPr>
            <w:r w:rsidRPr="002044E4">
              <w:rPr>
                <w:sz w:val="20"/>
                <w:szCs w:val="24"/>
                <w:lang w:val="en-US"/>
              </w:rPr>
              <w:t>Discharge date:</w:t>
            </w:r>
            <w:r w:rsidR="002044E4">
              <w:rPr>
                <w:sz w:val="20"/>
                <w:szCs w:val="24"/>
                <w:lang w:val="en-US"/>
              </w:rPr>
              <w:t xml:space="preserve">   </w:t>
            </w:r>
            <w:sdt>
              <w:sdtPr>
                <w:rPr>
                  <w:sz w:val="20"/>
                  <w:szCs w:val="24"/>
                  <w:lang w:val="en-US"/>
                </w:rPr>
                <w:id w:val="-2072263052"/>
                <w:placeholder>
                  <w:docPart w:val="DefaultPlaceholder_-1854013437"/>
                </w:placeholder>
                <w:date>
                  <w:dateFormat w:val="MM/dd/yyyy"/>
                  <w:lid w:val="es-PA"/>
                  <w:storeMappedDataAs w:val="dateTime"/>
                  <w:calendar w:val="gregorian"/>
                </w:date>
              </w:sdtPr>
              <w:sdtEndPr/>
              <w:sdtContent>
                <w:r w:rsidR="002044E4">
                  <w:rPr>
                    <w:sz w:val="20"/>
                    <w:szCs w:val="24"/>
                    <w:lang w:val="en-US"/>
                  </w:rPr>
                  <w:t>MM/DD/YY</w:t>
                </w:r>
              </w:sdtContent>
            </w:sdt>
          </w:p>
          <w:p w14:paraId="3B42D3E0" w14:textId="77777777" w:rsidR="00004E7A" w:rsidRPr="002044E4" w:rsidRDefault="00004E7A" w:rsidP="00004E7A">
            <w:pPr>
              <w:rPr>
                <w:lang w:val="en-US"/>
              </w:rPr>
            </w:pPr>
          </w:p>
          <w:p w14:paraId="5A9B56AA" w14:textId="69DBC5AA" w:rsidR="00652CB5" w:rsidRPr="005E72A7" w:rsidRDefault="00004E7A" w:rsidP="00004E7A">
            <w:pPr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s-PA"/>
              </w:rPr>
            </w:pPr>
            <w:r w:rsidRPr="005E72A7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s-PA"/>
              </w:rPr>
              <w:t>EXPERIENCE / RESPONS</w:t>
            </w:r>
            <w:r w:rsidR="00836FAF" w:rsidRPr="005E72A7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s-PA"/>
              </w:rPr>
              <w:t>I</w:t>
            </w:r>
            <w:r w:rsidRPr="005E72A7">
              <w:rPr>
                <w:b/>
                <w:bCs/>
                <w:color w:val="DD8047" w:themeColor="accent2"/>
                <w:sz w:val="22"/>
                <w:szCs w:val="28"/>
                <w:u w:val="single" w:color="BED3E4" w:themeColor="accent1" w:themeTint="99"/>
                <w:lang w:val="es-PA"/>
              </w:rPr>
              <w:t xml:space="preserve">BILITIES / ACHIEVEMENTS </w:t>
            </w:r>
          </w:p>
          <w:p w14:paraId="5E4B5109" w14:textId="75A0F593" w:rsidR="00004E7A" w:rsidRPr="005E72A7" w:rsidRDefault="00004E7A" w:rsidP="00004E7A">
            <w:pPr>
              <w:rPr>
                <w:lang w:val="es-PA"/>
              </w:rPr>
            </w:pPr>
          </w:p>
          <w:sdt>
            <w:sdtPr>
              <w:rPr>
                <w:lang w:val="en-US"/>
              </w:rPr>
              <w:id w:val="-1249958304"/>
              <w:placeholder>
                <w:docPart w:val="DefaultPlaceholder_-1854013440"/>
              </w:placeholder>
              <w:showingPlcHdr/>
              <w:text w:multiLine="1"/>
            </w:sdtPr>
            <w:sdtEndPr/>
            <w:sdtContent>
              <w:p w14:paraId="3AF9EC82" w14:textId="6325BA5D" w:rsidR="000E2BEA" w:rsidRPr="005E72A7" w:rsidRDefault="00703BB3" w:rsidP="00004E7A">
                <w:pPr>
                  <w:rPr>
                    <w:lang w:val="es-PA"/>
                  </w:rPr>
                </w:pPr>
                <w:r w:rsidRPr="00C77E6B">
                  <w:rPr>
                    <w:rStyle w:val="Textodelmarcadordeposicin"/>
                  </w:rPr>
                  <w:t>Haga clic o pulse aquí para escribir texto.</w:t>
                </w:r>
              </w:p>
            </w:sdtContent>
          </w:sdt>
          <w:p w14:paraId="7DEBA80E" w14:textId="77777777" w:rsidR="00703BB3" w:rsidRPr="005E72A7" w:rsidRDefault="00703BB3" w:rsidP="00004E7A">
            <w:pPr>
              <w:pStyle w:val="Ttulo2"/>
              <w:rPr>
                <w:lang w:val="es-PA"/>
              </w:rPr>
            </w:pPr>
          </w:p>
          <w:p w14:paraId="0A70B8F3" w14:textId="059D484F" w:rsidR="00004E7A" w:rsidRPr="00B001A6" w:rsidRDefault="007B149D" w:rsidP="00004E7A">
            <w:pPr>
              <w:pStyle w:val="Ttulo2"/>
              <w:rPr>
                <w:lang w:val="en-US"/>
              </w:rPr>
            </w:pPr>
            <w:r w:rsidRPr="005E72A7">
              <w:rPr>
                <w:lang w:val="es-PA"/>
              </w:rPr>
              <w:t xml:space="preserve">        </w:t>
            </w:r>
            <w:r w:rsidR="00004E7A" w:rsidRPr="00B001A6">
              <w:rPr>
                <w:lang w:val="en-US"/>
              </w:rPr>
              <w:t>imo Courses</w:t>
            </w:r>
          </w:p>
          <w:p w14:paraId="21740903" w14:textId="77777777" w:rsidR="00004E7A" w:rsidRPr="009E7E49" w:rsidRDefault="00004E7A" w:rsidP="00004E7A">
            <w:pPr>
              <w:jc w:val="center"/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</w:pPr>
            <w:r w:rsidRPr="009E7E49"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  <w:t>NAME</w:t>
            </w:r>
            <w:r w:rsidRPr="009E7E49">
              <w:rPr>
                <w:b/>
                <w:color w:val="B85A22" w:themeColor="accent2" w:themeShade="BF"/>
                <w:szCs w:val="18"/>
                <w:lang w:val="en-US"/>
              </w:rPr>
              <w:t xml:space="preserve">                                                       </w:t>
            </w:r>
            <w:r w:rsidRPr="009E7E49"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  <w:t>Exp. Date</w:t>
            </w:r>
          </w:p>
          <w:p w14:paraId="7B8A7D8C" w14:textId="77777777" w:rsidR="00004E7A" w:rsidRPr="009E7E49" w:rsidRDefault="00004E7A" w:rsidP="00004E7A">
            <w:pPr>
              <w:rPr>
                <w:b/>
                <w:color w:val="B85A22" w:themeColor="accent2" w:themeShade="BF"/>
                <w:szCs w:val="18"/>
                <w:u w:val="single"/>
                <w:lang w:val="en-US"/>
              </w:rPr>
            </w:pPr>
          </w:p>
          <w:tbl>
            <w:tblPr>
              <w:tblStyle w:val="Tablaconcuadrcula"/>
              <w:tblW w:w="6572" w:type="dxa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3286"/>
              <w:gridCol w:w="3286"/>
            </w:tblGrid>
            <w:tr w:rsidR="00004E7A" w:rsidRPr="00A66BE8" w14:paraId="13943392" w14:textId="77777777" w:rsidTr="00703BB3">
              <w:trPr>
                <w:trHeight w:val="287"/>
              </w:trPr>
              <w:tc>
                <w:tcPr>
                  <w:tcW w:w="3286" w:type="dxa"/>
                </w:tcPr>
                <w:p w14:paraId="0AFF4C50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Security Awareness Training For All Seafarers</w:t>
                  </w:r>
                </w:p>
                <w:p w14:paraId="7F1F54A1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986839770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6FFE8DD6" w14:textId="5023998D" w:rsidR="00004E7A" w:rsidRPr="00A66BE8" w:rsidRDefault="00667596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195A6CF5" w14:textId="77777777" w:rsidTr="00703BB3">
              <w:trPr>
                <w:trHeight w:val="137"/>
              </w:trPr>
              <w:tc>
                <w:tcPr>
                  <w:tcW w:w="3286" w:type="dxa"/>
                </w:tcPr>
                <w:p w14:paraId="378B2003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Fire Prevention and Fire Fighting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705307511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6F57E0DD" w14:textId="555140A2" w:rsidR="00004E7A" w:rsidRPr="00A66BE8" w:rsidRDefault="00667596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0F4F767D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3D12B16B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Designated Security Duties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120644203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112D3B7A" w14:textId="40255AFC" w:rsidR="00004E7A" w:rsidRPr="00A66BE8" w:rsidRDefault="00667596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46CE914A" w14:textId="77777777" w:rsidTr="00703BB3">
              <w:trPr>
                <w:trHeight w:val="284"/>
              </w:trPr>
              <w:tc>
                <w:tcPr>
                  <w:tcW w:w="3286" w:type="dxa"/>
                </w:tcPr>
                <w:p w14:paraId="7681519A" w14:textId="077F2CC6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Personal Safety and Social Respons</w:t>
                  </w:r>
                  <w:r w:rsidR="00836FAF">
                    <w:rPr>
                      <w:noProof/>
                      <w:color w:val="000000" w:themeColor="text1"/>
                      <w:lang w:val="en-US" w:eastAsia="zh-CN"/>
                    </w:rPr>
                    <w:t>i</w:t>
                  </w:r>
                  <w:r>
                    <w:rPr>
                      <w:noProof/>
                      <w:color w:val="000000" w:themeColor="text1"/>
                      <w:lang w:val="en-US" w:eastAsia="zh-CN"/>
                    </w:rPr>
                    <w:t>bilities.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2137917972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5A2489FD" w14:textId="704F0C83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41479E8A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7DA8B0AD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Elementary First Aid.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47482710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4B8ED329" w14:textId="57E43F9D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436444E2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7399FB62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Personal Survival Techniques.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737683627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754DC3FA" w14:textId="48DF6EA6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76F1A2DE" w14:textId="77777777" w:rsidTr="00703BB3">
              <w:trPr>
                <w:trHeight w:val="431"/>
              </w:trPr>
              <w:tc>
                <w:tcPr>
                  <w:tcW w:w="3286" w:type="dxa"/>
                </w:tcPr>
                <w:p w14:paraId="78B35DB3" w14:textId="1A7EDEC8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Proficiency in Survival Craft and Other than Fast Rescue Boat.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615595153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141EA6CC" w14:textId="1C52CDE4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31A9F6A3" w14:textId="77777777" w:rsidTr="00703BB3">
              <w:trPr>
                <w:trHeight w:val="440"/>
              </w:trPr>
              <w:tc>
                <w:tcPr>
                  <w:tcW w:w="3286" w:type="dxa"/>
                </w:tcPr>
                <w:p w14:paraId="2F0218C8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Basic Training for Oil and Chemical Tanker Cargo Operations.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477102801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7E7D8D7D" w14:textId="6E3AA02A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:rsidRPr="00A66BE8" w14:paraId="4499F3EC" w14:textId="77777777" w:rsidTr="00703BB3">
              <w:trPr>
                <w:trHeight w:val="724"/>
              </w:trPr>
              <w:tc>
                <w:tcPr>
                  <w:tcW w:w="3286" w:type="dxa"/>
                </w:tcPr>
                <w:p w14:paraId="6067995D" w14:textId="77777777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Proficiency in Crisis Management and Human Behaviour Training Including Passenger Safety, Cargo Safety and Hull Integrity Training.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123405067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01736FF0" w14:textId="23C88FE6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5B7111C6" w14:textId="77777777" w:rsidTr="00703BB3">
              <w:trPr>
                <w:trHeight w:val="147"/>
              </w:trPr>
              <w:tc>
                <w:tcPr>
                  <w:tcW w:w="3286" w:type="dxa"/>
                </w:tcPr>
                <w:p w14:paraId="612F853E" w14:textId="418BA8ED" w:rsidR="00004E7A" w:rsidRDefault="00004E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>
                    <w:rPr>
                      <w:noProof/>
                      <w:color w:val="000000" w:themeColor="text1"/>
                      <w:lang w:val="en-US" w:eastAsia="zh-CN"/>
                    </w:rPr>
                    <w:t>Crowd Management</w:t>
                  </w:r>
                  <w:r w:rsidR="006E6D7A">
                    <w:rPr>
                      <w:noProof/>
                      <w:color w:val="000000" w:themeColor="text1"/>
                      <w:lang w:val="en-US" w:eastAsia="zh-CN"/>
                    </w:rPr>
                    <w:t>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n-US" w:eastAsia="zh-CN"/>
                  </w:rPr>
                  <w:id w:val="-108776561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77177F06" w14:textId="6390001A" w:rsidR="00004E7A" w:rsidRPr="00A66BE8" w:rsidRDefault="00A66BE8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n-US" w:eastAsia="zh-CN"/>
                        </w:rPr>
                        <w:t>MM/DD/YY</w:t>
                      </w:r>
                    </w:p>
                  </w:tc>
                </w:sdtContent>
              </w:sdt>
            </w:tr>
            <w:tr w:rsidR="00004E7A" w14:paraId="22267B1E" w14:textId="77777777" w:rsidTr="00703BB3">
              <w:trPr>
                <w:trHeight w:val="293"/>
              </w:trPr>
              <w:tc>
                <w:tcPr>
                  <w:tcW w:w="3286" w:type="dxa"/>
                </w:tcPr>
                <w:p w14:paraId="1BC3B7DE" w14:textId="0C9E0933" w:rsidR="00004E7A" w:rsidRPr="006E6D7A" w:rsidRDefault="006E6D7A" w:rsidP="00C65865">
                  <w:pPr>
                    <w:framePr w:hSpace="141" w:wrap="around" w:hAnchor="margin" w:y="570"/>
                    <w:rPr>
                      <w:noProof/>
                      <w:color w:val="000000" w:themeColor="text1"/>
                      <w:lang w:val="en-US" w:eastAsia="zh-CN"/>
                    </w:rPr>
                  </w:pPr>
                  <w:r w:rsidRPr="006E6D7A">
                    <w:rPr>
                      <w:noProof/>
                      <w:color w:val="000000" w:themeColor="text1"/>
                      <w:lang w:val="en-US" w:eastAsia="zh-CN"/>
                    </w:rPr>
                    <w:t>Crisis Management</w:t>
                  </w:r>
                  <w:r>
                    <w:rPr>
                      <w:noProof/>
                      <w:color w:val="000000" w:themeColor="text1"/>
                      <w:lang w:val="en-US" w:eastAsia="zh-CN"/>
                    </w:rPr>
                    <w:t xml:space="preserve"> and Human Behaviour.</w:t>
                  </w:r>
                </w:p>
              </w:tc>
              <w:sdt>
                <w:sdtPr>
                  <w:rPr>
                    <w:noProof/>
                    <w:color w:val="000000" w:themeColor="text1"/>
                    <w:lang w:val="es-PA" w:eastAsia="zh-CN"/>
                  </w:rPr>
                  <w:id w:val="-1023557599"/>
                  <w:placeholder>
                    <w:docPart w:val="DefaultPlaceholder_-1854013437"/>
                  </w:placeholder>
                  <w:date>
                    <w:dateFormat w:val="MM/dd/yyyy"/>
                    <w:lid w:val="es-PA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286" w:type="dxa"/>
                    </w:tcPr>
                    <w:p w14:paraId="3E717872" w14:textId="36E0A403" w:rsidR="00004E7A" w:rsidRPr="00A66BE8" w:rsidRDefault="006E6D7A" w:rsidP="00C65865">
                      <w:pPr>
                        <w:framePr w:hSpace="141" w:wrap="around" w:hAnchor="margin" w:y="570"/>
                        <w:rPr>
                          <w:noProof/>
                          <w:color w:val="000000" w:themeColor="text1"/>
                          <w:lang w:val="es-PA" w:eastAsia="zh-CN"/>
                        </w:rPr>
                      </w:pPr>
                      <w:r>
                        <w:rPr>
                          <w:noProof/>
                          <w:color w:val="000000" w:themeColor="text1"/>
                          <w:lang w:val="es-PA" w:eastAsia="zh-CN"/>
                        </w:rPr>
                        <w:t>MM/DD/YY</w:t>
                      </w:r>
                    </w:p>
                  </w:tc>
                </w:sdtContent>
              </w:sdt>
            </w:tr>
          </w:tbl>
          <w:p w14:paraId="1B094758" w14:textId="6ED37AA8" w:rsidR="00D04A3E" w:rsidRPr="00A66BE8" w:rsidRDefault="00D04A3E" w:rsidP="00004E7A">
            <w:pPr>
              <w:rPr>
                <w:noProof/>
                <w:color w:val="000000" w:themeColor="text1"/>
                <w:lang w:val="es-PA" w:eastAsia="zh-CN"/>
              </w:rPr>
            </w:pPr>
          </w:p>
        </w:tc>
      </w:tr>
    </w:tbl>
    <w:p w14:paraId="6221D178" w14:textId="515BC99D" w:rsidR="009A7921" w:rsidRPr="002044E4" w:rsidRDefault="009A7921" w:rsidP="000C45FF">
      <w:pPr>
        <w:tabs>
          <w:tab w:val="left" w:pos="990"/>
        </w:tabs>
        <w:rPr>
          <w:sz w:val="16"/>
          <w:szCs w:val="20"/>
        </w:rPr>
      </w:pPr>
    </w:p>
    <w:p w14:paraId="5124A8B0" w14:textId="48FCA040" w:rsidR="00EC5FB5" w:rsidRPr="0059649E" w:rsidRDefault="00EC5FB5" w:rsidP="000C45FF">
      <w:pPr>
        <w:tabs>
          <w:tab w:val="left" w:pos="990"/>
        </w:tabs>
      </w:pPr>
    </w:p>
    <w:sectPr w:rsidR="00EC5FB5" w:rsidRPr="0059649E" w:rsidSect="00797C90">
      <w:headerReference w:type="default" r:id="rId13"/>
      <w:pgSz w:w="12240" w:h="20160" w:code="5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FE261" w14:textId="77777777" w:rsidR="002B03B1" w:rsidRDefault="002B03B1" w:rsidP="000C45FF">
      <w:r>
        <w:separator/>
      </w:r>
    </w:p>
  </w:endnote>
  <w:endnote w:type="continuationSeparator" w:id="0">
    <w:p w14:paraId="1B642A4F" w14:textId="77777777" w:rsidR="002B03B1" w:rsidRDefault="002B03B1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47DE9" w14:textId="77777777" w:rsidR="002B03B1" w:rsidRDefault="002B03B1" w:rsidP="000C45FF">
      <w:r>
        <w:separator/>
      </w:r>
    </w:p>
  </w:footnote>
  <w:footnote w:type="continuationSeparator" w:id="0">
    <w:p w14:paraId="435E51D3" w14:textId="77777777" w:rsidR="002B03B1" w:rsidRDefault="002B03B1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B2F4B" w14:textId="7B246FB6" w:rsidR="00805BD0" w:rsidRDefault="00775706">
    <w:pPr>
      <w:pStyle w:val="Encabezado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24408B" wp14:editId="50D0D691">
              <wp:simplePos x="0" y="0"/>
              <wp:positionH relativeFrom="column">
                <wp:posOffset>-203835</wp:posOffset>
              </wp:positionH>
              <wp:positionV relativeFrom="paragraph">
                <wp:posOffset>-323849</wp:posOffset>
              </wp:positionV>
              <wp:extent cx="1685925" cy="590550"/>
              <wp:effectExtent l="0" t="0" r="9525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592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D73AE4" w14:textId="24D1B79E" w:rsidR="00805BD0" w:rsidRPr="005E72A7" w:rsidRDefault="00805BD0">
                          <w:pPr>
                            <w:rPr>
                              <w:rFonts w:ascii="Arial" w:hAnsi="Arial" w:cs="Arial"/>
                              <w:b/>
                              <w:bCs/>
                              <w:lang w:val="en-US"/>
                            </w:rPr>
                          </w:pPr>
                          <w:r w:rsidRPr="005E72A7">
                            <w:rPr>
                              <w:rFonts w:ascii="Arial" w:hAnsi="Arial" w:cs="Arial"/>
                              <w:b/>
                              <w:bCs/>
                              <w:lang w:val="en-US"/>
                            </w:rPr>
                            <w:t>F-866</w:t>
                          </w:r>
                        </w:p>
                        <w:p w14:paraId="1C7DDEB9" w14:textId="373AE6F0" w:rsidR="00805BD0" w:rsidRPr="005E72A7" w:rsidRDefault="00805BD0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</w:pPr>
                          <w:r w:rsidRPr="005E72A7">
                            <w:rPr>
                              <w:rFonts w:ascii="Arial" w:hAnsi="Arial" w:cs="Arial"/>
                              <w:lang w:val="en-US"/>
                            </w:rPr>
                            <w:t>(</w:t>
                          </w:r>
                          <w:r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EMB)</w:t>
                          </w:r>
                        </w:p>
                        <w:p w14:paraId="69BA4B9E" w14:textId="5EA25729" w:rsidR="00805BD0" w:rsidRPr="005E72A7" w:rsidRDefault="00805BD0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</w:pPr>
                          <w:r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Rev: 0</w:t>
                          </w:r>
                          <w:r w:rsidR="00866F0B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3</w:t>
                          </w:r>
                        </w:p>
                        <w:p w14:paraId="5B339EF2" w14:textId="3C4F6960" w:rsidR="00775706" w:rsidRPr="005E72A7" w:rsidRDefault="00775706">
                          <w:pPr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</w:pPr>
                          <w:r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 xml:space="preserve">Fecha act: </w:t>
                          </w:r>
                          <w:r w:rsidR="00866F0B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23</w:t>
                          </w:r>
                          <w:r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/</w:t>
                          </w:r>
                          <w:r w:rsidR="00FD328C"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AGO</w:t>
                          </w:r>
                          <w:r w:rsidRPr="005E72A7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/202</w:t>
                          </w:r>
                          <w:r w:rsidR="00866F0B">
                            <w:rPr>
                              <w:rFonts w:ascii="Arial" w:hAnsi="Arial" w:cs="Arial"/>
                              <w:sz w:val="16"/>
                              <w:szCs w:val="20"/>
                              <w:lang w:val="en-US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4408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16.05pt;margin-top:-25.5pt;width:132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" fillcolor="white [3201]" stroked="f" strokeweight=".5pt">
              <v:textbox>
                <w:txbxContent>
                  <w:p w14:paraId="5CD73AE4" w14:textId="24D1B79E" w:rsidR="00805BD0" w:rsidRPr="005E72A7" w:rsidRDefault="00805BD0">
                    <w:pPr>
                      <w:rPr>
                        <w:rFonts w:ascii="Arial" w:hAnsi="Arial" w:cs="Arial"/>
                        <w:b/>
                        <w:bCs/>
                        <w:lang w:val="en-US"/>
                      </w:rPr>
                    </w:pPr>
                    <w:r w:rsidRPr="005E72A7">
                      <w:rPr>
                        <w:rFonts w:ascii="Arial" w:hAnsi="Arial" w:cs="Arial"/>
                        <w:b/>
                        <w:bCs/>
                        <w:lang w:val="en-US"/>
                      </w:rPr>
                      <w:t>F-866</w:t>
                    </w:r>
                  </w:p>
                  <w:p w14:paraId="1C7DDEB9" w14:textId="373AE6F0" w:rsidR="00805BD0" w:rsidRPr="005E72A7" w:rsidRDefault="00805BD0">
                    <w:pPr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</w:pPr>
                    <w:r w:rsidRPr="005E72A7">
                      <w:rPr>
                        <w:rFonts w:ascii="Arial" w:hAnsi="Arial" w:cs="Arial"/>
                        <w:lang w:val="en-US"/>
                      </w:rPr>
                      <w:t>(</w:t>
                    </w:r>
                    <w:r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EMB)</w:t>
                    </w:r>
                  </w:p>
                  <w:p w14:paraId="69BA4B9E" w14:textId="5EA25729" w:rsidR="00805BD0" w:rsidRPr="005E72A7" w:rsidRDefault="00805BD0">
                    <w:pPr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</w:pPr>
                    <w:r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Rev: 0</w:t>
                    </w:r>
                    <w:r w:rsidR="00866F0B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3</w:t>
                    </w:r>
                  </w:p>
                  <w:p w14:paraId="5B339EF2" w14:textId="3C4F6960" w:rsidR="00775706" w:rsidRPr="005E72A7" w:rsidRDefault="00775706">
                    <w:pPr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</w:pPr>
                    <w:r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 xml:space="preserve">Fecha act: </w:t>
                    </w:r>
                    <w:r w:rsidR="00866F0B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23</w:t>
                    </w:r>
                    <w:r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/</w:t>
                    </w:r>
                    <w:r w:rsidR="00FD328C"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AGO</w:t>
                    </w:r>
                    <w:r w:rsidRPr="005E72A7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/202</w:t>
                    </w:r>
                    <w:r w:rsidR="00866F0B">
                      <w:rPr>
                        <w:rFonts w:ascii="Arial" w:hAnsi="Arial" w:cs="Arial"/>
                        <w:sz w:val="16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805BD0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8158F40" wp14:editId="552AC142">
          <wp:simplePos x="0" y="0"/>
          <wp:positionH relativeFrom="margin">
            <wp:posOffset>3063240</wp:posOffset>
          </wp:positionH>
          <wp:positionV relativeFrom="topMargin">
            <wp:posOffset>57150</wp:posOffset>
          </wp:positionV>
          <wp:extent cx="666750" cy="666750"/>
          <wp:effectExtent l="0" t="0" r="0" b="0"/>
          <wp:wrapSquare wrapText="bothSides"/>
          <wp:docPr id="3" name="Imagen 3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373E33" w14:textId="77777777" w:rsidR="00805BD0" w:rsidRPr="000430E4" w:rsidRDefault="00805BD0" w:rsidP="00F65527">
    <w:pPr>
      <w:pStyle w:val="Encabezado"/>
      <w:jc w:val="center"/>
      <w:rPr>
        <w:szCs w:val="18"/>
      </w:rPr>
    </w:pPr>
  </w:p>
  <w:p w14:paraId="16258592" w14:textId="78C7BCAF" w:rsidR="00805BD0" w:rsidRPr="00F65527" w:rsidRDefault="000430E4" w:rsidP="00F65527">
    <w:pPr>
      <w:rPr>
        <w:rFonts w:ascii="Arial" w:hAnsi="Arial" w:cs="Arial"/>
        <w:b/>
        <w:bCs/>
        <w:szCs w:val="18"/>
        <w:lang w:val="en-US"/>
      </w:rPr>
    </w:pPr>
    <w:r>
      <w:rPr>
        <w:rFonts w:ascii="Arial" w:hAnsi="Arial" w:cs="Arial"/>
        <w:b/>
        <w:bCs/>
        <w:szCs w:val="18"/>
        <w:lang w:val="en-US"/>
      </w:rPr>
      <w:t xml:space="preserve">                                                                </w:t>
    </w:r>
    <w:r w:rsidR="008357CE" w:rsidRPr="00F65527">
      <w:rPr>
        <w:rFonts w:ascii="Arial" w:hAnsi="Arial" w:cs="Arial"/>
        <w:b/>
        <w:bCs/>
        <w:szCs w:val="18"/>
        <w:lang w:val="en-US"/>
      </w:rPr>
      <w:t>INTERNATIONAL MARITIME UNI</w:t>
    </w:r>
    <w:r w:rsidR="00BA0E57" w:rsidRPr="00F65527">
      <w:rPr>
        <w:rFonts w:ascii="Arial" w:hAnsi="Arial" w:cs="Arial"/>
        <w:b/>
        <w:bCs/>
        <w:szCs w:val="18"/>
        <w:lang w:val="en-US"/>
      </w:rPr>
      <w:t>V</w:t>
    </w:r>
    <w:r w:rsidR="008357CE" w:rsidRPr="00F65527">
      <w:rPr>
        <w:rFonts w:ascii="Arial" w:hAnsi="Arial" w:cs="Arial"/>
        <w:b/>
        <w:bCs/>
        <w:szCs w:val="18"/>
        <w:lang w:val="en-US"/>
      </w:rPr>
      <w:t>ERSITY OF PANAMA</w:t>
    </w:r>
  </w:p>
  <w:p w14:paraId="3FF3C474" w14:textId="76C44B8B" w:rsidR="00535076" w:rsidRPr="00F65527" w:rsidRDefault="004E7A16" w:rsidP="000430E4">
    <w:pPr>
      <w:jc w:val="center"/>
      <w:rPr>
        <w:rFonts w:ascii="Arial" w:hAnsi="Arial" w:cs="Arial"/>
        <w:szCs w:val="18"/>
        <w:lang w:val="en-US"/>
      </w:rPr>
    </w:pPr>
    <w:r w:rsidRPr="00F65527">
      <w:rPr>
        <w:rFonts w:ascii="Arial" w:hAnsi="Arial" w:cs="Arial"/>
        <w:szCs w:val="18"/>
        <w:lang w:val="en-US"/>
      </w:rPr>
      <w:t>ENROLLMENT</w:t>
    </w:r>
    <w:r w:rsidR="008357CE" w:rsidRPr="00F65527">
      <w:rPr>
        <w:rFonts w:ascii="Arial" w:hAnsi="Arial" w:cs="Arial"/>
        <w:szCs w:val="18"/>
        <w:lang w:val="en-US"/>
      </w:rPr>
      <w:t xml:space="preserve"> AND PROFESSIONAL PRACTICE</w:t>
    </w:r>
    <w:r w:rsidRPr="00F65527">
      <w:rPr>
        <w:rFonts w:ascii="Arial" w:hAnsi="Arial" w:cs="Arial"/>
        <w:szCs w:val="18"/>
        <w:lang w:val="en-US"/>
      </w:rPr>
      <w:t xml:space="preserve"> DEPARTMENT</w:t>
    </w:r>
  </w:p>
  <w:p w14:paraId="0E7983E8" w14:textId="0DBDA872" w:rsidR="00805BD0" w:rsidRPr="00F65527" w:rsidRDefault="00805BD0" w:rsidP="000430E4">
    <w:pPr>
      <w:jc w:val="center"/>
      <w:rPr>
        <w:rFonts w:ascii="inherit" w:eastAsia="Times New Roman" w:hAnsi="inherit" w:cs="Courier New"/>
        <w:color w:val="202124"/>
        <w:szCs w:val="18"/>
        <w:lang w:val="en-US" w:eastAsia="es-PA"/>
      </w:rPr>
    </w:pPr>
    <w:r w:rsidRPr="00F65527">
      <w:rPr>
        <w:rFonts w:ascii="Arial" w:hAnsi="Arial" w:cs="Arial"/>
        <w:szCs w:val="18"/>
        <w:lang w:val="en-US"/>
      </w:rPr>
      <w:t>RESUME OF CADETS OF THE FACULTY OF NAUTICAL SCIENCES</w:t>
    </w:r>
  </w:p>
  <w:p w14:paraId="5287B0AA" w14:textId="77777777" w:rsidR="00805BD0" w:rsidRPr="004E7A16" w:rsidRDefault="00805BD0">
    <w:pPr>
      <w:pStyle w:val="Encabezado"/>
      <w:rPr>
        <w:lang w:val="en-US"/>
      </w:rPr>
    </w:pPr>
  </w:p>
  <w:p w14:paraId="7C215B98" w14:textId="68EFCC90" w:rsidR="000C45FF" w:rsidRPr="0059649E" w:rsidRDefault="000C45FF">
    <w:pPr>
      <w:pStyle w:val="Encabezado"/>
    </w:pPr>
    <w:r w:rsidRPr="0059649E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0316FC8C" wp14:editId="23E3429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2" name="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05AE49E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86087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9897C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D03AF8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C86857E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A47FD2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647B0E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7A02E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8808B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303FE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5C7D1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74559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573654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492724508">
    <w:abstractNumId w:val="10"/>
  </w:num>
  <w:num w:numId="2" w16cid:durableId="85929585">
    <w:abstractNumId w:val="11"/>
  </w:num>
  <w:num w:numId="3" w16cid:durableId="541092632">
    <w:abstractNumId w:val="8"/>
  </w:num>
  <w:num w:numId="4" w16cid:durableId="1003047144">
    <w:abstractNumId w:val="3"/>
  </w:num>
  <w:num w:numId="5" w16cid:durableId="1383209624">
    <w:abstractNumId w:val="2"/>
  </w:num>
  <w:num w:numId="6" w16cid:durableId="1975287570">
    <w:abstractNumId w:val="1"/>
  </w:num>
  <w:num w:numId="7" w16cid:durableId="396436107">
    <w:abstractNumId w:val="0"/>
  </w:num>
  <w:num w:numId="8" w16cid:durableId="1487744062">
    <w:abstractNumId w:val="9"/>
  </w:num>
  <w:num w:numId="9" w16cid:durableId="1586721460">
    <w:abstractNumId w:val="7"/>
  </w:num>
  <w:num w:numId="10" w16cid:durableId="1158378999">
    <w:abstractNumId w:val="6"/>
  </w:num>
  <w:num w:numId="11" w16cid:durableId="1819417932">
    <w:abstractNumId w:val="5"/>
  </w:num>
  <w:num w:numId="12" w16cid:durableId="1515077133">
    <w:abstractNumId w:val="4"/>
  </w:num>
  <w:num w:numId="13" w16cid:durableId="12015521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ocumentProtection w:edit="forms" w:enforcement="1" w:cryptProviderType="rsaAES" w:cryptAlgorithmClass="hash" w:cryptAlgorithmType="typeAny" w:cryptAlgorithmSid="14" w:cryptSpinCount="100000" w:hash="1W1IPekwkg00uZYZV4HiXD1bigK1zYXBXQiMqUK1VnzFtzIRwOs3UkxaaT7d/oilpZUCyBViJdjM+dWR3FwlLA==" w:salt="JB4SI6YlMwAWxRziBkAqR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6C"/>
    <w:rsid w:val="00004E7A"/>
    <w:rsid w:val="00010E57"/>
    <w:rsid w:val="00025171"/>
    <w:rsid w:val="00031D30"/>
    <w:rsid w:val="00036450"/>
    <w:rsid w:val="000430E4"/>
    <w:rsid w:val="00075675"/>
    <w:rsid w:val="00094499"/>
    <w:rsid w:val="000A7AE2"/>
    <w:rsid w:val="000C45FF"/>
    <w:rsid w:val="000D088D"/>
    <w:rsid w:val="000E2BEA"/>
    <w:rsid w:val="000E3FD1"/>
    <w:rsid w:val="00112054"/>
    <w:rsid w:val="001424E5"/>
    <w:rsid w:val="001525E1"/>
    <w:rsid w:val="00180329"/>
    <w:rsid w:val="0019001F"/>
    <w:rsid w:val="00192637"/>
    <w:rsid w:val="001A74A5"/>
    <w:rsid w:val="001B2ABD"/>
    <w:rsid w:val="001D556C"/>
    <w:rsid w:val="001E0391"/>
    <w:rsid w:val="001E1759"/>
    <w:rsid w:val="001F1ECC"/>
    <w:rsid w:val="002044E4"/>
    <w:rsid w:val="00223463"/>
    <w:rsid w:val="00227B51"/>
    <w:rsid w:val="002400EB"/>
    <w:rsid w:val="00240406"/>
    <w:rsid w:val="00246FB9"/>
    <w:rsid w:val="002559EC"/>
    <w:rsid w:val="00256CF7"/>
    <w:rsid w:val="00281FD5"/>
    <w:rsid w:val="00282F74"/>
    <w:rsid w:val="002930AA"/>
    <w:rsid w:val="002B03B1"/>
    <w:rsid w:val="002D3CA3"/>
    <w:rsid w:val="0030481B"/>
    <w:rsid w:val="003156FC"/>
    <w:rsid w:val="00324E74"/>
    <w:rsid w:val="003254B5"/>
    <w:rsid w:val="0032741D"/>
    <w:rsid w:val="003312B8"/>
    <w:rsid w:val="003530E5"/>
    <w:rsid w:val="0037121F"/>
    <w:rsid w:val="003764A7"/>
    <w:rsid w:val="003941D8"/>
    <w:rsid w:val="003A6B7D"/>
    <w:rsid w:val="003B06CA"/>
    <w:rsid w:val="004071FC"/>
    <w:rsid w:val="004142CD"/>
    <w:rsid w:val="00445947"/>
    <w:rsid w:val="004561E8"/>
    <w:rsid w:val="00461737"/>
    <w:rsid w:val="004813B3"/>
    <w:rsid w:val="00496591"/>
    <w:rsid w:val="004A2069"/>
    <w:rsid w:val="004C63E4"/>
    <w:rsid w:val="004D3011"/>
    <w:rsid w:val="004E6C87"/>
    <w:rsid w:val="004E7A16"/>
    <w:rsid w:val="004F6A1A"/>
    <w:rsid w:val="00504D30"/>
    <w:rsid w:val="005131B7"/>
    <w:rsid w:val="005262AC"/>
    <w:rsid w:val="00535076"/>
    <w:rsid w:val="00553FC5"/>
    <w:rsid w:val="0059649E"/>
    <w:rsid w:val="005B612D"/>
    <w:rsid w:val="005E39D5"/>
    <w:rsid w:val="005E72A7"/>
    <w:rsid w:val="00600670"/>
    <w:rsid w:val="0062123A"/>
    <w:rsid w:val="00646095"/>
    <w:rsid w:val="00646E75"/>
    <w:rsid w:val="00652CB5"/>
    <w:rsid w:val="00657E0B"/>
    <w:rsid w:val="00667596"/>
    <w:rsid w:val="00670C0A"/>
    <w:rsid w:val="006771D0"/>
    <w:rsid w:val="006A77E0"/>
    <w:rsid w:val="006C040E"/>
    <w:rsid w:val="006E24C2"/>
    <w:rsid w:val="006E6D7A"/>
    <w:rsid w:val="00703BB3"/>
    <w:rsid w:val="00715FCB"/>
    <w:rsid w:val="00743101"/>
    <w:rsid w:val="0075164D"/>
    <w:rsid w:val="007530F3"/>
    <w:rsid w:val="007603D4"/>
    <w:rsid w:val="00766B35"/>
    <w:rsid w:val="00775706"/>
    <w:rsid w:val="007775E1"/>
    <w:rsid w:val="007867A0"/>
    <w:rsid w:val="007927F5"/>
    <w:rsid w:val="00797C90"/>
    <w:rsid w:val="007B149D"/>
    <w:rsid w:val="007D4E30"/>
    <w:rsid w:val="007E4A0C"/>
    <w:rsid w:val="0080055E"/>
    <w:rsid w:val="00802CA0"/>
    <w:rsid w:val="008046CE"/>
    <w:rsid w:val="00805BD0"/>
    <w:rsid w:val="00806642"/>
    <w:rsid w:val="008221F4"/>
    <w:rsid w:val="008357CE"/>
    <w:rsid w:val="00836FAF"/>
    <w:rsid w:val="00853ADC"/>
    <w:rsid w:val="00864CBF"/>
    <w:rsid w:val="00866F0B"/>
    <w:rsid w:val="008735B5"/>
    <w:rsid w:val="00895C9B"/>
    <w:rsid w:val="008A4849"/>
    <w:rsid w:val="008B15AD"/>
    <w:rsid w:val="008B30B2"/>
    <w:rsid w:val="008B6C83"/>
    <w:rsid w:val="008D7A47"/>
    <w:rsid w:val="008E0108"/>
    <w:rsid w:val="009129C7"/>
    <w:rsid w:val="009260CD"/>
    <w:rsid w:val="00937208"/>
    <w:rsid w:val="00943130"/>
    <w:rsid w:val="00952C25"/>
    <w:rsid w:val="009533D6"/>
    <w:rsid w:val="00960946"/>
    <w:rsid w:val="009911CE"/>
    <w:rsid w:val="009A09AC"/>
    <w:rsid w:val="009A104F"/>
    <w:rsid w:val="009A7921"/>
    <w:rsid w:val="009B7648"/>
    <w:rsid w:val="009D5713"/>
    <w:rsid w:val="009E7E49"/>
    <w:rsid w:val="00A2118D"/>
    <w:rsid w:val="00A41144"/>
    <w:rsid w:val="00A62E84"/>
    <w:rsid w:val="00A66BE8"/>
    <w:rsid w:val="00A92294"/>
    <w:rsid w:val="00AA49A6"/>
    <w:rsid w:val="00AB3DD5"/>
    <w:rsid w:val="00AD76E2"/>
    <w:rsid w:val="00B001A6"/>
    <w:rsid w:val="00B112B4"/>
    <w:rsid w:val="00B20152"/>
    <w:rsid w:val="00B359E4"/>
    <w:rsid w:val="00B57D98"/>
    <w:rsid w:val="00B70850"/>
    <w:rsid w:val="00B77C54"/>
    <w:rsid w:val="00B77F64"/>
    <w:rsid w:val="00B80D92"/>
    <w:rsid w:val="00BA0E57"/>
    <w:rsid w:val="00BA2324"/>
    <w:rsid w:val="00BB32C2"/>
    <w:rsid w:val="00C066B6"/>
    <w:rsid w:val="00C37BA1"/>
    <w:rsid w:val="00C37F3C"/>
    <w:rsid w:val="00C4674C"/>
    <w:rsid w:val="00C506CF"/>
    <w:rsid w:val="00C65865"/>
    <w:rsid w:val="00C70465"/>
    <w:rsid w:val="00C72BED"/>
    <w:rsid w:val="00C82023"/>
    <w:rsid w:val="00C9578B"/>
    <w:rsid w:val="00CB0055"/>
    <w:rsid w:val="00CC0C6D"/>
    <w:rsid w:val="00CD49FA"/>
    <w:rsid w:val="00CE0453"/>
    <w:rsid w:val="00D0499A"/>
    <w:rsid w:val="00D04A3E"/>
    <w:rsid w:val="00D04BFE"/>
    <w:rsid w:val="00D2522B"/>
    <w:rsid w:val="00D422DE"/>
    <w:rsid w:val="00D5459D"/>
    <w:rsid w:val="00D73FF9"/>
    <w:rsid w:val="00D83A60"/>
    <w:rsid w:val="00DA1F4D"/>
    <w:rsid w:val="00DC574A"/>
    <w:rsid w:val="00DD172A"/>
    <w:rsid w:val="00DF1161"/>
    <w:rsid w:val="00E25A26"/>
    <w:rsid w:val="00E31B2A"/>
    <w:rsid w:val="00E4381A"/>
    <w:rsid w:val="00E4539D"/>
    <w:rsid w:val="00E55D74"/>
    <w:rsid w:val="00E63672"/>
    <w:rsid w:val="00E747BE"/>
    <w:rsid w:val="00EB23AC"/>
    <w:rsid w:val="00EC5FB5"/>
    <w:rsid w:val="00EE4C8D"/>
    <w:rsid w:val="00F44719"/>
    <w:rsid w:val="00F4538E"/>
    <w:rsid w:val="00F50284"/>
    <w:rsid w:val="00F60274"/>
    <w:rsid w:val="00F65527"/>
    <w:rsid w:val="00F77FB9"/>
    <w:rsid w:val="00F94526"/>
    <w:rsid w:val="00FB068F"/>
    <w:rsid w:val="00FD328C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790C9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DD5"/>
    <w:rPr>
      <w:rFonts w:ascii="Century Gothic" w:hAnsi="Century Gothic"/>
      <w:sz w:val="18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E4C8D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EE4C8D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EE4C8D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EE4C8D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qFormat/>
    <w:rsid w:val="00EE4C8D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qFormat/>
    <w:rsid w:val="00EE4C8D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qFormat/>
    <w:rsid w:val="00EE4C8D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qFormat/>
    <w:rsid w:val="00EE4C8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qFormat/>
    <w:rsid w:val="00EE4C8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E4C8D"/>
    <w:rPr>
      <w:rFonts w:ascii="Century Gothic" w:eastAsiaTheme="majorEastAsia" w:hAnsi="Century Gothic" w:cstheme="majorBidi"/>
      <w:b/>
      <w:bCs/>
      <w:caps/>
      <w:sz w:val="22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EE4C8D"/>
    <w:rPr>
      <w:caps/>
      <w:color w:val="000000" w:themeColor="text1"/>
      <w:sz w:val="96"/>
      <w:szCs w:val="76"/>
    </w:rPr>
  </w:style>
  <w:style w:type="character" w:customStyle="1" w:styleId="TtuloCar">
    <w:name w:val="Título Car"/>
    <w:basedOn w:val="Fuentedeprrafopredeter"/>
    <w:link w:val="Ttulo"/>
    <w:uiPriority w:val="10"/>
    <w:rsid w:val="00EE4C8D"/>
    <w:rPr>
      <w:rFonts w:ascii="Century Gothic" w:hAnsi="Century Gothic"/>
      <w:caps/>
      <w:color w:val="000000" w:themeColor="text1"/>
      <w:sz w:val="96"/>
      <w:szCs w:val="76"/>
    </w:rPr>
  </w:style>
  <w:style w:type="character" w:styleId="nfasis">
    <w:name w:val="Emphasis"/>
    <w:basedOn w:val="Fuentedeprrafopredeter"/>
    <w:uiPriority w:val="11"/>
    <w:semiHidden/>
    <w:qFormat/>
    <w:rsid w:val="00EE4C8D"/>
    <w:rPr>
      <w:rFonts w:ascii="Century Gothic" w:hAnsi="Century Gothic"/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EE4C8D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paragraph" w:styleId="Fecha">
    <w:name w:val="Date"/>
    <w:basedOn w:val="Normal"/>
    <w:next w:val="Normal"/>
    <w:link w:val="FechaCar"/>
    <w:uiPriority w:val="99"/>
    <w:rsid w:val="00EE4C8D"/>
  </w:style>
  <w:style w:type="character" w:customStyle="1" w:styleId="FechaCar">
    <w:name w:val="Fecha Car"/>
    <w:basedOn w:val="Fuentedeprrafopredeter"/>
    <w:link w:val="Fecha"/>
    <w:uiPriority w:val="99"/>
    <w:rsid w:val="00EE4C8D"/>
    <w:rPr>
      <w:rFonts w:ascii="Century Gothic" w:hAnsi="Century Gothic"/>
      <w:sz w:val="18"/>
      <w:szCs w:val="22"/>
    </w:rPr>
  </w:style>
  <w:style w:type="character" w:styleId="Hipervnculo">
    <w:name w:val="Hyperlink"/>
    <w:basedOn w:val="Fuentedeprrafopredeter"/>
    <w:uiPriority w:val="99"/>
    <w:unhideWhenUsed/>
    <w:rsid w:val="00EE4C8D"/>
    <w:rPr>
      <w:rFonts w:ascii="Century Gothic" w:hAnsi="Century Gothic"/>
      <w:color w:val="B85A22" w:themeColor="accent2" w:themeShade="BF"/>
      <w:u w:val="single"/>
    </w:rPr>
  </w:style>
  <w:style w:type="character" w:customStyle="1" w:styleId="Mencinnoresuelta1">
    <w:name w:val="Mención no resuelta 1"/>
    <w:basedOn w:val="Fuentedeprrafopredeter"/>
    <w:uiPriority w:val="99"/>
    <w:semiHidden/>
    <w:rsid w:val="00EE4C8D"/>
    <w:rPr>
      <w:rFonts w:ascii="Century Gothic" w:hAnsi="Century Gothic"/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Piedepgina">
    <w:name w:val="footer"/>
    <w:basedOn w:val="Normal"/>
    <w:link w:val="PiedepginaCar"/>
    <w:uiPriority w:val="99"/>
    <w:semiHidden/>
    <w:rsid w:val="00EE4C8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">
    <w:name w:val="Table Grid"/>
    <w:basedOn w:val="Tablanormal"/>
    <w:uiPriority w:val="39"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EE4C8D"/>
    <w:rPr>
      <w:rFonts w:ascii="Century Gothic" w:hAnsi="Century Gothic"/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EE4C8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tuloCar">
    <w:name w:val="Subtítulo Car"/>
    <w:basedOn w:val="Fuentedeprrafopredeter"/>
    <w:link w:val="Subttulo"/>
    <w:uiPriority w:val="11"/>
    <w:rsid w:val="00EE4C8D"/>
    <w:rPr>
      <w:rFonts w:ascii="Century Gothic" w:hAnsi="Century Gothic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Ttulo3Car">
    <w:name w:val="Título 3 Car"/>
    <w:basedOn w:val="Fuentedeprrafopredeter"/>
    <w:link w:val="Ttulo3"/>
    <w:uiPriority w:val="9"/>
    <w:rsid w:val="00EE4C8D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ar">
    <w:name w:val="Título 4 Car"/>
    <w:basedOn w:val="Fuentedeprrafopredeter"/>
    <w:link w:val="Ttulo4"/>
    <w:uiPriority w:val="9"/>
    <w:rsid w:val="00EE4C8D"/>
    <w:rPr>
      <w:rFonts w:ascii="Century Gothic" w:hAnsi="Century Gothic"/>
      <w:b/>
      <w:sz w:val="18"/>
      <w:szCs w:val="22"/>
    </w:rPr>
  </w:style>
  <w:style w:type="character" w:customStyle="1" w:styleId="1">
    <w:name w:val="@他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EE4C8D"/>
    <w:pPr>
      <w:numPr>
        <w:numId w:val="1"/>
      </w:numPr>
    </w:pPr>
  </w:style>
  <w:style w:type="numbering" w:styleId="1ai">
    <w:name w:val="Outline List 1"/>
    <w:basedOn w:val="Sinlista"/>
    <w:uiPriority w:val="99"/>
    <w:semiHidden/>
    <w:unhideWhenUsed/>
    <w:rsid w:val="00EE4C8D"/>
    <w:pPr>
      <w:numPr>
        <w:numId w:val="2"/>
      </w:numPr>
    </w:pPr>
  </w:style>
  <w:style w:type="character" w:styleId="CdigoHTML">
    <w:name w:val="HTML Code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E4C8D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E4C8D"/>
    <w:rPr>
      <w:rFonts w:ascii="Century Gothic" w:hAnsi="Century Gothic"/>
      <w:i/>
      <w:iCs/>
      <w:sz w:val="18"/>
      <w:szCs w:val="22"/>
    </w:rPr>
  </w:style>
  <w:style w:type="character" w:styleId="DefinicinHTML">
    <w:name w:val="HTML Definition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EE4C8D"/>
    <w:rPr>
      <w:rFonts w:ascii="Century Gothic" w:hAnsi="Century Gothic"/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EE4C8D"/>
    <w:rPr>
      <w:rFonts w:ascii="Consolas" w:hAnsi="Consolas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character" w:styleId="TecladoHTML">
    <w:name w:val="HTML Keyboard"/>
    <w:basedOn w:val="Fuentedeprrafopredeter"/>
    <w:uiPriority w:val="99"/>
    <w:semiHidden/>
    <w:unhideWhenUsed/>
    <w:rsid w:val="00EE4C8D"/>
    <w:rPr>
      <w:rFonts w:ascii="Consolas" w:hAnsi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E4C8D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E4C8D"/>
    <w:rPr>
      <w:rFonts w:ascii="Consolas" w:hAnsi="Consolas"/>
      <w:sz w:val="20"/>
      <w:szCs w:val="20"/>
    </w:rPr>
  </w:style>
  <w:style w:type="paragraph" w:styleId="TDC1">
    <w:name w:val="toc 1"/>
    <w:basedOn w:val="Normal"/>
    <w:next w:val="Normal"/>
    <w:autoRedefine/>
    <w:uiPriority w:val="39"/>
    <w:semiHidden/>
    <w:rsid w:val="00EE4C8D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rsid w:val="00EE4C8D"/>
    <w:pPr>
      <w:spacing w:after="100"/>
      <w:ind w:left="180"/>
    </w:pPr>
  </w:style>
  <w:style w:type="paragraph" w:styleId="TDC3">
    <w:name w:val="toc 3"/>
    <w:basedOn w:val="Normal"/>
    <w:next w:val="Normal"/>
    <w:autoRedefine/>
    <w:uiPriority w:val="39"/>
    <w:semiHidden/>
    <w:rsid w:val="00EE4C8D"/>
    <w:pPr>
      <w:spacing w:after="100"/>
      <w:ind w:left="360"/>
    </w:pPr>
  </w:style>
  <w:style w:type="paragraph" w:styleId="TDC4">
    <w:name w:val="toc 4"/>
    <w:basedOn w:val="Normal"/>
    <w:next w:val="Normal"/>
    <w:autoRedefine/>
    <w:uiPriority w:val="39"/>
    <w:semiHidden/>
    <w:rsid w:val="00EE4C8D"/>
    <w:pPr>
      <w:spacing w:after="100"/>
      <w:ind w:left="540"/>
    </w:pPr>
  </w:style>
  <w:style w:type="paragraph" w:styleId="TDC5">
    <w:name w:val="toc 5"/>
    <w:basedOn w:val="Normal"/>
    <w:next w:val="Normal"/>
    <w:autoRedefine/>
    <w:uiPriority w:val="39"/>
    <w:semiHidden/>
    <w:rsid w:val="00EE4C8D"/>
    <w:pPr>
      <w:spacing w:after="100"/>
      <w:ind w:left="720"/>
    </w:pPr>
  </w:style>
  <w:style w:type="paragraph" w:styleId="TDC6">
    <w:name w:val="toc 6"/>
    <w:basedOn w:val="Normal"/>
    <w:next w:val="Normal"/>
    <w:autoRedefine/>
    <w:uiPriority w:val="39"/>
    <w:semiHidden/>
    <w:rsid w:val="00EE4C8D"/>
    <w:pPr>
      <w:spacing w:after="100"/>
      <w:ind w:left="900"/>
    </w:pPr>
  </w:style>
  <w:style w:type="paragraph" w:styleId="TDC7">
    <w:name w:val="toc 7"/>
    <w:basedOn w:val="Normal"/>
    <w:next w:val="Normal"/>
    <w:autoRedefine/>
    <w:uiPriority w:val="39"/>
    <w:semiHidden/>
    <w:rsid w:val="00EE4C8D"/>
    <w:pPr>
      <w:spacing w:after="100"/>
      <w:ind w:left="1080"/>
    </w:pPr>
  </w:style>
  <w:style w:type="paragraph" w:styleId="TDC8">
    <w:name w:val="toc 8"/>
    <w:basedOn w:val="Normal"/>
    <w:next w:val="Normal"/>
    <w:autoRedefine/>
    <w:uiPriority w:val="39"/>
    <w:semiHidden/>
    <w:rsid w:val="00EE4C8D"/>
    <w:pPr>
      <w:spacing w:after="100"/>
      <w:ind w:left="1260"/>
    </w:pPr>
  </w:style>
  <w:style w:type="paragraph" w:styleId="TDC9">
    <w:name w:val="toc 9"/>
    <w:basedOn w:val="Normal"/>
    <w:next w:val="Normal"/>
    <w:autoRedefine/>
    <w:uiPriority w:val="39"/>
    <w:semiHidden/>
    <w:rsid w:val="00EE4C8D"/>
    <w:pPr>
      <w:spacing w:after="100"/>
      <w:ind w:left="14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EE4C8D"/>
    <w:pPr>
      <w:outlineLvl w:val="9"/>
    </w:pPr>
  </w:style>
  <w:style w:type="character" w:styleId="Referenciasutil">
    <w:name w:val="Subtle Reference"/>
    <w:basedOn w:val="Fuentedeprrafopredeter"/>
    <w:uiPriority w:val="31"/>
    <w:semiHidden/>
    <w:qFormat/>
    <w:rsid w:val="00EE4C8D"/>
    <w:rPr>
      <w:rFonts w:ascii="Century Gothic" w:hAnsi="Century Gothic"/>
      <w:smallCaps/>
      <w:color w:val="5A5A5A" w:themeColor="text1" w:themeTint="A5"/>
    </w:rPr>
  </w:style>
  <w:style w:type="character" w:styleId="nfasissutil">
    <w:name w:val="Subtle Emphasis"/>
    <w:basedOn w:val="Fuentedeprrafopredeter"/>
    <w:uiPriority w:val="19"/>
    <w:semiHidden/>
    <w:qFormat/>
    <w:rsid w:val="00EE4C8D"/>
    <w:rPr>
      <w:rFonts w:ascii="Century Gothic" w:hAnsi="Century Gothic"/>
      <w:i/>
      <w:iCs/>
      <w:color w:val="404040" w:themeColor="text1" w:themeTint="BF"/>
    </w:rPr>
  </w:style>
  <w:style w:type="table" w:styleId="Tablaprofesional">
    <w:name w:val="Table Professional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EE4C8D"/>
  </w:style>
  <w:style w:type="character" w:styleId="Ttulodellibro">
    <w:name w:val="Book Title"/>
    <w:basedOn w:val="Fuentedeprrafopredeter"/>
    <w:uiPriority w:val="33"/>
    <w:semiHidden/>
    <w:qFormat/>
    <w:rsid w:val="00EE4C8D"/>
    <w:rPr>
      <w:rFonts w:ascii="Century Gothic" w:hAnsi="Century Gothic"/>
      <w:b/>
      <w:bCs/>
      <w:i/>
      <w:iCs/>
      <w:spacing w:val="5"/>
    </w:rPr>
  </w:style>
  <w:style w:type="character" w:customStyle="1" w:styleId="10">
    <w:name w:val="井号标签1"/>
    <w:basedOn w:val="Fuentedeprrafopredeter"/>
    <w:uiPriority w:val="99"/>
    <w:semiHidden/>
    <w:unhideWhenUsed/>
    <w:rsid w:val="00EE4C8D"/>
    <w:rPr>
      <w:rFonts w:ascii="Century Gothic" w:hAnsi="Century Gothic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E4C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E4C8D"/>
    <w:rPr>
      <w:rFonts w:ascii="Century Gothic" w:eastAsiaTheme="majorEastAsia" w:hAnsi="Century Gothic" w:cstheme="majorBidi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EE4C8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EE4C8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EE4C8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EE4C8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EE4C8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EE4C8D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E4C8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EE4C8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E4C8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E4C8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E4C8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E4C8D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semiHidden/>
    <w:qFormat/>
    <w:rsid w:val="00EE4C8D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EE4C8D"/>
    <w:pPr>
      <w:numPr>
        <w:numId w:val="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EE4C8D"/>
    <w:pPr>
      <w:numPr>
        <w:numId w:val="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EE4C8D"/>
    <w:pPr>
      <w:numPr>
        <w:numId w:val="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EE4C8D"/>
    <w:pPr>
      <w:numPr>
        <w:numId w:val="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EE4C8D"/>
    <w:pPr>
      <w:numPr>
        <w:numId w:val="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EE4C8D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EE4C8D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EE4C8D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EE4C8D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EE4C8D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E4C8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EE4C8D"/>
  </w:style>
  <w:style w:type="paragraph" w:styleId="Textomacro">
    <w:name w:val="macro"/>
    <w:link w:val="TextomacroCar"/>
    <w:uiPriority w:val="99"/>
    <w:semiHidden/>
    <w:unhideWhenUsed/>
    <w:rsid w:val="00EE4C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E4C8D"/>
    <w:rPr>
      <w:rFonts w:ascii="Consolas" w:hAnsi="Consolas"/>
      <w:sz w:val="20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EE4C8D"/>
    <w:rPr>
      <w:rFonts w:eastAsiaTheme="majorEastAsia" w:cstheme="majorBidi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E4C8D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EE4C8D"/>
    <w:pPr>
      <w:ind w:left="180" w:hanging="180"/>
    </w:pPr>
  </w:style>
  <w:style w:type="paragraph" w:styleId="Encabezadodelista">
    <w:name w:val="toa heading"/>
    <w:basedOn w:val="Normal"/>
    <w:next w:val="Normal"/>
    <w:uiPriority w:val="99"/>
    <w:semiHidden/>
    <w:rsid w:val="00EE4C8D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semiHidden/>
    <w:qFormat/>
    <w:rsid w:val="00EE4C8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EE4C8D"/>
    <w:rPr>
      <w:rFonts w:ascii="Century Gothic" w:hAnsi="Century Gothic"/>
      <w:i/>
      <w:iCs/>
      <w:color w:val="404040" w:themeColor="text1" w:themeTint="BF"/>
      <w:sz w:val="18"/>
      <w:szCs w:val="22"/>
    </w:rPr>
  </w:style>
  <w:style w:type="table" w:styleId="Listavistosa">
    <w:name w:val="Colorful List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EE4C8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E4C8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E4C8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4C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4C8D"/>
    <w:rPr>
      <w:rFonts w:ascii="Century Gothic" w:hAnsi="Century Gothic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4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4C8D"/>
    <w:rPr>
      <w:rFonts w:ascii="Century Gothic" w:hAnsi="Century Gothic"/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EE4C8D"/>
    <w:rPr>
      <w:rFonts w:ascii="Century Gothic" w:hAnsi="Century Gothic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paragraph" w:styleId="Direccinsobre">
    <w:name w:val="envelope address"/>
    <w:basedOn w:val="Normal"/>
    <w:uiPriority w:val="99"/>
    <w:semiHidden/>
    <w:unhideWhenUsed/>
    <w:rsid w:val="00EE4C8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Textodebloque">
    <w:name w:val="Block Text"/>
    <w:basedOn w:val="Normal"/>
    <w:uiPriority w:val="99"/>
    <w:semiHidden/>
    <w:unhideWhenUsed/>
    <w:rsid w:val="00EE4C8D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E4C8D"/>
    <w:rPr>
      <w:rFonts w:ascii="Microsoft YaHei UI" w:eastAsia="Microsoft YaHei UI" w:hAnsi="Microsoft YaHei UI"/>
      <w:szCs w:val="18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E4C8D"/>
    <w:rPr>
      <w:rFonts w:ascii="Microsoft YaHei UI" w:eastAsia="Microsoft YaHei UI" w:hAnsi="Microsoft YaHei UI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4C8D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4C8D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4C8D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4C8D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4C8D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ArtculoSeccin">
    <w:name w:val="Outline List 3"/>
    <w:basedOn w:val="Sinlista"/>
    <w:uiPriority w:val="99"/>
    <w:semiHidden/>
    <w:unhideWhenUsed/>
    <w:rsid w:val="00EE4C8D"/>
    <w:pPr>
      <w:numPr>
        <w:numId w:val="13"/>
      </w:numPr>
    </w:pPr>
  </w:style>
  <w:style w:type="table" w:styleId="Tablanormal1">
    <w:name w:val="Plain Table 1"/>
    <w:basedOn w:val="Tablanormal"/>
    <w:uiPriority w:val="41"/>
    <w:rsid w:val="00EE4C8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E4C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E4C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E4C8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E4C8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EE4C8D"/>
    <w:rPr>
      <w:rFonts w:ascii="Century Gothic" w:hAnsi="Century Gothic"/>
      <w:sz w:val="18"/>
      <w:szCs w:val="22"/>
    </w:rPr>
  </w:style>
  <w:style w:type="character" w:styleId="Referenciaintensa">
    <w:name w:val="Intense Reference"/>
    <w:basedOn w:val="Fuentedeprrafopredeter"/>
    <w:uiPriority w:val="32"/>
    <w:semiHidden/>
    <w:qFormat/>
    <w:rsid w:val="00EE4C8D"/>
    <w:rPr>
      <w:rFonts w:ascii="Century Gothic" w:hAnsi="Century Gothic"/>
      <w:b/>
      <w:bCs/>
      <w:smallCaps/>
      <w:color w:val="94B6D2" w:themeColor="accent1"/>
      <w:spacing w:val="5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EE4C8D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EE4C8D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isintenso">
    <w:name w:val="Intense Emphasis"/>
    <w:basedOn w:val="Fuentedeprrafopredeter"/>
    <w:uiPriority w:val="21"/>
    <w:semiHidden/>
    <w:qFormat/>
    <w:rsid w:val="00EE4C8D"/>
    <w:rPr>
      <w:rFonts w:ascii="Century Gothic" w:hAnsi="Century Gothic"/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rsid w:val="00EE4C8D"/>
    <w:rPr>
      <w:rFonts w:ascii="Times New Roman" w:hAnsi="Times New Roman" w:cs="Times New Roman"/>
      <w:sz w:val="24"/>
      <w:szCs w:val="24"/>
    </w:rPr>
  </w:style>
  <w:style w:type="character" w:customStyle="1" w:styleId="11">
    <w:name w:val="智能超链接1"/>
    <w:basedOn w:val="Fuentedeprrafopredeter"/>
    <w:uiPriority w:val="99"/>
    <w:semiHidden/>
    <w:unhideWhenUsed/>
    <w:rsid w:val="00EE4C8D"/>
    <w:rPr>
      <w:rFonts w:ascii="Century Gothic" w:hAnsi="Century Gothic"/>
      <w:u w:val="dotted"/>
    </w:rPr>
  </w:style>
  <w:style w:type="character" w:customStyle="1" w:styleId="12">
    <w:name w:val="未处理的提及1"/>
    <w:basedOn w:val="Fuentedeprrafopredeter"/>
    <w:uiPriority w:val="99"/>
    <w:semiHidden/>
    <w:unhideWhenUsed/>
    <w:rsid w:val="00EE4C8D"/>
    <w:rPr>
      <w:rFonts w:ascii="Century Gothic" w:hAnsi="Century Gothic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E4C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E4C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E4C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E4C8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E4C8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E4C8D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4C8D"/>
    <w:rPr>
      <w:rFonts w:ascii="Century Gothic" w:hAnsi="Century Gothic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E4C8D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ngranormal">
    <w:name w:val="Normal Indent"/>
    <w:basedOn w:val="Normal"/>
    <w:uiPriority w:val="99"/>
    <w:semiHidden/>
    <w:unhideWhenUsed/>
    <w:rsid w:val="00EE4C8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E4C8D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moderna">
    <w:name w:val="Table Contemporary"/>
    <w:basedOn w:val="Tablanormal"/>
    <w:uiPriority w:val="99"/>
    <w:semiHidden/>
    <w:unhideWhenUsed/>
    <w:rsid w:val="00EE4C8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E4C8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2">
    <w:name w:val="List Table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3">
    <w:name w:val="List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E4C8D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E4C8D"/>
    <w:rPr>
      <w:rFonts w:ascii="Century Gothic" w:hAnsi="Century Gothic"/>
      <w:sz w:val="18"/>
      <w:szCs w:val="22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E4C8D"/>
  </w:style>
  <w:style w:type="character" w:customStyle="1" w:styleId="SaludoCar">
    <w:name w:val="Saludo Car"/>
    <w:basedOn w:val="Fuentedeprrafopredeter"/>
    <w:link w:val="Saludo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olumnas1">
    <w:name w:val="Table Columns 1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E4C8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E4C8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E4C8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EE4C8D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bsica1">
    <w:name w:val="Table Simple 1"/>
    <w:basedOn w:val="Tablanormal"/>
    <w:uiPriority w:val="99"/>
    <w:semiHidden/>
    <w:unhideWhenUsed/>
    <w:rsid w:val="00EE4C8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E4C8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E4C8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E4C8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EE4C8D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EE4C8D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EE4C8D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EE4C8D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EE4C8D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EE4C8D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EE4C8D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EE4C8D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EE4C8D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E4C8D"/>
    <w:rPr>
      <w:rFonts w:eastAsiaTheme="majorEastAsia" w:cstheme="majorBidi"/>
      <w:b/>
      <w:bCs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EE4C8D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EE4C8D"/>
    <w:rPr>
      <w:rFonts w:ascii="Consolas" w:hAnsi="Consolas"/>
      <w:sz w:val="21"/>
      <w:szCs w:val="21"/>
    </w:rPr>
  </w:style>
  <w:style w:type="paragraph" w:styleId="Cierre">
    <w:name w:val="Closing"/>
    <w:basedOn w:val="Normal"/>
    <w:link w:val="CierreCar"/>
    <w:uiPriority w:val="99"/>
    <w:semiHidden/>
    <w:unhideWhenUsed/>
    <w:rsid w:val="00EE4C8D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E4C8D"/>
    <w:rPr>
      <w:rFonts w:ascii="Century Gothic" w:hAnsi="Century Gothic"/>
      <w:sz w:val="18"/>
      <w:szCs w:val="22"/>
    </w:rPr>
  </w:style>
  <w:style w:type="table" w:styleId="Tablaconcuadrcula1">
    <w:name w:val="Table Grid 1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E4C8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E4C8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E4C8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E4C8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E4C8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3">
    <w:name w:val="Grid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EE4C8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E4C8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E4C8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EE4C8D"/>
    <w:rPr>
      <w:rFonts w:ascii="Century Gothic" w:hAnsi="Century Gothic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C8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C8D"/>
    <w:rPr>
      <w:rFonts w:ascii="Century Gothic" w:hAnsi="Century Gothic"/>
      <w:sz w:val="20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table" w:styleId="Tablaconefectos3D1">
    <w:name w:val="Table 3D effects 1"/>
    <w:basedOn w:val="Tablanormal"/>
    <w:uiPriority w:val="99"/>
    <w:semiHidden/>
    <w:unhideWhenUsed/>
    <w:rsid w:val="00EE4C8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E4C8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semiHidden/>
    <w:qFormat/>
    <w:rsid w:val="00EE4C8D"/>
    <w:rPr>
      <w:rFonts w:ascii="Century Gothic" w:hAnsi="Century Gothic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EE4C8D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  <w:rsid w:val="00EE4C8D"/>
    <w:rPr>
      <w:rFonts w:ascii="Century Gothic" w:hAnsi="Century Gothic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E4C8D"/>
    <w:pPr>
      <w:spacing w:after="200"/>
    </w:pPr>
    <w:rPr>
      <w:i/>
      <w:iCs/>
      <w:color w:val="775F55" w:themeColor="text2"/>
      <w:szCs w:val="18"/>
    </w:rPr>
  </w:style>
  <w:style w:type="character" w:customStyle="1" w:styleId="y2iqfc">
    <w:name w:val="y2iqfc"/>
    <w:basedOn w:val="Fuentedeprrafopredeter"/>
    <w:rsid w:val="00805BD0"/>
  </w:style>
  <w:style w:type="paragraph" w:styleId="Revisin">
    <w:name w:val="Revision"/>
    <w:hidden/>
    <w:uiPriority w:val="99"/>
    <w:semiHidden/>
    <w:rsid w:val="00031D30"/>
    <w:rPr>
      <w:rFonts w:ascii="Century Gothic" w:hAnsi="Century Gothic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mip\AppData\Local\Microsoft\Office\16.0\DTS\es-ES%7bDDBBAF6C-2A31-4006-8EA8-EA4C76232BC8%7d\%7b9B2F6E33-FBC5-4EC3-9D91-7249FBBC9A4B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584A57D150473AB4E9CD1882899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DA278-F08C-4ECD-A50B-C23F8CE6D238}"/>
      </w:docPartPr>
      <w:docPartBody>
        <w:p w:rsidR="00CA019E" w:rsidRDefault="00176E2D" w:rsidP="00176E2D">
          <w:pPr>
            <w:pStyle w:val="2F584A57D150473AB4E9CD188289927C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96F1F-D5E3-41CB-BD3B-0621A9C94B06}"/>
      </w:docPartPr>
      <w:docPartBody>
        <w:p w:rsidR="00CA019E" w:rsidRDefault="00146B91">
          <w:r w:rsidRPr="00EE566C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AF20974FD02C4300A033E73204C9D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ACE3F-AF9D-4702-819C-EC9A3BD254E8}"/>
      </w:docPartPr>
      <w:docPartBody>
        <w:p w:rsidR="00CA019E" w:rsidRDefault="00176E2D" w:rsidP="00176E2D">
          <w:pPr>
            <w:pStyle w:val="AF20974FD02C4300A033E73204C9DDD23"/>
          </w:pPr>
          <w:r w:rsidRPr="00D0499A">
            <w:rPr>
              <w:rStyle w:val="Textodelmarcadordeposicin"/>
              <w:lang w:val="en-US"/>
            </w:rPr>
            <w:t>Elija un elemento.</w:t>
          </w:r>
        </w:p>
      </w:docPartBody>
    </w:docPart>
    <w:docPart>
      <w:docPartPr>
        <w:name w:val="98478661A8BC432FAC0403FC3647E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90CB-EB44-46E0-80FF-7113B4F7D654}"/>
      </w:docPartPr>
      <w:docPartBody>
        <w:p w:rsidR="00CA019E" w:rsidRDefault="00176E2D" w:rsidP="00176E2D">
          <w:pPr>
            <w:pStyle w:val="98478661A8BC432FAC0403FC3647E58D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3C4B2AEA0D1144D59AFEB4FF12F6E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377C8-6612-4A2F-9ECB-2D6061B64839}"/>
      </w:docPartPr>
      <w:docPartBody>
        <w:p w:rsidR="00CA019E" w:rsidRDefault="00176E2D" w:rsidP="00176E2D">
          <w:pPr>
            <w:pStyle w:val="3C4B2AEA0D1144D59AFEB4FF12F6E23F3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3DACD77CC03743C79D6EF515DDC2E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82B79-24D9-49A0-B61C-8A114EBA2C30}"/>
      </w:docPartPr>
      <w:docPartBody>
        <w:p w:rsidR="00176E2D" w:rsidRDefault="00602895" w:rsidP="00602895">
          <w:pPr>
            <w:pStyle w:val="3DACD77CC03743C79D6EF515DDC2E267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CD7F77EB6BE94D3F822FF387C3520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2315E-6719-44A0-ACE8-0248C9FABDEC}"/>
      </w:docPartPr>
      <w:docPartBody>
        <w:p w:rsidR="00176E2D" w:rsidRDefault="00602895" w:rsidP="00602895">
          <w:pPr>
            <w:pStyle w:val="CD7F77EB6BE94D3F822FF387C3520C09"/>
          </w:pPr>
          <w:r w:rsidRPr="00EE566C">
            <w:rPr>
              <w:rStyle w:val="Textodelmarcadordeposicin"/>
            </w:rPr>
            <w:t>Elija un elemento.</w:t>
          </w:r>
        </w:p>
      </w:docPartBody>
    </w:docPart>
    <w:docPart>
      <w:docPartPr>
        <w:name w:val="D3C6ED33D9784437909B2174F7C9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77764-4905-44F2-8D2B-020F33269DAC}"/>
      </w:docPartPr>
      <w:docPartBody>
        <w:p w:rsidR="00176E2D" w:rsidRDefault="00602895" w:rsidP="00602895">
          <w:pPr>
            <w:pStyle w:val="D3C6ED33D9784437909B2174F7C99B2C"/>
          </w:pPr>
          <w:r w:rsidRPr="00EE566C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BD07F-A4BA-445C-B8A2-4CB4D6371FB6}"/>
      </w:docPartPr>
      <w:docPartBody>
        <w:p w:rsidR="0005413D" w:rsidRDefault="00176E2D"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8E8B25A624A415BBDEF779159EC8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90213-67E6-4824-8296-5128982E2B10}"/>
      </w:docPartPr>
      <w:docPartBody>
        <w:p w:rsidR="0005413D" w:rsidRDefault="00176E2D" w:rsidP="00176E2D">
          <w:pPr>
            <w:pStyle w:val="C8E8B25A624A415BBDEF779159EC8D0B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3323B31866427DADB53A572EF9E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C00B-84CD-4459-B0F7-98F60672A685}"/>
      </w:docPartPr>
      <w:docPartBody>
        <w:p w:rsidR="0005413D" w:rsidRDefault="00176E2D" w:rsidP="00176E2D">
          <w:pPr>
            <w:pStyle w:val="1D3323B31866427DADB53A572EF9E66A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8CEACE315C8481BA7FDA519AB679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69F85-1145-4EC8-AA60-0D0871A9BFB4}"/>
      </w:docPartPr>
      <w:docPartBody>
        <w:p w:rsidR="0005413D" w:rsidRDefault="00176E2D" w:rsidP="00176E2D">
          <w:pPr>
            <w:pStyle w:val="E8CEACE315C8481BA7FDA519AB679AA6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222060FC5C245E9906BCAC6857ED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BAB62-C806-4B5C-97C6-19F55616CB36}"/>
      </w:docPartPr>
      <w:docPartBody>
        <w:p w:rsidR="0005413D" w:rsidRDefault="00176E2D" w:rsidP="00176E2D">
          <w:pPr>
            <w:pStyle w:val="A222060FC5C245E9906BCAC6857ED5E3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A3B2D9CE4F440C9BB3A4A0667CE4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6699D-33EA-41AD-900D-08BBD2C84DC5}"/>
      </w:docPartPr>
      <w:docPartBody>
        <w:p w:rsidR="0005413D" w:rsidRDefault="00176E2D" w:rsidP="00176E2D">
          <w:pPr>
            <w:pStyle w:val="BA3B2D9CE4F440C9BB3A4A0667CE4543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AE9EF17A122406FAC54089F7B396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5E6AA-808E-4C2F-BE5E-08823D9FC90D}"/>
      </w:docPartPr>
      <w:docPartBody>
        <w:p w:rsidR="0005413D" w:rsidRDefault="00176E2D" w:rsidP="00176E2D">
          <w:pPr>
            <w:pStyle w:val="3AE9EF17A122406FAC54089F7B3966D1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D0E7A779DE64338A3DAF1CD5E095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8E663-C6B7-45B2-9604-3C0CA1E519EB}"/>
      </w:docPartPr>
      <w:docPartBody>
        <w:p w:rsidR="0005413D" w:rsidRDefault="00176E2D" w:rsidP="00176E2D">
          <w:pPr>
            <w:pStyle w:val="5D0E7A779DE64338A3DAF1CD5E095C1F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55FFC5ABF32480C9D3BBCF8A61DC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BDCF0-A6E7-4FC9-A54A-59FC8CF5C4E8}"/>
      </w:docPartPr>
      <w:docPartBody>
        <w:p w:rsidR="0005413D" w:rsidRDefault="00176E2D" w:rsidP="00176E2D">
          <w:pPr>
            <w:pStyle w:val="655FFC5ABF32480C9D3BBCF8A61DC1F72"/>
          </w:pPr>
          <w:r w:rsidRPr="00C77E6B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91"/>
    <w:rsid w:val="00025171"/>
    <w:rsid w:val="0005413D"/>
    <w:rsid w:val="0011498E"/>
    <w:rsid w:val="00146B91"/>
    <w:rsid w:val="00176E2D"/>
    <w:rsid w:val="001E1BB0"/>
    <w:rsid w:val="0031546A"/>
    <w:rsid w:val="003C431A"/>
    <w:rsid w:val="0058278E"/>
    <w:rsid w:val="00584CD8"/>
    <w:rsid w:val="00602895"/>
    <w:rsid w:val="00617136"/>
    <w:rsid w:val="008274CE"/>
    <w:rsid w:val="00AF17B8"/>
    <w:rsid w:val="00B20314"/>
    <w:rsid w:val="00BD7BE3"/>
    <w:rsid w:val="00CA019E"/>
    <w:rsid w:val="00D404B0"/>
    <w:rsid w:val="00DC574A"/>
    <w:rsid w:val="00DE4AD0"/>
    <w:rsid w:val="00EE40C7"/>
    <w:rsid w:val="00F430AE"/>
    <w:rsid w:val="00F6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PA" w:eastAsia="es-P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5413D"/>
    <w:rPr>
      <w:rFonts w:ascii="Century Gothic" w:hAnsi="Century Gothic"/>
      <w:color w:val="808080"/>
    </w:rPr>
  </w:style>
  <w:style w:type="paragraph" w:customStyle="1" w:styleId="3DACD77CC03743C79D6EF515DDC2E267">
    <w:name w:val="3DACD77CC03743C79D6EF515DDC2E267"/>
    <w:rsid w:val="00602895"/>
  </w:style>
  <w:style w:type="paragraph" w:customStyle="1" w:styleId="CD7F77EB6BE94D3F822FF387C3520C09">
    <w:name w:val="CD7F77EB6BE94D3F822FF387C3520C09"/>
    <w:rsid w:val="00602895"/>
  </w:style>
  <w:style w:type="paragraph" w:customStyle="1" w:styleId="D3C6ED33D9784437909B2174F7C99B2C">
    <w:name w:val="D3C6ED33D9784437909B2174F7C99B2C"/>
    <w:rsid w:val="00602895"/>
  </w:style>
  <w:style w:type="paragraph" w:customStyle="1" w:styleId="C8E8B25A624A415BBDEF779159EC8D0B2">
    <w:name w:val="C8E8B25A624A415BBDEF779159EC8D0B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1D3323B31866427DADB53A572EF9E66A2">
    <w:name w:val="1D3323B31866427DADB53A572EF9E66A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2F584A57D150473AB4E9CD188289927C3">
    <w:name w:val="2F584A57D150473AB4E9CD188289927C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E8CEACE315C8481BA7FDA519AB679AA62">
    <w:name w:val="E8CEACE315C8481BA7FDA519AB679AA6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A222060FC5C245E9906BCAC6857ED5E32">
    <w:name w:val="A222060FC5C245E9906BCAC6857ED5E3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BA3B2D9CE4F440C9BB3A4A0667CE45432">
    <w:name w:val="BA3B2D9CE4F440C9BB3A4A0667CE4543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3AE9EF17A122406FAC54089F7B3966D12">
    <w:name w:val="3AE9EF17A122406FAC54089F7B3966D1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AF20974FD02C4300A033E73204C9DDD23">
    <w:name w:val="AF20974FD02C4300A033E73204C9DDD2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5D0E7A779DE64338A3DAF1CD5E095C1F2">
    <w:name w:val="5D0E7A779DE64338A3DAF1CD5E095C1F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655FFC5ABF32480C9D3BBCF8A61DC1F72">
    <w:name w:val="655FFC5ABF32480C9D3BBCF8A61DC1F72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98478661A8BC432FAC0403FC3647E58D3">
    <w:name w:val="98478661A8BC432FAC0403FC3647E58D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  <w:style w:type="paragraph" w:customStyle="1" w:styleId="3C4B2AEA0D1144D59AFEB4FF12F6E23F3">
    <w:name w:val="3C4B2AEA0D1144D59AFEB4FF12F6E23F3"/>
    <w:rsid w:val="00176E2D"/>
    <w:pPr>
      <w:spacing w:after="0" w:line="240" w:lineRule="auto"/>
    </w:pPr>
    <w:rPr>
      <w:rFonts w:ascii="Century Gothic" w:hAnsi="Century Gothic"/>
      <w:sz w:val="18"/>
      <w:lang w:val="es-E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0A7D97BCF9E94BA3B6FF1CA7EC2C7C" ma:contentTypeVersion="16" ma:contentTypeDescription="Crear nuevo documento." ma:contentTypeScope="" ma:versionID="7121b5ce3a9e42718ba66a3dc1f99d08">
  <xsd:schema xmlns:xsd="http://www.w3.org/2001/XMLSchema" xmlns:xs="http://www.w3.org/2001/XMLSchema" xmlns:p="http://schemas.microsoft.com/office/2006/metadata/properties" xmlns:ns2="84f5fb53-cdf6-4d5d-a788-d8cffdc5d309" xmlns:ns3="8141153f-a73c-406b-9d40-33063117657c" targetNamespace="http://schemas.microsoft.com/office/2006/metadata/properties" ma:root="true" ma:fieldsID="ce2f9da6aff6105e53bad44d96a1b858" ns2:_="" ns3:_="">
    <xsd:import namespace="84f5fb53-cdf6-4d5d-a788-d8cffdc5d309"/>
    <xsd:import namespace="8141153f-a73c-406b-9d40-3306311765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5fb53-cdf6-4d5d-a788-d8cffdc5d30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Última vez que se compartió por hora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198d4847-7fea-440b-992c-a7ce77117ac9}" ma:internalName="TaxCatchAll" ma:showField="CatchAllData" ma:web="84f5fb53-cdf6-4d5d-a788-d8cffdc5d3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1153f-a73c-406b-9d40-330631176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173c264a-0ded-47eb-9ba7-b5380933f8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4f5fb53-cdf6-4d5d-a788-d8cffdc5d309">ZYND43DJ6Y6W-206431550-4220</_dlc_DocId>
    <_dlc_DocIdUrl xmlns="84f5fb53-cdf6-4d5d-a788-d8cffdc5d309">
      <Url>https://umipadmin.sharepoint.com/sites/calidad/_layouts/15/DocIdRedir.aspx?ID=ZYND43DJ6Y6W-206431550-4220</Url>
      <Description>ZYND43DJ6Y6W-206431550-4220</Description>
    </_dlc_DocIdUrl>
    <lcf76f155ced4ddcb4097134ff3c332f xmlns="8141153f-a73c-406b-9d40-33063117657c">
      <Terms xmlns="http://schemas.microsoft.com/office/infopath/2007/PartnerControls"/>
    </lcf76f155ced4ddcb4097134ff3c332f>
    <TaxCatchAll xmlns="84f5fb53-cdf6-4d5d-a788-d8cffdc5d309" xsi:nil="true"/>
  </documentManagement>
</p:properties>
</file>

<file path=customXml/itemProps1.xml><?xml version="1.0" encoding="utf-8"?>
<ds:datastoreItem xmlns:ds="http://schemas.openxmlformats.org/officeDocument/2006/customXml" ds:itemID="{FAE3720D-CF3D-4785-A702-B755E5420A99}"/>
</file>

<file path=customXml/itemProps2.xml><?xml version="1.0" encoding="utf-8"?>
<ds:datastoreItem xmlns:ds="http://schemas.openxmlformats.org/officeDocument/2006/customXml" ds:itemID="{327F15B5-6D39-4D67-B89D-E2DF74A3F3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7804B3-0914-408D-9394-AFD730058A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02B9A-5B91-443A-B5FF-F85CDE8B349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84f5fb53-cdf6-4d5d-a788-d8cffdc5d309"/>
    <ds:schemaRef ds:uri="8141153f-a73c-406b-9d40-3306311765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{9B2F6E33-FBC5-4EC3-9D91-7249FBBC9A4B}tf00546271_win32</Template>
  <TotalTime>0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2024-08-23T20:07:00Z</dcterms:created>
  <dcterms:modified xsi:type="dcterms:W3CDTF">2024-08-23T20:36:00Z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0x010100380A7D97BCF9E94BA3B6FF1CA7EC2C7C</vt:lpwstr>
  </property>
  <property fmtid="{D5CDD505-2E9C-101B-9397-08002B2CF9AE}" pid="3" name="_dlc_DocIdItemGuid">
    <vt:lpwstr>a6eaf1fb-5e5a-4001-9dc6-e61e4e8d12d8</vt:lpwstr>
  </property>
</Properties>
</file>